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EF" w:rsidRDefault="00B761F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5467350</wp:posOffset>
                </wp:positionV>
                <wp:extent cx="5143500" cy="240284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40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CC0" w:rsidRDefault="00B80CC0" w:rsidP="00B80CC0">
                            <w:pPr>
                              <w:jc w:val="left"/>
                            </w:pPr>
                          </w:p>
                          <w:p w:rsidR="00B80CC0" w:rsidRDefault="00B761F1" w:rsidP="00B80CC0">
                            <w:pPr>
                              <w:jc w:val="left"/>
                            </w:pPr>
                            <w:r w:rsidRPr="004C4693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4953000" cy="1447800"/>
                                  <wp:effectExtent l="0" t="0" r="0" b="0"/>
                                  <wp:docPr id="2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0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0CC0" w:rsidRDefault="00B80CC0" w:rsidP="00B80CC0">
                            <w:pPr>
                              <w:jc w:val="left"/>
                            </w:pPr>
                          </w:p>
                          <w:p w:rsidR="00B80CC0" w:rsidRDefault="00B80CC0" w:rsidP="00B80CC0">
                            <w:pPr>
                              <w:jc w:val="left"/>
                            </w:pPr>
                          </w:p>
                          <w:p w:rsidR="00B80CC0" w:rsidRDefault="00B80CC0" w:rsidP="00B80CC0">
                            <w:pPr>
                              <w:jc w:val="left"/>
                            </w:pPr>
                          </w:p>
                          <w:p w:rsidR="00B80CC0" w:rsidRDefault="00B80CC0" w:rsidP="00B80CC0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.75pt;margin-top:430.5pt;width:405pt;height:189.2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">
                <v:textbox style="mso-fit-shape-to-text:t">
                  <w:txbxContent>
                    <w:p w:rsidR="00B80CC0" w:rsidRDefault="00B80CC0" w:rsidP="00B80CC0">
                      <w:pPr>
                        <w:jc w:val="left"/>
                      </w:pPr>
                    </w:p>
                    <w:p w:rsidR="00B80CC0" w:rsidRDefault="00B761F1" w:rsidP="00B80CC0">
                      <w:pPr>
                        <w:jc w:val="left"/>
                      </w:pPr>
                      <w:r w:rsidRPr="004C4693">
                        <w:rPr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4953000" cy="1447800"/>
                            <wp:effectExtent l="0" t="0" r="0" b="0"/>
                            <wp:docPr id="2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3000" cy="144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0CC0" w:rsidRDefault="00B80CC0" w:rsidP="00B80CC0">
                      <w:pPr>
                        <w:jc w:val="left"/>
                      </w:pPr>
                    </w:p>
                    <w:p w:rsidR="00B80CC0" w:rsidRDefault="00B80CC0" w:rsidP="00B80CC0">
                      <w:pPr>
                        <w:jc w:val="left"/>
                      </w:pPr>
                    </w:p>
                    <w:p w:rsidR="00B80CC0" w:rsidRDefault="00B80CC0" w:rsidP="00B80CC0">
                      <w:pPr>
                        <w:jc w:val="left"/>
                      </w:pPr>
                    </w:p>
                    <w:p w:rsidR="00B80CC0" w:rsidRDefault="00B80CC0" w:rsidP="00B80CC0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c">
            <w:drawing>
              <wp:inline distT="0" distB="0" distL="0" distR="0">
                <wp:extent cx="6305550" cy="8305800"/>
                <wp:effectExtent l="0" t="0" r="0" b="0"/>
                <wp:docPr id="3" name="Canv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" y="0"/>
                            <a:ext cx="5734050" cy="830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763F259" id="Canvas 3" o:spid="_x0000_s1026" editas="canvas" style="width:496.5pt;height:654pt;mso-position-horizontal-relative:char;mso-position-vertical-relative:line" coordsize="63055,830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055;height:83058;visibility:visible;mso-wrap-style:square">
                  <v:fill o:detectmouseclick="t"/>
                  <v:path o:connecttype="none"/>
                </v:shape>
                <v:shape id="Picture 5" o:spid="_x0000_s1028" type="#_x0000_t75" style="position:absolute;left:3429;width:57340;height:83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+SYu/AAAA2gAAAA8AAABkcnMvZG93bnJldi54bWxET81qwkAQvhd8h2UEb3Wjgm1TVxFBsF5a&#10;bR9gyE6TYHY27E5MfPuuIPQ0fHy/s9oMrlFXCrH2bGA2zUARF97WXBr4+d4/v4KKgmyx8UwGbhRh&#10;sx49rTC3vucTXc9SqhTCMUcDlUibax2LihzGqW+JE/frg0NJMJTaBuxTuGv0PMuW2mHNqaHClnYV&#10;FZdz5wzIovHHw+fl4/j1Iq5967pw6jtjJuNh+w5KaJB/8cN9sGk+3F+5X73+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cvkmLvwAAANoAAAAPAAAAAAAAAAAAAAAAAJ8CAABk&#10;cnMvZG93bnJldi54bWxQSwUGAAAAAAQABAD3AAAAiwMAAAAA&#10;">
                  <v:imagedata r:id="rId8" o:title=""/>
                </v:shape>
                <w10:anchorlock/>
              </v:group>
            </w:pict>
          </mc:Fallback>
        </mc:AlternateContent>
      </w:r>
    </w:p>
    <w:p w:rsidR="006D31EF" w:rsidRPr="006D31EF" w:rsidRDefault="006D31EF" w:rsidP="006D31EF"/>
    <w:p w:rsidR="006D31EF" w:rsidRDefault="006D31EF" w:rsidP="006D31EF"/>
    <w:p w:rsidR="005D472A" w:rsidRPr="006D31EF" w:rsidRDefault="005D472A" w:rsidP="006D31EF">
      <w:pPr>
        <w:jc w:val="right"/>
      </w:pPr>
      <w:bookmarkStart w:id="0" w:name="_GoBack"/>
      <w:bookmarkEnd w:id="0"/>
    </w:p>
    <w:sectPr w:rsidR="005D472A" w:rsidRPr="006D31EF" w:rsidSect="00BA76D8">
      <w:headerReference w:type="default" r:id="rId9"/>
      <w:footerReference w:type="default" r:id="rId10"/>
      <w:pgSz w:w="11906" w:h="16838"/>
      <w:pgMar w:top="1440" w:right="1440" w:bottom="1440" w:left="144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A00" w:rsidRDefault="00F84A00" w:rsidP="00B80CC0">
      <w:r>
        <w:separator/>
      </w:r>
    </w:p>
  </w:endnote>
  <w:endnote w:type="continuationSeparator" w:id="0">
    <w:p w:rsidR="00F84A00" w:rsidRDefault="00F84A00" w:rsidP="00B8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6D8" w:rsidRDefault="00BA76D8"/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A76D8" w:rsidRPr="002346A3" w:rsidTr="00BA76D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V</w:t>
          </w:r>
          <w:r>
            <w:rPr>
              <w:rFonts w:asciiTheme="minorHAnsi" w:hAnsiTheme="minorHAnsi" w:cstheme="minorHAnsi"/>
            </w:rPr>
            <w:t>3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June </w:t>
          </w:r>
          <w:r w:rsidRPr="002346A3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A76D8" w:rsidRPr="00BA76D8" w:rsidRDefault="00BA76D8" w:rsidP="00BA76D8">
          <w:pPr>
            <w:pStyle w:val="Footer"/>
            <w:rPr>
              <w:rFonts w:asciiTheme="minorHAnsi" w:hAnsiTheme="minorHAnsi" w:cstheme="minorHAnsi"/>
            </w:rPr>
          </w:pPr>
          <w:r w:rsidRPr="00BA76D8">
            <w:rPr>
              <w:rFonts w:asciiTheme="minorHAnsi" w:hAnsiTheme="minorHAnsi" w:cstheme="minorHAnsi"/>
            </w:rPr>
            <w:t>Te Pou</w:t>
          </w:r>
        </w:p>
      </w:tc>
      <w:tc>
        <w:tcPr>
          <w:tcW w:w="862" w:type="dxa"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June </w:t>
          </w:r>
          <w:r w:rsidRPr="002346A3">
            <w:rPr>
              <w:rFonts w:asciiTheme="minorHAnsi" w:hAnsiTheme="minorHAnsi" w:cstheme="minorHAnsi"/>
            </w:rPr>
            <w:t>2020</w:t>
          </w:r>
        </w:p>
      </w:tc>
      <w:tc>
        <w:tcPr>
          <w:tcW w:w="1560" w:type="dxa"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BA76D8" w:rsidRPr="002346A3" w:rsidRDefault="00BA76D8" w:rsidP="00BA76D8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BA76D8" w:rsidRDefault="00BA76D8"/>
  <w:p w:rsidR="00B80CC0" w:rsidRDefault="00B80C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A00" w:rsidRDefault="00F84A00" w:rsidP="00B80CC0">
      <w:r>
        <w:separator/>
      </w:r>
    </w:p>
  </w:footnote>
  <w:footnote w:type="continuationSeparator" w:id="0">
    <w:p w:rsidR="00F84A00" w:rsidRDefault="00F84A00" w:rsidP="00B80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6D8" w:rsidRPr="00833C00" w:rsidRDefault="00BA76D8" w:rsidP="00BA76D8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4EE7C8" wp14:editId="5E1EBBD8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A76D8" w:rsidRPr="000225E4" w:rsidRDefault="00BA76D8" w:rsidP="00BA76D8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4EE7C8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7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BA76D8" w:rsidRPr="000225E4" w:rsidRDefault="00BA76D8" w:rsidP="00BA76D8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6D31EF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6D31EF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BA76D8" w:rsidRDefault="00BA76D8">
    <w:pPr>
      <w:pStyle w:val="Header"/>
    </w:pPr>
  </w:p>
  <w:p w:rsidR="00B80CC0" w:rsidRPr="00BA76D8" w:rsidRDefault="00BA76D8">
    <w:pPr>
      <w:pStyle w:val="Header"/>
      <w:rPr>
        <w:b/>
        <w:sz w:val="28"/>
        <w:szCs w:val="28"/>
      </w:rPr>
    </w:pPr>
    <w:r w:rsidRPr="00BA76D8">
      <w:rPr>
        <w:b/>
        <w:sz w:val="28"/>
        <w:szCs w:val="28"/>
      </w:rPr>
      <w:t>Barriers to Development Progress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4A"/>
    <w:rsid w:val="000A3645"/>
    <w:rsid w:val="002579EF"/>
    <w:rsid w:val="00325A58"/>
    <w:rsid w:val="005D472A"/>
    <w:rsid w:val="006D31EF"/>
    <w:rsid w:val="0083224A"/>
    <w:rsid w:val="0083311B"/>
    <w:rsid w:val="00A433E8"/>
    <w:rsid w:val="00B761F1"/>
    <w:rsid w:val="00B80CC0"/>
    <w:rsid w:val="00BA76D8"/>
    <w:rsid w:val="00C33881"/>
    <w:rsid w:val="00C721BD"/>
    <w:rsid w:val="00C81362"/>
    <w:rsid w:val="00D16D03"/>
    <w:rsid w:val="00F8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4ADF1F-C8C8-42D6-84AA-EDD2D8F3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80C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0C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CC0"/>
  </w:style>
  <w:style w:type="paragraph" w:styleId="Footer">
    <w:name w:val="footer"/>
    <w:basedOn w:val="Normal"/>
    <w:link w:val="FooterChar"/>
    <w:uiPriority w:val="99"/>
    <w:unhideWhenUsed/>
    <w:rsid w:val="00B80C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CC0"/>
  </w:style>
  <w:style w:type="table" w:styleId="TableGrid">
    <w:name w:val="Table Grid"/>
    <w:basedOn w:val="TableNormal"/>
    <w:rsid w:val="00B80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BarriersToDevelopmentProgressTePou20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BarriersToDevelopmentProgressTePou2012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Kirton (NDSA)</dc:creator>
  <cp:keywords/>
  <cp:lastModifiedBy>Sarah Harnisch</cp:lastModifiedBy>
  <cp:revision>2</cp:revision>
  <dcterms:created xsi:type="dcterms:W3CDTF">2017-05-31T04:17:00Z</dcterms:created>
  <dcterms:modified xsi:type="dcterms:W3CDTF">2017-05-31T04:17:00Z</dcterms:modified>
</cp:coreProperties>
</file>