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3"/>
        <w:gridCol w:w="7987"/>
      </w:tblGrid>
      <w:tr w:rsidR="00AE3B0E" w:rsidRPr="00C30CF5" w:rsidTr="009C1086">
        <w:tc>
          <w:tcPr>
            <w:tcW w:w="1188" w:type="dxa"/>
            <w:shd w:val="clear" w:color="auto" w:fill="92D050"/>
          </w:tcPr>
          <w:p w:rsidR="00AE3B0E" w:rsidRPr="00985950" w:rsidRDefault="00AE3B0E" w:rsidP="0074253A">
            <w:pPr>
              <w:rPr>
                <w:rFonts w:ascii="Calibri" w:hAnsi="Calibri" w:cs="Calibri"/>
                <w:b/>
              </w:rPr>
            </w:pPr>
            <w:r w:rsidRPr="00985950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8134" w:type="dxa"/>
          </w:tcPr>
          <w:p w:rsidR="00AE3B0E" w:rsidRPr="00E45A58" w:rsidRDefault="00AE3B0E" w:rsidP="001D233F">
            <w:pPr>
              <w:rPr>
                <w:rFonts w:ascii="Calibri" w:hAnsi="Calibri" w:cs="Calibri"/>
              </w:rPr>
            </w:pPr>
            <w:r w:rsidRPr="00E45A58">
              <w:rPr>
                <w:rFonts w:ascii="Calibri" w:hAnsi="Calibri" w:cs="Calibri"/>
                <w:sz w:val="22"/>
                <w:szCs w:val="22"/>
              </w:rPr>
              <w:t xml:space="preserve">This directive seeks to ensure that service users are treated with respect and receive services in a manner that has regard for their dignity, privacy and independence in line with the </w:t>
            </w:r>
            <w:hyperlink r:id="rId7" w:history="1">
              <w:r w:rsidRPr="00E45A58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 and Dis</w:t>
              </w:r>
              <w:r w:rsidRPr="00E45A58">
                <w:rPr>
                  <w:rStyle w:val="Hyperlink"/>
                  <w:rFonts w:ascii="Calibri" w:hAnsi="Calibri" w:cs="Calibri"/>
                  <w:sz w:val="22"/>
                  <w:szCs w:val="22"/>
                </w:rPr>
                <w:t>a</w:t>
              </w:r>
              <w:r w:rsidRPr="00E45A58">
                <w:rPr>
                  <w:rStyle w:val="Hyperlink"/>
                  <w:rFonts w:ascii="Calibri" w:hAnsi="Calibri" w:cs="Calibri"/>
                  <w:sz w:val="22"/>
                  <w:szCs w:val="22"/>
                </w:rPr>
                <w:t>bility Services Standards</w:t>
              </w:r>
            </w:hyperlink>
            <w:r w:rsidRPr="001D233F">
              <w:rPr>
                <w:rFonts w:ascii="Calibri" w:hAnsi="Calibri" w:cs="Calibri"/>
                <w:sz w:val="22"/>
                <w:szCs w:val="22"/>
              </w:rPr>
              <w:t xml:space="preserve">, Home and </w:t>
            </w:r>
            <w:r w:rsidR="001D233F" w:rsidRPr="001D233F">
              <w:rPr>
                <w:rFonts w:ascii="Calibri" w:hAnsi="Calibri" w:cs="Calibri"/>
                <w:sz w:val="22"/>
                <w:szCs w:val="22"/>
              </w:rPr>
              <w:t>C</w:t>
            </w:r>
            <w:r w:rsidRPr="001D233F">
              <w:rPr>
                <w:rFonts w:ascii="Calibri" w:hAnsi="Calibri" w:cs="Calibri"/>
                <w:sz w:val="22"/>
                <w:szCs w:val="22"/>
              </w:rPr>
              <w:t xml:space="preserve">ommunity </w:t>
            </w:r>
            <w:r w:rsidR="001D233F" w:rsidRPr="001D233F">
              <w:rPr>
                <w:rFonts w:ascii="Calibri" w:hAnsi="Calibri" w:cs="Calibri"/>
                <w:sz w:val="22"/>
                <w:szCs w:val="22"/>
              </w:rPr>
              <w:t>S</w:t>
            </w:r>
            <w:r w:rsidRPr="001D233F">
              <w:rPr>
                <w:rFonts w:ascii="Calibri" w:hAnsi="Calibri" w:cs="Calibri"/>
                <w:sz w:val="22"/>
                <w:szCs w:val="22"/>
              </w:rPr>
              <w:t xml:space="preserve">upport Sector Standards,  </w:t>
            </w:r>
            <w:hyperlink r:id="rId8" w:history="1">
              <w:r w:rsidRPr="001D233F">
                <w:rPr>
                  <w:rStyle w:val="Hyperlink"/>
                  <w:rFonts w:ascii="Calibri" w:hAnsi="Calibri" w:cs="Calibri"/>
                  <w:sz w:val="22"/>
                  <w:szCs w:val="22"/>
                </w:rPr>
                <w:t>Consum</w:t>
              </w:r>
              <w:r w:rsidRPr="001D233F">
                <w:rPr>
                  <w:rStyle w:val="Hyperlink"/>
                  <w:rFonts w:ascii="Calibri" w:hAnsi="Calibri" w:cs="Calibri"/>
                  <w:sz w:val="22"/>
                  <w:szCs w:val="22"/>
                </w:rPr>
                <w:t>e</w:t>
              </w:r>
              <w:r w:rsidRPr="001D233F">
                <w:rPr>
                  <w:rStyle w:val="Hyperlink"/>
                  <w:rFonts w:ascii="Calibri" w:hAnsi="Calibri" w:cs="Calibri"/>
                  <w:sz w:val="22"/>
                  <w:szCs w:val="22"/>
                </w:rPr>
                <w:t>r Rights</w:t>
              </w:r>
            </w:hyperlink>
            <w:r w:rsidRPr="001D233F">
              <w:rPr>
                <w:rFonts w:ascii="Calibri" w:hAnsi="Calibri" w:cs="Calibri"/>
                <w:sz w:val="22"/>
                <w:szCs w:val="22"/>
              </w:rPr>
              <w:t xml:space="preserve"> and the </w:t>
            </w:r>
            <w:hyperlink r:id="rId9" w:history="1">
              <w:r w:rsidRPr="001D233F">
                <w:rPr>
                  <w:rStyle w:val="Hyperlink"/>
                  <w:rFonts w:ascii="Calibri" w:hAnsi="Calibri" w:cs="Calibri"/>
                  <w:sz w:val="22"/>
                  <w:szCs w:val="22"/>
                </w:rPr>
                <w:t>NZ Bill o</w:t>
              </w:r>
              <w:r w:rsidRPr="001D233F">
                <w:rPr>
                  <w:rStyle w:val="Hyperlink"/>
                  <w:rFonts w:ascii="Calibri" w:hAnsi="Calibri" w:cs="Calibri"/>
                  <w:sz w:val="22"/>
                  <w:szCs w:val="22"/>
                </w:rPr>
                <w:t>f</w:t>
              </w:r>
              <w:r w:rsidRPr="001D233F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 Rights.</w:t>
              </w:r>
            </w:hyperlink>
          </w:p>
        </w:tc>
      </w:tr>
      <w:tr w:rsidR="00AE3B0E" w:rsidRPr="00C30CF5" w:rsidTr="009C1086">
        <w:tc>
          <w:tcPr>
            <w:tcW w:w="1188" w:type="dxa"/>
            <w:shd w:val="clear" w:color="auto" w:fill="92D050"/>
          </w:tcPr>
          <w:p w:rsidR="00AE3B0E" w:rsidRPr="00985950" w:rsidRDefault="00AE3B0E" w:rsidP="0074253A">
            <w:pPr>
              <w:rPr>
                <w:rFonts w:ascii="Calibri" w:hAnsi="Calibri" w:cs="Calibri"/>
                <w:b/>
              </w:rPr>
            </w:pPr>
            <w:r w:rsidRPr="00985950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8134" w:type="dxa"/>
          </w:tcPr>
          <w:p w:rsidR="00AE3B0E" w:rsidRPr="00985950" w:rsidRDefault="00AE3B0E" w:rsidP="001D233F">
            <w:pPr>
              <w:rPr>
                <w:rFonts w:ascii="Calibri" w:hAnsi="Calibri" w:cs="Calibri"/>
              </w:rPr>
            </w:pPr>
            <w:r w:rsidRPr="00985950">
              <w:rPr>
                <w:rFonts w:ascii="Calibri" w:hAnsi="Calibri" w:cs="Calibri"/>
                <w:sz w:val="22"/>
                <w:szCs w:val="22"/>
              </w:rPr>
              <w:t>All</w:t>
            </w:r>
            <w:r w:rsidR="001D233F">
              <w:rPr>
                <w:rFonts w:ascii="Calibri" w:hAnsi="Calibri" w:cs="Calibri"/>
                <w:sz w:val="22"/>
                <w:szCs w:val="22"/>
              </w:rPr>
              <w:t xml:space="preserve"> personnel</w:t>
            </w:r>
            <w:r w:rsidRPr="00985950">
              <w:rPr>
                <w:rFonts w:ascii="Calibri" w:hAnsi="Calibri" w:cs="Calibri"/>
                <w:sz w:val="22"/>
                <w:szCs w:val="22"/>
              </w:rPr>
              <w:t>, visitors and any service providers.</w:t>
            </w:r>
          </w:p>
        </w:tc>
      </w:tr>
    </w:tbl>
    <w:p w:rsidR="00AE3B0E" w:rsidRDefault="00702062" w:rsidP="00825765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113665</wp:posOffset>
                </wp:positionV>
                <wp:extent cx="3238500" cy="628650"/>
                <wp:effectExtent l="0" t="0" r="0" b="19050"/>
                <wp:wrapNone/>
                <wp:docPr id="2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6286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D43" w:rsidRDefault="00725D43" w:rsidP="0082576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Independence</w:t>
                            </w:r>
                          </w:p>
                          <w:p w:rsidR="00A55CE4" w:rsidRDefault="00A55CE4" w:rsidP="0082576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The </w:t>
                            </w:r>
                            <w:hyperlink r:id="rId10" w:history="1">
                              <w:r w:rsidRPr="0062276B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>autonomy</w:t>
                              </w:r>
                            </w:hyperlink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of the service user will be respected throughout service delivery</w:t>
                            </w:r>
                          </w:p>
                          <w:p w:rsidR="00A55CE4" w:rsidRPr="001413C4" w:rsidRDefault="00A55CE4" w:rsidP="0082576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-6.75pt;margin-top:8.95pt;width:255pt;height:49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" fillcolor="#dafda7" stroked="f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25D43" w:rsidRDefault="00725D43" w:rsidP="00825765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Independence</w:t>
                      </w:r>
                    </w:p>
                    <w:p w:rsidR="00A55CE4" w:rsidRDefault="00A55CE4" w:rsidP="00825765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The </w:t>
                      </w:r>
                      <w:hyperlink r:id="rId11" w:history="1">
                        <w:r w:rsidRPr="0062276B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autonomy</w:t>
                        </w:r>
                      </w:hyperlink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of the service user will be respected throughout service delivery</w:t>
                      </w:r>
                    </w:p>
                    <w:p w:rsidR="00A55CE4" w:rsidRPr="001413C4" w:rsidRDefault="00A55CE4" w:rsidP="00825765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3B0E" w:rsidRDefault="00702062" w:rsidP="00825765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89535</wp:posOffset>
                </wp:positionV>
                <wp:extent cx="1952625" cy="1257300"/>
                <wp:effectExtent l="0" t="0" r="9525" b="38100"/>
                <wp:wrapNone/>
                <wp:docPr id="2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2573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BC454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725D43" w:rsidRPr="001413C4" w:rsidRDefault="00725D43" w:rsidP="009D67CF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Possible other participants:</w:t>
                            </w:r>
                          </w:p>
                          <w:p w:rsidR="00725D43" w:rsidRPr="001413C4" w:rsidRDefault="00725D43" w:rsidP="009D67CF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cultural support</w:t>
                            </w:r>
                          </w:p>
                          <w:p w:rsidR="00725D43" w:rsidRPr="001413C4" w:rsidRDefault="00725D43" w:rsidP="009D67CF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peer support</w:t>
                            </w:r>
                          </w:p>
                          <w:p w:rsidR="00725D43" w:rsidRPr="001413C4" w:rsidRDefault="00725D43" w:rsidP="009D67CF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family/</w:t>
                            </w:r>
                            <w:r w:rsidR="0062276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whānau</w:t>
                            </w:r>
                          </w:p>
                          <w:p w:rsidR="00725D43" w:rsidRPr="001413C4" w:rsidRDefault="00725D43" w:rsidP="009D67CF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advocate</w:t>
                            </w:r>
                          </w:p>
                          <w:p w:rsidR="00725D43" w:rsidRPr="001413C4" w:rsidRDefault="00725D43" w:rsidP="009D67CF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other service providers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margin-left:264pt;margin-top:7.05pt;width:153.75pt;height:9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" fillcolor="#ffa2a1" strokecolor="#bc4542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725D43" w:rsidRPr="001413C4" w:rsidRDefault="00725D43" w:rsidP="009D67CF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Possible other participants:</w:t>
                      </w:r>
                    </w:p>
                    <w:p w:rsidR="00725D43" w:rsidRPr="001413C4" w:rsidRDefault="00725D43" w:rsidP="009D67CF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cultural support</w:t>
                      </w:r>
                    </w:p>
                    <w:p w:rsidR="00725D43" w:rsidRPr="001413C4" w:rsidRDefault="00725D43" w:rsidP="009D67CF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peer support</w:t>
                      </w:r>
                    </w:p>
                    <w:p w:rsidR="00725D43" w:rsidRPr="001413C4" w:rsidRDefault="00725D43" w:rsidP="009D67CF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family/</w:t>
                      </w:r>
                      <w:r w:rsidR="0062276B">
                        <w:rPr>
                          <w:rFonts w:ascii="Calibri" w:hAnsi="Calibri" w:cs="Calibri"/>
                          <w:sz w:val="22"/>
                          <w:szCs w:val="22"/>
                        </w:rPr>
                        <w:t>whānau</w:t>
                      </w:r>
                    </w:p>
                    <w:p w:rsidR="00725D43" w:rsidRPr="001413C4" w:rsidRDefault="00725D43" w:rsidP="009D67CF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advocate</w:t>
                      </w:r>
                    </w:p>
                    <w:p w:rsidR="00725D43" w:rsidRPr="001413C4" w:rsidRDefault="00725D43" w:rsidP="009D67CF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other service providers</w:t>
                      </w:r>
                    </w:p>
                  </w:txbxContent>
                </v:textbox>
              </v:shape>
            </w:pict>
          </mc:Fallback>
        </mc:AlternateContent>
      </w:r>
    </w:p>
    <w:p w:rsidR="00AE3B0E" w:rsidRDefault="00AE3B0E" w:rsidP="00825765">
      <w:pPr>
        <w:rPr>
          <w:rFonts w:ascii="Arial" w:hAnsi="Arial" w:cs="Arial"/>
        </w:rPr>
      </w:pPr>
    </w:p>
    <w:p w:rsidR="00AE3B0E" w:rsidRDefault="00702062" w:rsidP="00825765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1824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92074</wp:posOffset>
                </wp:positionV>
                <wp:extent cx="180975" cy="0"/>
                <wp:effectExtent l="0" t="76200" r="9525" b="95250"/>
                <wp:wrapNone/>
                <wp:docPr id="22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F17E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2" o:spid="_x0000_s1026" type="#_x0000_t32" style="position:absolute;margin-left:249.75pt;margin-top:7.25pt;width:14.25pt;height:0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" strokecolor="#4579b8">
                <v:stroke endarrow="open"/>
              </v:shape>
            </w:pict>
          </mc:Fallback>
        </mc:AlternateContent>
      </w:r>
    </w:p>
    <w:p w:rsidR="00AE3B0E" w:rsidRDefault="00702062" w:rsidP="00825765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27940</wp:posOffset>
                </wp:positionV>
                <wp:extent cx="3238500" cy="342900"/>
                <wp:effectExtent l="0" t="0" r="0" b="19050"/>
                <wp:wrapNone/>
                <wp:docPr id="2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BCBCBC"/>
                            </a:gs>
                            <a:gs pos="35001">
                              <a:srgbClr val="D0D0D0"/>
                            </a:gs>
                            <a:gs pos="100000">
                              <a:srgbClr val="EDEDED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D43" w:rsidRPr="001413C4" w:rsidRDefault="00725D43" w:rsidP="0082576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At all times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-6.75pt;margin-top:2.2pt;width:255pt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725D43" w:rsidRPr="001413C4" w:rsidRDefault="00725D43" w:rsidP="00825765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At all times</w:t>
                      </w:r>
                    </w:p>
                  </w:txbxContent>
                </v:textbox>
              </v:shape>
            </w:pict>
          </mc:Fallback>
        </mc:AlternateContent>
      </w:r>
    </w:p>
    <w:p w:rsidR="00AE3B0E" w:rsidRDefault="00AE3B0E" w:rsidP="00825765">
      <w:pPr>
        <w:rPr>
          <w:rFonts w:ascii="Arial" w:hAnsi="Arial" w:cs="Arial"/>
        </w:rPr>
      </w:pPr>
    </w:p>
    <w:p w:rsidR="00AE3B0E" w:rsidRDefault="00702062" w:rsidP="00825765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20320</wp:posOffset>
                </wp:positionV>
                <wp:extent cx="3238500" cy="342900"/>
                <wp:effectExtent l="0" t="0" r="0" b="38100"/>
                <wp:wrapNone/>
                <wp:docPr id="2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BC454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725D43" w:rsidRPr="001413C4" w:rsidRDefault="00725D43" w:rsidP="0082576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Service users/</w:t>
                            </w:r>
                            <w:r w:rsidR="00974B2C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</w:t>
                            </w:r>
                            <w:r w:rsidRPr="001413C4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taff involved with service delivery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margin-left:-6.4pt;margin-top:1.6pt;width:255pt;height:2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" fillcolor="#ffa2a1" strokecolor="#bc4542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725D43" w:rsidRPr="001413C4" w:rsidRDefault="00725D43" w:rsidP="00825765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Service users/</w:t>
                      </w:r>
                      <w:r w:rsidR="00974B2C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</w:t>
                      </w:r>
                      <w:r w:rsidRPr="001413C4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taff involved with service delivery</w:t>
                      </w:r>
                    </w:p>
                  </w:txbxContent>
                </v:textbox>
              </v:shape>
            </w:pict>
          </mc:Fallback>
        </mc:AlternateContent>
      </w:r>
    </w:p>
    <w:p w:rsidR="00AE3B0E" w:rsidRDefault="00AE3B0E" w:rsidP="00825765">
      <w:pPr>
        <w:rPr>
          <w:rFonts w:ascii="Arial" w:hAnsi="Arial" w:cs="Arial"/>
        </w:rPr>
      </w:pPr>
    </w:p>
    <w:p w:rsidR="00AE3B0E" w:rsidRDefault="00702062" w:rsidP="00825765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15240</wp:posOffset>
                </wp:positionV>
                <wp:extent cx="3238500" cy="1676400"/>
                <wp:effectExtent l="0" t="0" r="0" b="38100"/>
                <wp:wrapNone/>
                <wp:docPr id="2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6764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725D43" w:rsidRPr="001413C4" w:rsidRDefault="00EE68F3" w:rsidP="009D67CF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Service users </w:t>
                            </w:r>
                            <w:r w:rsidR="00725D43"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will determine and participate in:</w:t>
                            </w:r>
                          </w:p>
                          <w:p w:rsidR="00725D43" w:rsidRPr="001413C4" w:rsidRDefault="00725D43" w:rsidP="009D67C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hanging="72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goal setting</w:t>
                            </w:r>
                          </w:p>
                          <w:p w:rsidR="00725D43" w:rsidRPr="001413C4" w:rsidRDefault="00725D43" w:rsidP="009D67C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hanging="72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recovery planning</w:t>
                            </w:r>
                          </w:p>
                          <w:p w:rsidR="00725D43" w:rsidRPr="001413C4" w:rsidRDefault="00725D43" w:rsidP="009D67C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hanging="72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relapse prevention plan</w:t>
                            </w:r>
                          </w:p>
                          <w:p w:rsidR="00725D43" w:rsidRPr="001413C4" w:rsidRDefault="00725D43" w:rsidP="009D67C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hanging="72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defining supports</w:t>
                            </w:r>
                          </w:p>
                          <w:p w:rsidR="00725D43" w:rsidRPr="001413C4" w:rsidRDefault="00725D43" w:rsidP="009D67C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hanging="72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de</w:t>
                            </w:r>
                            <w:r w:rsidR="00974B2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termining </w:t>
                            </w: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activities</w:t>
                            </w:r>
                          </w:p>
                          <w:p w:rsidR="00725D43" w:rsidRPr="001413C4" w:rsidRDefault="00725D43" w:rsidP="009D67C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hanging="72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advanced directives</w:t>
                            </w:r>
                          </w:p>
                          <w:p w:rsidR="00725D43" w:rsidRPr="001413C4" w:rsidRDefault="00725D43" w:rsidP="009D67C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hanging="72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collaborative record writing</w:t>
                            </w:r>
                          </w:p>
                          <w:p w:rsidR="00725D43" w:rsidRPr="001413C4" w:rsidRDefault="00725D43" w:rsidP="009D67C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hanging="72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treatment and interventions</w:t>
                            </w:r>
                          </w:p>
                          <w:p w:rsidR="00725D43" w:rsidRPr="001413C4" w:rsidRDefault="00725D43" w:rsidP="009D67CF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:rsidR="00725D43" w:rsidRPr="005276B2" w:rsidRDefault="00725D43" w:rsidP="009D67C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margin-left:-6.4pt;margin-top:1.2pt;width:255pt;height:13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25D43" w:rsidRPr="001413C4" w:rsidRDefault="00EE68F3" w:rsidP="009D67CF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Service users </w:t>
                      </w:r>
                      <w:r w:rsidR="00725D43"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will determine and participate in:</w:t>
                      </w:r>
                    </w:p>
                    <w:p w:rsidR="00725D43" w:rsidRPr="001413C4" w:rsidRDefault="00725D43" w:rsidP="009D67C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360"/>
                        </w:tabs>
                        <w:ind w:hanging="72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goal setting</w:t>
                      </w:r>
                    </w:p>
                    <w:p w:rsidR="00725D43" w:rsidRPr="001413C4" w:rsidRDefault="00725D43" w:rsidP="009D67C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360"/>
                        </w:tabs>
                        <w:ind w:hanging="72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recovery planning</w:t>
                      </w:r>
                    </w:p>
                    <w:p w:rsidR="00725D43" w:rsidRPr="001413C4" w:rsidRDefault="00725D43" w:rsidP="009D67C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360"/>
                        </w:tabs>
                        <w:ind w:hanging="72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relapse prevention plan</w:t>
                      </w:r>
                    </w:p>
                    <w:p w:rsidR="00725D43" w:rsidRPr="001413C4" w:rsidRDefault="00725D43" w:rsidP="009D67C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360"/>
                        </w:tabs>
                        <w:ind w:hanging="72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defining supports</w:t>
                      </w:r>
                    </w:p>
                    <w:p w:rsidR="00725D43" w:rsidRPr="001413C4" w:rsidRDefault="00725D43" w:rsidP="009D67C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360"/>
                        </w:tabs>
                        <w:ind w:hanging="72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de</w:t>
                      </w:r>
                      <w:r w:rsidR="00974B2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termining </w:t>
                      </w: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activities</w:t>
                      </w:r>
                    </w:p>
                    <w:p w:rsidR="00725D43" w:rsidRPr="001413C4" w:rsidRDefault="00725D43" w:rsidP="009D67C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360"/>
                        </w:tabs>
                        <w:ind w:hanging="72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advanced directives</w:t>
                      </w:r>
                    </w:p>
                    <w:p w:rsidR="00725D43" w:rsidRPr="001413C4" w:rsidRDefault="00725D43" w:rsidP="009D67C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360"/>
                        </w:tabs>
                        <w:ind w:hanging="72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collaborative record writing</w:t>
                      </w:r>
                    </w:p>
                    <w:p w:rsidR="00725D43" w:rsidRPr="001413C4" w:rsidRDefault="00725D43" w:rsidP="009D67C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360"/>
                        </w:tabs>
                        <w:ind w:hanging="72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treatment and interventions</w:t>
                      </w:r>
                    </w:p>
                    <w:p w:rsidR="00725D43" w:rsidRPr="001413C4" w:rsidRDefault="00725D43" w:rsidP="009D67CF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:rsidR="00725D43" w:rsidRPr="005276B2" w:rsidRDefault="00725D43" w:rsidP="009D67C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3B0E" w:rsidRPr="002B64DD" w:rsidRDefault="00702062" w:rsidP="00825765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88900</wp:posOffset>
                </wp:positionV>
                <wp:extent cx="2447925" cy="690245"/>
                <wp:effectExtent l="0" t="0" r="9525" b="33655"/>
                <wp:wrapNone/>
                <wp:docPr id="1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6902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725D43" w:rsidRPr="001413C4" w:rsidRDefault="00725D43" w:rsidP="005A7E5E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Service users might sign documents as indication of participation</w:t>
                            </w:r>
                            <w:r w:rsidR="0078556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or do the documentation </w:t>
                            </w:r>
                            <w:r w:rsidR="009B0F3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themselves</w:t>
                            </w: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margin-left:264pt;margin-top:7pt;width:192.75pt;height:54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25D43" w:rsidRPr="001413C4" w:rsidRDefault="00725D43" w:rsidP="005A7E5E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Service users might sign documents as indication of participation</w:t>
                      </w:r>
                      <w:r w:rsidR="0078556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or do the documentation </w:t>
                      </w:r>
                      <w:r w:rsidR="009B0F3A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themselves</w:t>
                      </w: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AE3B0E" w:rsidRDefault="00AE3B0E" w:rsidP="00825765">
      <w:pPr>
        <w:rPr>
          <w:rFonts w:ascii="Arial" w:hAnsi="Arial" w:cs="Arial"/>
        </w:rPr>
      </w:pPr>
    </w:p>
    <w:p w:rsidR="00AE3B0E" w:rsidRDefault="00702062" w:rsidP="00825765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2848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119379</wp:posOffset>
                </wp:positionV>
                <wp:extent cx="180975" cy="0"/>
                <wp:effectExtent l="0" t="76200" r="9525" b="95250"/>
                <wp:wrapNone/>
                <wp:docPr id="18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C5A71" id="Straight Arrow Connector 23" o:spid="_x0000_s1026" type="#_x0000_t32" style="position:absolute;margin-left:249.75pt;margin-top:9.4pt;width:14.25pt;height:0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" strokecolor="#4579b8">
                <v:stroke endarrow="open"/>
              </v:shape>
            </w:pict>
          </mc:Fallback>
        </mc:AlternateContent>
      </w:r>
    </w:p>
    <w:p w:rsidR="00AE3B0E" w:rsidRDefault="00AE3B0E" w:rsidP="00825765">
      <w:pPr>
        <w:rPr>
          <w:rFonts w:ascii="Arial" w:hAnsi="Arial" w:cs="Arial"/>
        </w:rPr>
      </w:pPr>
    </w:p>
    <w:p w:rsidR="00AE3B0E" w:rsidRDefault="00702062" w:rsidP="00825765">
      <w:pPr>
        <w:rPr>
          <w:rFonts w:ascii="Arial" w:hAnsi="Arial" w:cs="Arial"/>
        </w:rPr>
      </w:pPr>
      <w:r w:rsidRPr="000C2049">
        <w:rPr>
          <w:rFonts w:ascii="Arial" w:hAnsi="Arial" w:cs="Arial"/>
          <w:b/>
          <w:noProof/>
          <w:sz w:val="20"/>
          <w:szCs w:val="20"/>
          <w:lang w:val="en-NZ" w:eastAsia="en-NZ"/>
        </w:rPr>
        <w:drawing>
          <wp:inline distT="0" distB="0" distL="0" distR="0">
            <wp:extent cx="342900" cy="180975"/>
            <wp:effectExtent l="0" t="0" r="0" b="0"/>
            <wp:docPr id="1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B0E" w:rsidRDefault="00AE3B0E" w:rsidP="00825765">
      <w:pPr>
        <w:rPr>
          <w:rFonts w:ascii="Arial" w:hAnsi="Arial" w:cs="Arial"/>
        </w:rPr>
      </w:pPr>
    </w:p>
    <w:p w:rsidR="00AE3B0E" w:rsidRDefault="00AE3B0E" w:rsidP="00825765">
      <w:pPr>
        <w:rPr>
          <w:rFonts w:ascii="Arial" w:hAnsi="Arial" w:cs="Arial"/>
        </w:rPr>
      </w:pPr>
    </w:p>
    <w:p w:rsidR="00A55CE4" w:rsidRDefault="00A55CE4" w:rsidP="00825765">
      <w:pPr>
        <w:rPr>
          <w:rFonts w:ascii="Arial" w:hAnsi="Arial" w:cs="Arial"/>
        </w:rPr>
      </w:pPr>
    </w:p>
    <w:p w:rsidR="00A55CE4" w:rsidRDefault="00702062" w:rsidP="00825765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90805</wp:posOffset>
                </wp:positionV>
                <wp:extent cx="5486400" cy="304800"/>
                <wp:effectExtent l="0" t="0" r="0" b="1905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3048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D43" w:rsidRPr="001413C4" w:rsidRDefault="00725D43" w:rsidP="0082576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Personal Privacy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2" type="#_x0000_t202" style="position:absolute;margin-left:12.75pt;margin-top:7.15pt;width:6in;height:2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" fillcolor="#dafda7" stroked="f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25D43" w:rsidRPr="001413C4" w:rsidRDefault="00725D43" w:rsidP="00825765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Personal Privacy</w:t>
                      </w:r>
                    </w:p>
                  </w:txbxContent>
                </v:textbox>
              </v:shape>
            </w:pict>
          </mc:Fallback>
        </mc:AlternateContent>
      </w:r>
    </w:p>
    <w:p w:rsidR="00AE3B0E" w:rsidRDefault="00AE3B0E" w:rsidP="00825765">
      <w:pPr>
        <w:rPr>
          <w:rFonts w:ascii="Arial" w:hAnsi="Arial" w:cs="Arial"/>
        </w:rPr>
      </w:pPr>
    </w:p>
    <w:p w:rsidR="00A55CE4" w:rsidRDefault="00702062" w:rsidP="00825765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47625</wp:posOffset>
                </wp:positionV>
                <wp:extent cx="5486400" cy="342900"/>
                <wp:effectExtent l="0" t="0" r="0" b="19050"/>
                <wp:wrapNone/>
                <wp:docPr id="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BCBCBC"/>
                            </a:gs>
                            <a:gs pos="35001">
                              <a:srgbClr val="D0D0D0"/>
                            </a:gs>
                            <a:gs pos="100000">
                              <a:srgbClr val="EDEDED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D43" w:rsidRPr="001413C4" w:rsidRDefault="00725D43" w:rsidP="0082576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At all times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3" type="#_x0000_t202" style="position:absolute;margin-left:12.75pt;margin-top:3.75pt;width:6in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725D43" w:rsidRPr="001413C4" w:rsidRDefault="00725D43" w:rsidP="00825765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At all times</w:t>
                      </w:r>
                    </w:p>
                  </w:txbxContent>
                </v:textbox>
              </v:shape>
            </w:pict>
          </mc:Fallback>
        </mc:AlternateContent>
      </w:r>
    </w:p>
    <w:p w:rsidR="00A55CE4" w:rsidRDefault="00A55CE4" w:rsidP="00825765">
      <w:pPr>
        <w:rPr>
          <w:rFonts w:ascii="Arial" w:hAnsi="Arial" w:cs="Arial"/>
        </w:rPr>
      </w:pPr>
    </w:p>
    <w:p w:rsidR="00A55CE4" w:rsidRDefault="00702062" w:rsidP="00825765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38100</wp:posOffset>
                </wp:positionV>
                <wp:extent cx="5486400" cy="342900"/>
                <wp:effectExtent l="0" t="0" r="0" b="19050"/>
                <wp:wrapNone/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D43" w:rsidRPr="001413C4" w:rsidRDefault="00725D43" w:rsidP="0082576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Staff </w:t>
                            </w:r>
                            <w:r w:rsidR="00A17BD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and any other service provider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4" type="#_x0000_t202" style="position:absolute;margin-left:12.75pt;margin-top:3pt;width:6in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725D43" w:rsidRPr="001413C4" w:rsidRDefault="00725D43" w:rsidP="00825765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Staff </w:t>
                      </w:r>
                      <w:r w:rsidR="00A17BDF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and any other service provider</w:t>
                      </w:r>
                    </w:p>
                  </w:txbxContent>
                </v:textbox>
              </v:shape>
            </w:pict>
          </mc:Fallback>
        </mc:AlternateContent>
      </w:r>
    </w:p>
    <w:p w:rsidR="00AE3B0E" w:rsidRDefault="00AE3B0E" w:rsidP="00825765">
      <w:pPr>
        <w:rPr>
          <w:rFonts w:ascii="Arial" w:hAnsi="Arial" w:cs="Arial"/>
        </w:rPr>
      </w:pPr>
    </w:p>
    <w:p w:rsidR="00AE3B0E" w:rsidRDefault="00702062" w:rsidP="00825765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26670</wp:posOffset>
                </wp:positionV>
                <wp:extent cx="2743200" cy="2619375"/>
                <wp:effectExtent l="0" t="0" r="0" b="47625"/>
                <wp:wrapNone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619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D43" w:rsidRPr="001413C4" w:rsidRDefault="00725D43" w:rsidP="005B0BB8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Privacy is ensured by the following means:</w:t>
                            </w:r>
                          </w:p>
                          <w:p w:rsidR="00725D43" w:rsidRPr="001413C4" w:rsidRDefault="00A17BDF" w:rsidP="005B0BB8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Single</w:t>
                            </w:r>
                            <w:r w:rsidR="00725D43"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bedrooms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25D43" w:rsidRPr="001413C4" w:rsidRDefault="00A17BDF" w:rsidP="005B0BB8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No</w:t>
                            </w:r>
                            <w:r w:rsidR="00725D43"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sharing of service user’s possessions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25D43" w:rsidRPr="001413C4" w:rsidRDefault="00A17BDF" w:rsidP="005B0BB8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Bathrooms/toilets</w:t>
                            </w:r>
                            <w:r w:rsidR="00725D43"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can be locked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25D43" w:rsidRPr="001413C4" w:rsidRDefault="00A17BDF" w:rsidP="005B0BB8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Internet</w:t>
                            </w:r>
                            <w:r w:rsidR="00725D43"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availability (email)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25D43" w:rsidRPr="001413C4" w:rsidRDefault="00A17BDF" w:rsidP="005B0BB8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Private</w:t>
                            </w:r>
                            <w:r w:rsidR="00725D43"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space for discussion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25D43" w:rsidRPr="001413C4" w:rsidRDefault="00A17BDF" w:rsidP="005B0BB8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Private</w:t>
                            </w:r>
                            <w:r w:rsidR="00725D43"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space for visitors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25D43" w:rsidRPr="001413C4" w:rsidRDefault="00A17BDF" w:rsidP="005B0BB8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Privacy</w:t>
                            </w:r>
                            <w:r w:rsidR="00725D43"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when using the phone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25D43" w:rsidRPr="001413C4" w:rsidRDefault="00A17BDF" w:rsidP="005B0BB8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Only</w:t>
                            </w:r>
                            <w:r w:rsidR="00725D43"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visitors approved by the service user are able to visit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25D43" w:rsidRDefault="00A17BDF" w:rsidP="005B0BB8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Staff/visitors/other</w:t>
                            </w:r>
                            <w:r w:rsidR="00725D43"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service user will knock on door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725D43"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before entering it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25D43" w:rsidRPr="00A17BDF" w:rsidRDefault="00A17BDF" w:rsidP="005B0BB8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A17BD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Giving service users their mail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- </w:t>
                            </w:r>
                            <w:hyperlink r:id="rId13" w:history="1">
                              <w:r w:rsidRPr="00B1126D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unopened</w:t>
                              </w:r>
                            </w:hyperlink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12.75pt;margin-top:2.1pt;width:3in;height:206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" fillcolor="#dafda7" stroked="f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25D43" w:rsidRPr="001413C4" w:rsidRDefault="00725D43" w:rsidP="005B0BB8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Privacy is ensured by the following means:</w:t>
                      </w:r>
                    </w:p>
                    <w:p w:rsidR="00725D43" w:rsidRPr="001413C4" w:rsidRDefault="00A17BDF" w:rsidP="005B0BB8">
                      <w:pPr>
                        <w:numPr>
                          <w:ilvl w:val="0"/>
                          <w:numId w:val="7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Single</w:t>
                      </w:r>
                      <w:r w:rsidR="00725D43"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bedrooms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25D43" w:rsidRPr="001413C4" w:rsidRDefault="00A17BDF" w:rsidP="005B0BB8">
                      <w:pPr>
                        <w:numPr>
                          <w:ilvl w:val="0"/>
                          <w:numId w:val="7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No</w:t>
                      </w:r>
                      <w:r w:rsidR="00725D43"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sharing of service user’s possessions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25D43" w:rsidRPr="001413C4" w:rsidRDefault="00A17BDF" w:rsidP="005B0BB8">
                      <w:pPr>
                        <w:numPr>
                          <w:ilvl w:val="0"/>
                          <w:numId w:val="7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Bathrooms/toilets</w:t>
                      </w:r>
                      <w:r w:rsidR="00725D43"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can be locked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25D43" w:rsidRPr="001413C4" w:rsidRDefault="00A17BDF" w:rsidP="005B0BB8">
                      <w:pPr>
                        <w:numPr>
                          <w:ilvl w:val="0"/>
                          <w:numId w:val="7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Internet</w:t>
                      </w:r>
                      <w:r w:rsidR="00725D43"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availability (email)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25D43" w:rsidRPr="001413C4" w:rsidRDefault="00A17BDF" w:rsidP="005B0BB8">
                      <w:pPr>
                        <w:numPr>
                          <w:ilvl w:val="0"/>
                          <w:numId w:val="7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Private</w:t>
                      </w:r>
                      <w:r w:rsidR="00725D43"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space for discussion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25D43" w:rsidRPr="001413C4" w:rsidRDefault="00A17BDF" w:rsidP="005B0BB8">
                      <w:pPr>
                        <w:numPr>
                          <w:ilvl w:val="0"/>
                          <w:numId w:val="7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Private</w:t>
                      </w:r>
                      <w:r w:rsidR="00725D43"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space for visitors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25D43" w:rsidRPr="001413C4" w:rsidRDefault="00A17BDF" w:rsidP="005B0BB8">
                      <w:pPr>
                        <w:numPr>
                          <w:ilvl w:val="0"/>
                          <w:numId w:val="7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Privacy</w:t>
                      </w:r>
                      <w:r w:rsidR="00725D43"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when using the phone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25D43" w:rsidRPr="001413C4" w:rsidRDefault="00A17BDF" w:rsidP="005B0BB8">
                      <w:pPr>
                        <w:numPr>
                          <w:ilvl w:val="0"/>
                          <w:numId w:val="7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Only</w:t>
                      </w:r>
                      <w:r w:rsidR="00725D43"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visitors approved by the service user are able to visit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25D43" w:rsidRDefault="00A17BDF" w:rsidP="005B0BB8">
                      <w:pPr>
                        <w:numPr>
                          <w:ilvl w:val="0"/>
                          <w:numId w:val="7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Staff/visitors/other</w:t>
                      </w:r>
                      <w:r w:rsidR="00725D43"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service user will knock on door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725D43"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before entering it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25D43" w:rsidRPr="00A17BDF" w:rsidRDefault="00A17BDF" w:rsidP="005B0BB8">
                      <w:pPr>
                        <w:numPr>
                          <w:ilvl w:val="0"/>
                          <w:numId w:val="7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A17BD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Giving service users their mail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- </w:t>
                      </w:r>
                      <w:hyperlink r:id="rId14" w:history="1">
                        <w:r w:rsidRPr="00B1126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unopened</w:t>
                        </w:r>
                      </w:hyperlink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49530</wp:posOffset>
                </wp:positionV>
                <wp:extent cx="2743200" cy="2305050"/>
                <wp:effectExtent l="0" t="0" r="0" b="19050"/>
                <wp:wrapNone/>
                <wp:docPr id="1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3050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D43" w:rsidRPr="001413C4" w:rsidRDefault="00725D43" w:rsidP="002829B0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Privacy is ensured during the following activities:</w:t>
                            </w:r>
                          </w:p>
                          <w:p w:rsidR="00725D43" w:rsidRPr="001413C4" w:rsidRDefault="00536A75" w:rsidP="000339B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Personal</w:t>
                            </w:r>
                            <w:r w:rsidR="00725D43"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care, such as washing, bathing, showering, toileting and dressing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25D43" w:rsidRPr="001413C4" w:rsidRDefault="00536A75" w:rsidP="000339B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Conversations</w:t>
                            </w:r>
                            <w:r w:rsidR="00725D43"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with: service users, other service providers, family, visitors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25D43" w:rsidRPr="001413C4" w:rsidRDefault="00536A75" w:rsidP="000339B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Treatments</w:t>
                            </w:r>
                            <w:r w:rsidR="00725D43"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such as medication administration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, wound care.</w:t>
                            </w:r>
                          </w:p>
                          <w:p w:rsidR="00725D43" w:rsidRPr="001413C4" w:rsidRDefault="00536A75" w:rsidP="000339B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Any</w:t>
                            </w:r>
                            <w:r w:rsidR="00725D43"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other activity the service user identifies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25D43" w:rsidRPr="001413C4" w:rsidRDefault="00536A75" w:rsidP="000339B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36A7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Advanced</w:t>
                            </w:r>
                            <w:r w:rsidR="00725D43" w:rsidRPr="00536A7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directives</w:t>
                            </w:r>
                            <w:r w:rsidR="00725D43" w:rsidRPr="001413C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are to be considered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25D43" w:rsidRPr="001413C4" w:rsidRDefault="00536A75" w:rsidP="000339B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Praying</w:t>
                            </w:r>
                            <w:r w:rsidR="0078556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, meditating,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and exercising.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6" type="#_x0000_t202" style="position:absolute;margin-left:228.75pt;margin-top:3.9pt;width:3in;height:181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" fillcolor="#dafda7" stroked="f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25D43" w:rsidRPr="001413C4" w:rsidRDefault="00725D43" w:rsidP="002829B0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Privacy is ensured during the following activities:</w:t>
                      </w:r>
                    </w:p>
                    <w:p w:rsidR="00725D43" w:rsidRPr="001413C4" w:rsidRDefault="00536A75" w:rsidP="000339B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Personal</w:t>
                      </w:r>
                      <w:r w:rsidR="00725D43"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care, such as washing, bathing, showering, toileting and dressing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25D43" w:rsidRPr="001413C4" w:rsidRDefault="00536A75" w:rsidP="000339B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Conversations</w:t>
                      </w:r>
                      <w:r w:rsidR="00725D43"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with: service users, other service providers, family, visitors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25D43" w:rsidRPr="001413C4" w:rsidRDefault="00536A75" w:rsidP="000339B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Treatments</w:t>
                      </w:r>
                      <w:r w:rsidR="00725D43"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such as medication administration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, wound care.</w:t>
                      </w:r>
                    </w:p>
                    <w:p w:rsidR="00725D43" w:rsidRPr="001413C4" w:rsidRDefault="00536A75" w:rsidP="000339B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>Any</w:t>
                      </w:r>
                      <w:r w:rsidR="00725D43"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other activity the service user identifies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25D43" w:rsidRPr="001413C4" w:rsidRDefault="00536A75" w:rsidP="000339B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36A75">
                        <w:rPr>
                          <w:rFonts w:ascii="Calibri" w:hAnsi="Calibri" w:cs="Calibri"/>
                          <w:sz w:val="22"/>
                          <w:szCs w:val="22"/>
                        </w:rPr>
                        <w:t>Advanced</w:t>
                      </w:r>
                      <w:r w:rsidR="00725D43" w:rsidRPr="00536A7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directives</w:t>
                      </w:r>
                      <w:r w:rsidR="00725D43" w:rsidRPr="001413C4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are to be considered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25D43" w:rsidRPr="001413C4" w:rsidRDefault="00536A75" w:rsidP="000339B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Praying</w:t>
                      </w:r>
                      <w:r w:rsidR="0078556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, meditating,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and exercising.</w:t>
                      </w:r>
                    </w:p>
                  </w:txbxContent>
                </v:textbox>
              </v:shape>
            </w:pict>
          </mc:Fallback>
        </mc:AlternateContent>
      </w:r>
    </w:p>
    <w:p w:rsidR="00AE3B0E" w:rsidRDefault="00AE3B0E" w:rsidP="00825765">
      <w:pPr>
        <w:rPr>
          <w:rFonts w:ascii="Arial" w:hAnsi="Arial" w:cs="Arial"/>
        </w:rPr>
      </w:pPr>
    </w:p>
    <w:p w:rsidR="00AE3B0E" w:rsidRDefault="00AE3B0E" w:rsidP="00825765">
      <w:pPr>
        <w:tabs>
          <w:tab w:val="left" w:pos="577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E3B0E" w:rsidRPr="002B64DD" w:rsidRDefault="00AE3B0E" w:rsidP="00825765">
      <w:pPr>
        <w:rPr>
          <w:rFonts w:ascii="Arial" w:hAnsi="Arial" w:cs="Arial"/>
        </w:rPr>
      </w:pPr>
    </w:p>
    <w:p w:rsidR="00AE3B0E" w:rsidRPr="002B64DD" w:rsidRDefault="00AE3B0E" w:rsidP="00825765">
      <w:pPr>
        <w:rPr>
          <w:rFonts w:ascii="Arial" w:hAnsi="Arial" w:cs="Arial"/>
        </w:rPr>
      </w:pPr>
      <w:r w:rsidRPr="002B64DD">
        <w:rPr>
          <w:rFonts w:ascii="Arial" w:hAnsi="Arial" w:cs="Arial"/>
        </w:rPr>
        <w:t xml:space="preserve">            </w:t>
      </w:r>
    </w:p>
    <w:p w:rsidR="00AE3B0E" w:rsidRPr="002B64DD" w:rsidRDefault="00AE3B0E" w:rsidP="00825765">
      <w:pPr>
        <w:tabs>
          <w:tab w:val="left" w:pos="50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E3B0E" w:rsidRPr="002B64DD" w:rsidRDefault="00AE3B0E" w:rsidP="00825765">
      <w:pPr>
        <w:rPr>
          <w:rFonts w:ascii="Arial" w:hAnsi="Arial" w:cs="Arial"/>
        </w:rPr>
      </w:pPr>
    </w:p>
    <w:p w:rsidR="00AE3B0E" w:rsidRPr="002B64DD" w:rsidRDefault="00AE3B0E" w:rsidP="00825765">
      <w:pPr>
        <w:tabs>
          <w:tab w:val="left" w:pos="519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E3B0E" w:rsidRPr="002B64DD" w:rsidRDefault="00AE3B0E" w:rsidP="00825765">
      <w:pPr>
        <w:tabs>
          <w:tab w:val="left" w:pos="519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E3B0E" w:rsidRPr="002B64DD" w:rsidRDefault="00AE3B0E" w:rsidP="00825765">
      <w:pPr>
        <w:rPr>
          <w:rFonts w:ascii="Arial" w:hAnsi="Arial" w:cs="Arial"/>
        </w:rPr>
      </w:pPr>
    </w:p>
    <w:p w:rsidR="00AE3B0E" w:rsidRPr="002B64DD" w:rsidRDefault="00AE3B0E" w:rsidP="00825765">
      <w:pPr>
        <w:rPr>
          <w:rFonts w:ascii="Arial" w:hAnsi="Arial" w:cs="Arial"/>
        </w:rPr>
      </w:pPr>
    </w:p>
    <w:p w:rsidR="00AE3B0E" w:rsidRDefault="00AE3B0E" w:rsidP="00825765">
      <w:pPr>
        <w:rPr>
          <w:rFonts w:ascii="Arial" w:hAnsi="Arial" w:cs="Arial"/>
        </w:rPr>
      </w:pPr>
    </w:p>
    <w:p w:rsidR="00AE3B0E" w:rsidRDefault="00AE3B0E" w:rsidP="00825765">
      <w:pPr>
        <w:rPr>
          <w:rFonts w:ascii="Arial" w:hAnsi="Arial" w:cs="Arial"/>
        </w:rPr>
      </w:pPr>
    </w:p>
    <w:p w:rsidR="00AE3B0E" w:rsidRDefault="00536A75" w:rsidP="00825765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1101202" wp14:editId="608F8FE5">
                <wp:simplePos x="0" y="0"/>
                <wp:positionH relativeFrom="column">
                  <wp:posOffset>2905125</wp:posOffset>
                </wp:positionH>
                <wp:positionV relativeFrom="paragraph">
                  <wp:posOffset>72390</wp:posOffset>
                </wp:positionV>
                <wp:extent cx="2743200" cy="1466850"/>
                <wp:effectExtent l="0" t="0" r="19050" b="57150"/>
                <wp:wrapNone/>
                <wp:docPr id="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466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536A75" w:rsidRPr="001413C4" w:rsidRDefault="00F320CC" w:rsidP="00536A7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 wp14:anchorId="6BEEDD31" wp14:editId="45A885CE">
                                  <wp:extent cx="2550795" cy="1304925"/>
                                  <wp:effectExtent l="0" t="0" r="1905" b="9525"/>
                                  <wp:docPr id="12" name="Picture 12" descr="Related ima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elated ima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70610" cy="13150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01202" id="Text Box 32" o:spid="_x0000_s1037" type="#_x0000_t202" style="position:absolute;margin-left:228.75pt;margin-top:5.7pt;width:3in;height:115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536A75" w:rsidRPr="001413C4" w:rsidRDefault="00F320CC" w:rsidP="00536A75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 wp14:anchorId="6BEEDD31" wp14:editId="45A885CE">
                            <wp:extent cx="2550795" cy="1304925"/>
                            <wp:effectExtent l="0" t="0" r="1905" b="9525"/>
                            <wp:docPr id="12" name="Picture 12" descr="Related imag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elated imag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70610" cy="13150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E3B0E" w:rsidRDefault="00AE3B0E" w:rsidP="00825765">
      <w:pPr>
        <w:rPr>
          <w:rFonts w:ascii="Arial" w:hAnsi="Arial" w:cs="Arial"/>
        </w:rPr>
      </w:pPr>
    </w:p>
    <w:p w:rsidR="00AE3B0E" w:rsidRDefault="00AE3B0E" w:rsidP="00825765">
      <w:pPr>
        <w:rPr>
          <w:rFonts w:ascii="Arial" w:hAnsi="Arial" w:cs="Arial"/>
        </w:rPr>
      </w:pPr>
    </w:p>
    <w:p w:rsidR="00AE3B0E" w:rsidRDefault="00AE3B0E" w:rsidP="00825765">
      <w:pPr>
        <w:rPr>
          <w:rFonts w:ascii="Arial" w:hAnsi="Arial" w:cs="Arial"/>
        </w:rPr>
      </w:pPr>
    </w:p>
    <w:p w:rsidR="00AE3B0E" w:rsidRDefault="00AE3B0E" w:rsidP="00825765">
      <w:pPr>
        <w:rPr>
          <w:rFonts w:ascii="Arial" w:hAnsi="Arial" w:cs="Arial"/>
        </w:rPr>
      </w:pPr>
    </w:p>
    <w:p w:rsidR="00AE3B0E" w:rsidRDefault="00AE3B0E" w:rsidP="00825765">
      <w:pPr>
        <w:rPr>
          <w:rFonts w:ascii="Arial" w:hAnsi="Arial" w:cs="Arial"/>
        </w:rPr>
      </w:pPr>
    </w:p>
    <w:p w:rsidR="00AE3B0E" w:rsidRDefault="00AE3B0E" w:rsidP="00825765">
      <w:pPr>
        <w:rPr>
          <w:rFonts w:ascii="Arial" w:hAnsi="Arial" w:cs="Arial"/>
        </w:rPr>
      </w:pPr>
    </w:p>
    <w:p w:rsidR="00AE3B0E" w:rsidRDefault="00AE3B0E" w:rsidP="00825765">
      <w:pPr>
        <w:rPr>
          <w:rFonts w:ascii="Arial" w:hAnsi="Arial" w:cs="Arial"/>
        </w:rPr>
      </w:pPr>
    </w:p>
    <w:p w:rsidR="00AE3B0E" w:rsidRDefault="00AE3B0E" w:rsidP="00825765">
      <w:pPr>
        <w:rPr>
          <w:rFonts w:ascii="Arial" w:hAnsi="Arial" w:cs="Arial"/>
        </w:rPr>
      </w:pPr>
    </w:p>
    <w:p w:rsidR="00AE3B0E" w:rsidRDefault="00AE3B0E" w:rsidP="00825765">
      <w:pPr>
        <w:rPr>
          <w:rFonts w:ascii="Arial" w:hAnsi="Arial" w:cs="Arial"/>
        </w:rPr>
      </w:pPr>
    </w:p>
    <w:p w:rsidR="00AE3B0E" w:rsidRDefault="00F320CC" w:rsidP="00825765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187325</wp:posOffset>
                </wp:positionV>
                <wp:extent cx="2981325" cy="285750"/>
                <wp:effectExtent l="0" t="0" r="28575" b="57150"/>
                <wp:wrapNone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725D43" w:rsidRPr="001413C4" w:rsidRDefault="00725D43" w:rsidP="0082576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Dignity and Respect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8" type="#_x0000_t202" style="position:absolute;margin-left:-6pt;margin-top:14.75pt;width:234.75pt;height:2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25D43" w:rsidRPr="001413C4" w:rsidRDefault="00725D43" w:rsidP="00825765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Dignity and Respect</w:t>
                      </w:r>
                    </w:p>
                  </w:txbxContent>
                </v:textbox>
              </v:shape>
            </w:pict>
          </mc:Fallback>
        </mc:AlternateContent>
      </w:r>
    </w:p>
    <w:p w:rsidR="00AE3B0E" w:rsidRDefault="00702062" w:rsidP="00825765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3000374</wp:posOffset>
                </wp:positionH>
                <wp:positionV relativeFrom="paragraph">
                  <wp:posOffset>2540</wp:posOffset>
                </wp:positionV>
                <wp:extent cx="2962275" cy="295275"/>
                <wp:effectExtent l="0" t="0" r="28575" b="66675"/>
                <wp:wrapNone/>
                <wp:docPr id="10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725D43" w:rsidRPr="001413C4" w:rsidRDefault="00DA5F18" w:rsidP="000163D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hyperlink r:id="rId16" w:history="1">
                              <w:r w:rsidR="00725D43" w:rsidRPr="00DA5F18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>Intimacy and Sexuality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36.25pt;margin-top:.2pt;width:233.25pt;height:23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25D43" w:rsidRPr="001413C4" w:rsidRDefault="00DA5F18" w:rsidP="000163D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hyperlink r:id="rId17" w:history="1">
                        <w:r w:rsidR="00725D43" w:rsidRPr="00DA5F18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Intimacy and Sexuality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AE3B0E" w:rsidRPr="002B64DD" w:rsidRDefault="00702062" w:rsidP="00825765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122556</wp:posOffset>
                </wp:positionV>
                <wp:extent cx="6038850" cy="266700"/>
                <wp:effectExtent l="0" t="0" r="19050" b="57150"/>
                <wp:wrapNone/>
                <wp:docPr id="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725D43" w:rsidRPr="001413C4" w:rsidRDefault="00725D43" w:rsidP="000163D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1413C4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At all times</w:t>
                            </w:r>
                          </w:p>
                          <w:p w:rsidR="00725D43" w:rsidRPr="007755E3" w:rsidRDefault="00725D43" w:rsidP="000163D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0" type="#_x0000_t202" style="position:absolute;margin-left:-6pt;margin-top:9.65pt;width:475.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" fillcolor="#f2f2f2 [3052]">
                <v:shadow on="t" color="black" opacity="24903f" origin=",.5" offset="0,.55556mm"/>
                <v:textbox>
                  <w:txbxContent>
                    <w:p w:rsidR="00725D43" w:rsidRPr="001413C4" w:rsidRDefault="00725D43" w:rsidP="000163D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1413C4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At all times</w:t>
                      </w:r>
                    </w:p>
                    <w:p w:rsidR="00725D43" w:rsidRPr="007755E3" w:rsidRDefault="00725D43" w:rsidP="000163D8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3B0E" w:rsidRDefault="00F320CC" w:rsidP="000163D8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213995</wp:posOffset>
                </wp:positionV>
                <wp:extent cx="6038850" cy="342900"/>
                <wp:effectExtent l="0" t="0" r="19050" b="5715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BC454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725D43" w:rsidRPr="001413C4" w:rsidRDefault="008600B9" w:rsidP="000163D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Personnel and other s</w:t>
                            </w:r>
                            <w:r w:rsidR="00725D43" w:rsidRPr="001413C4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ervice providers</w:t>
                            </w:r>
                          </w:p>
                          <w:p w:rsidR="00725D43" w:rsidRPr="007755E3" w:rsidRDefault="00725D43" w:rsidP="008257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1" type="#_x0000_t202" style="position:absolute;margin-left:-6pt;margin-top:16.85pt;width:475.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" fillcolor="#ffa2a1" strokecolor="#bc4542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725D43" w:rsidRPr="001413C4" w:rsidRDefault="008600B9" w:rsidP="000163D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Personnel and other s</w:t>
                      </w:r>
                      <w:r w:rsidR="00725D43" w:rsidRPr="001413C4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ervice providers</w:t>
                      </w:r>
                    </w:p>
                    <w:p w:rsidR="00725D43" w:rsidRPr="007755E3" w:rsidRDefault="00725D43" w:rsidP="0082576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3B0E">
        <w:rPr>
          <w:rFonts w:ascii="Arial" w:hAnsi="Arial" w:cs="Arial"/>
        </w:rPr>
        <w:tab/>
      </w:r>
    </w:p>
    <w:p w:rsidR="00AE3B0E" w:rsidRPr="002B64DD" w:rsidRDefault="00AE3B0E" w:rsidP="000163D8">
      <w:pPr>
        <w:rPr>
          <w:rFonts w:ascii="Arial" w:hAnsi="Arial" w:cs="Arial"/>
        </w:rPr>
      </w:pPr>
    </w:p>
    <w:p w:rsidR="00AE3B0E" w:rsidRDefault="00AE3B0E" w:rsidP="000163D8">
      <w:pPr>
        <w:tabs>
          <w:tab w:val="left" w:pos="4725"/>
        </w:tabs>
        <w:rPr>
          <w:rFonts w:ascii="Arial" w:hAnsi="Arial" w:cs="Arial"/>
        </w:rPr>
      </w:pPr>
    </w:p>
    <w:p w:rsidR="00AE3B0E" w:rsidRDefault="008600B9" w:rsidP="000163D8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40640</wp:posOffset>
                </wp:positionV>
                <wp:extent cx="2686050" cy="2038350"/>
                <wp:effectExtent l="0" t="0" r="19050" b="57150"/>
                <wp:wrapNone/>
                <wp:docPr id="7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0383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725D43" w:rsidRPr="00F320CC" w:rsidRDefault="003A1031" w:rsidP="000C00B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The service </w:t>
                            </w:r>
                            <w:r w:rsidR="00725D43"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acknowledges that service users have the right to intimacy and sexual expression by ensuring the relationship/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25D43"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contact is:</w:t>
                            </w:r>
                          </w:p>
                          <w:p w:rsidR="00725D43" w:rsidRPr="00F320CC" w:rsidRDefault="00613C8E" w:rsidP="000C00B5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Consensual</w:t>
                            </w:r>
                            <w:r w:rsidR="00725D43"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– both parties agree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25D43" w:rsidRPr="00F320CC" w:rsidRDefault="00725D43" w:rsidP="00CF4F37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private – not disturbing other  service  users</w:t>
                            </w:r>
                            <w:r w:rsidR="00EE68F3"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or be disturbed</w:t>
                            </w:r>
                          </w:p>
                          <w:p w:rsidR="00725D43" w:rsidRPr="00F320CC" w:rsidRDefault="00613C8E" w:rsidP="00CF4F37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Considerate</w:t>
                            </w:r>
                            <w:r w:rsidR="00725D43"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– taking into account past experiences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25D43" w:rsidRPr="00613C8E" w:rsidRDefault="00613C8E" w:rsidP="00CF4F37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Safe</w:t>
                            </w:r>
                            <w:r w:rsidR="00725D43"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– refer additionally to </w:t>
                            </w:r>
                            <w:r w:rsidR="00725D43" w:rsidRPr="00613C8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the Abuse and Neglect policy/procedure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2" type="#_x0000_t202" style="position:absolute;margin-left:258pt;margin-top:3.2pt;width:211.5pt;height:160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25D43" w:rsidRPr="00F320CC" w:rsidRDefault="003A1031" w:rsidP="000C00B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The service </w:t>
                      </w:r>
                      <w:r w:rsidR="00725D43"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acknowledges that service users have the right to intimacy and sexual expression by ensuring the relationship/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="00725D43"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contact is:</w:t>
                      </w:r>
                    </w:p>
                    <w:p w:rsidR="00725D43" w:rsidRPr="00F320CC" w:rsidRDefault="00613C8E" w:rsidP="000C00B5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Consensual</w:t>
                      </w:r>
                      <w:r w:rsidR="00725D43"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– both parties agree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25D43" w:rsidRPr="00F320CC" w:rsidRDefault="00725D43" w:rsidP="00CF4F37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private – not disturbing other  service  users</w:t>
                      </w:r>
                      <w:r w:rsidR="00EE68F3"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or be disturbed</w:t>
                      </w:r>
                    </w:p>
                    <w:p w:rsidR="00725D43" w:rsidRPr="00F320CC" w:rsidRDefault="00613C8E" w:rsidP="00CF4F37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Considerate</w:t>
                      </w:r>
                      <w:r w:rsidR="00725D43"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– taking into account past experiences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25D43" w:rsidRPr="00613C8E" w:rsidRDefault="00613C8E" w:rsidP="00CF4F37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Safe</w:t>
                      </w:r>
                      <w:r w:rsidR="00725D43"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– refer additionally to </w:t>
                      </w:r>
                      <w:r w:rsidR="00725D43" w:rsidRPr="00613C8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the Abuse and Neglect policy/procedure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38735</wp:posOffset>
                </wp:positionV>
                <wp:extent cx="2743200" cy="2114550"/>
                <wp:effectExtent l="0" t="0" r="0" b="381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1145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725D43" w:rsidRPr="00F320CC" w:rsidRDefault="00F320CC" w:rsidP="000163D8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The service </w:t>
                            </w:r>
                            <w:r w:rsidR="00725D43"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will:</w:t>
                            </w:r>
                          </w:p>
                          <w:p w:rsidR="00725D43" w:rsidRPr="00F320CC" w:rsidRDefault="008600B9" w:rsidP="000163D8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Address/naming</w:t>
                            </w:r>
                            <w:r w:rsidR="00725D43"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the </w:t>
                            </w:r>
                            <w:r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resident and</w:t>
                            </w:r>
                            <w:r w:rsidR="00725D43"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members of their family/</w:t>
                            </w:r>
                            <w:r w:rsidR="0078556B"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whānau</w:t>
                            </w:r>
                            <w:r w:rsidR="00725D43"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in their preferred way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25D43" w:rsidRPr="00F320CC" w:rsidRDefault="008600B9" w:rsidP="000163D8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</w:t>
                            </w:r>
                            <w:r w:rsidR="00725D43"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ultural/ethnic/religious/social/</w:t>
                            </w:r>
                          </w:p>
                          <w:p w:rsidR="00725D43" w:rsidRPr="00F320CC" w:rsidRDefault="00725D43" w:rsidP="000163D8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="008600B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</w:t>
                            </w:r>
                            <w:r w:rsidR="008600B9"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piritual</w:t>
                            </w:r>
                            <w:r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consideration</w:t>
                            </w:r>
                            <w:r w:rsidR="008600B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</w:t>
                            </w:r>
                            <w:r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will be given</w:t>
                            </w:r>
                            <w:r w:rsidR="008600B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25D43" w:rsidRPr="00F320CC" w:rsidRDefault="008600B9" w:rsidP="000163D8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600B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Independent</w:t>
                            </w:r>
                            <w:r w:rsidR="00725D43" w:rsidRPr="008600B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interpreters</w:t>
                            </w:r>
                            <w:r w:rsidR="00725D43"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are utilised as required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25D43" w:rsidRPr="00F320CC" w:rsidRDefault="008600B9" w:rsidP="000163D8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Refer</w:t>
                            </w:r>
                            <w:r w:rsidR="00725D43"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to </w:t>
                            </w:r>
                            <w:hyperlink r:id="rId18" w:history="1">
                              <w:r w:rsidR="00725D43" w:rsidRPr="00613C8E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cross-cul</w:t>
                              </w:r>
                              <w:r w:rsidR="00725D43" w:rsidRPr="00613C8E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t</w:t>
                              </w:r>
                              <w:r w:rsidR="00725D43" w:rsidRPr="00613C8E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ural resource</w:t>
                              </w:r>
                            </w:hyperlink>
                            <w:r w:rsidR="00725D43" w:rsidRPr="00F320C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as required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25D43" w:rsidRPr="00F45D34" w:rsidRDefault="00725D43" w:rsidP="0082576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43" type="#_x0000_t202" style="position:absolute;margin-left:-6pt;margin-top:3.05pt;width:3in;height:16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25D43" w:rsidRPr="00F320CC" w:rsidRDefault="00F320CC" w:rsidP="000163D8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The service </w:t>
                      </w:r>
                      <w:r w:rsidR="00725D43"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will:</w:t>
                      </w:r>
                    </w:p>
                    <w:p w:rsidR="00725D43" w:rsidRPr="00F320CC" w:rsidRDefault="008600B9" w:rsidP="000163D8">
                      <w:pPr>
                        <w:numPr>
                          <w:ilvl w:val="0"/>
                          <w:numId w:val="11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Address/naming</w:t>
                      </w:r>
                      <w:r w:rsidR="00725D43"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the </w:t>
                      </w:r>
                      <w:r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resident and</w:t>
                      </w:r>
                      <w:r w:rsidR="00725D43"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members of their family/</w:t>
                      </w:r>
                      <w:r w:rsidR="0078556B"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whānau</w:t>
                      </w:r>
                      <w:r w:rsidR="00725D43"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in their preferred way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25D43" w:rsidRPr="00F320CC" w:rsidRDefault="008600B9" w:rsidP="000163D8">
                      <w:pPr>
                        <w:numPr>
                          <w:ilvl w:val="0"/>
                          <w:numId w:val="11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</w:t>
                      </w:r>
                      <w:r w:rsidR="00725D43"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ultural/ethnic/religious/social/</w:t>
                      </w:r>
                    </w:p>
                    <w:p w:rsidR="00725D43" w:rsidRPr="00F320CC" w:rsidRDefault="00725D43" w:rsidP="000163D8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   </w:t>
                      </w:r>
                      <w:r w:rsidR="008600B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</w:t>
                      </w:r>
                      <w:r w:rsidR="008600B9"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piritual</w:t>
                      </w:r>
                      <w:r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consideration</w:t>
                      </w:r>
                      <w:r w:rsidR="008600B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</w:t>
                      </w:r>
                      <w:r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will be given</w:t>
                      </w:r>
                      <w:r w:rsidR="008600B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25D43" w:rsidRPr="00F320CC" w:rsidRDefault="008600B9" w:rsidP="000163D8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8600B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Independent</w:t>
                      </w:r>
                      <w:r w:rsidR="00725D43" w:rsidRPr="008600B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interpreters</w:t>
                      </w:r>
                      <w:r w:rsidR="00725D43"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are utilised as required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25D43" w:rsidRPr="00F320CC" w:rsidRDefault="008600B9" w:rsidP="000163D8">
                      <w:pPr>
                        <w:numPr>
                          <w:ilvl w:val="0"/>
                          <w:numId w:val="11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Refer</w:t>
                      </w:r>
                      <w:r w:rsidR="00725D43"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to </w:t>
                      </w:r>
                      <w:hyperlink r:id="rId19" w:history="1">
                        <w:r w:rsidR="00725D43" w:rsidRPr="00613C8E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cross-cul</w:t>
                        </w:r>
                        <w:r w:rsidR="00725D43" w:rsidRPr="00613C8E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t</w:t>
                        </w:r>
                        <w:r w:rsidR="00725D43" w:rsidRPr="00613C8E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ural resource</w:t>
                        </w:r>
                      </w:hyperlink>
                      <w:r w:rsidR="00725D43" w:rsidRPr="00F320C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as required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725D43" w:rsidRPr="00F45D34" w:rsidRDefault="00725D43" w:rsidP="00825765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3B0E" w:rsidRDefault="00AE3B0E" w:rsidP="000163D8">
      <w:pPr>
        <w:rPr>
          <w:rFonts w:ascii="Arial" w:hAnsi="Arial" w:cs="Arial"/>
        </w:rPr>
      </w:pPr>
    </w:p>
    <w:p w:rsidR="00AE3B0E" w:rsidRDefault="00AE3B0E" w:rsidP="000163D8">
      <w:pPr>
        <w:rPr>
          <w:rFonts w:ascii="Arial" w:hAnsi="Arial" w:cs="Arial"/>
        </w:rPr>
      </w:pPr>
    </w:p>
    <w:p w:rsidR="00AE3B0E" w:rsidRPr="002B64DD" w:rsidRDefault="00AE3B0E" w:rsidP="000163D8">
      <w:pPr>
        <w:rPr>
          <w:rFonts w:ascii="Arial" w:hAnsi="Arial" w:cs="Arial"/>
        </w:rPr>
      </w:pPr>
    </w:p>
    <w:p w:rsidR="00AE3B0E" w:rsidRPr="002B64DD" w:rsidRDefault="00AE3B0E" w:rsidP="000163D8">
      <w:pPr>
        <w:tabs>
          <w:tab w:val="left" w:pos="483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E3B0E" w:rsidRPr="002B64DD" w:rsidRDefault="00AE3B0E" w:rsidP="000163D8">
      <w:pPr>
        <w:rPr>
          <w:rFonts w:ascii="Arial" w:hAnsi="Arial" w:cs="Arial"/>
        </w:rPr>
      </w:pPr>
    </w:p>
    <w:p w:rsidR="00AE3B0E" w:rsidRPr="002B64DD" w:rsidRDefault="00AE3B0E" w:rsidP="000163D8">
      <w:pPr>
        <w:rPr>
          <w:rFonts w:ascii="Arial" w:hAnsi="Arial" w:cs="Arial"/>
        </w:rPr>
      </w:pPr>
    </w:p>
    <w:p w:rsidR="00AE3B0E" w:rsidRPr="002B64DD" w:rsidRDefault="00AE3B0E" w:rsidP="000163D8">
      <w:pPr>
        <w:tabs>
          <w:tab w:val="left" w:pos="7200"/>
        </w:tabs>
        <w:rPr>
          <w:rFonts w:ascii="Arial" w:hAnsi="Arial" w:cs="Arial"/>
        </w:rPr>
      </w:pPr>
      <w:r w:rsidRPr="002B64DD">
        <w:rPr>
          <w:rFonts w:ascii="Arial" w:hAnsi="Arial" w:cs="Arial"/>
        </w:rPr>
        <w:t xml:space="preserve">                                                         </w:t>
      </w:r>
      <w:r w:rsidRPr="002B64DD">
        <w:rPr>
          <w:rFonts w:ascii="Arial" w:hAnsi="Arial" w:cs="Arial"/>
        </w:rPr>
        <w:tab/>
      </w:r>
    </w:p>
    <w:p w:rsidR="00AE3B0E" w:rsidRDefault="00AE3B0E" w:rsidP="000163D8">
      <w:pPr>
        <w:rPr>
          <w:rFonts w:ascii="Arial" w:hAnsi="Arial" w:cs="Arial"/>
        </w:rPr>
      </w:pPr>
    </w:p>
    <w:p w:rsidR="00AE3B0E" w:rsidRDefault="00AE3B0E" w:rsidP="000163D8">
      <w:pPr>
        <w:rPr>
          <w:rFonts w:ascii="Arial" w:hAnsi="Arial" w:cs="Arial"/>
        </w:rPr>
      </w:pPr>
    </w:p>
    <w:p w:rsidR="00AE3B0E" w:rsidRDefault="00AE3B0E" w:rsidP="000163D8">
      <w:pPr>
        <w:rPr>
          <w:rFonts w:ascii="Arial" w:hAnsi="Arial" w:cs="Arial"/>
        </w:rPr>
      </w:pPr>
    </w:p>
    <w:p w:rsidR="00AE3B0E" w:rsidRDefault="00613C8E" w:rsidP="000163D8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11D57FE" wp14:editId="2DC5718F">
                <wp:simplePos x="0" y="0"/>
                <wp:positionH relativeFrom="column">
                  <wp:posOffset>3276600</wp:posOffset>
                </wp:positionH>
                <wp:positionV relativeFrom="paragraph">
                  <wp:posOffset>161290</wp:posOffset>
                </wp:positionV>
                <wp:extent cx="695325" cy="1152525"/>
                <wp:effectExtent l="0" t="0" r="28575" b="66675"/>
                <wp:wrapNone/>
                <wp:docPr id="2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1525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8600B9" w:rsidRPr="001413C4" w:rsidRDefault="00613C8E" w:rsidP="008600B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561975" cy="1104900"/>
                                  <wp:effectExtent l="0" t="0" r="9525" b="0"/>
                                  <wp:docPr id="28" name="Picture 28" descr="Related ima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Related ima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1975" cy="1104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D57FE" id="_x0000_s1044" type="#_x0000_t202" style="position:absolute;margin-left:258pt;margin-top:12.7pt;width:54.75pt;height:90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8600B9" w:rsidRPr="001413C4" w:rsidRDefault="00613C8E" w:rsidP="008600B9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561975" cy="1104900"/>
                            <wp:effectExtent l="0" t="0" r="9525" b="0"/>
                            <wp:docPr id="28" name="Picture 28" descr="Related imag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Related imag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1975" cy="1104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91AA67E" wp14:editId="3E720BF0">
                <wp:simplePos x="0" y="0"/>
                <wp:positionH relativeFrom="column">
                  <wp:posOffset>3971925</wp:posOffset>
                </wp:positionH>
                <wp:positionV relativeFrom="paragraph">
                  <wp:posOffset>170815</wp:posOffset>
                </wp:positionV>
                <wp:extent cx="1990725" cy="1143000"/>
                <wp:effectExtent l="0" t="0" r="28575" b="57150"/>
                <wp:wrapNone/>
                <wp:docPr id="2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1430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613C8E" w:rsidRPr="00613C8E" w:rsidRDefault="00613C8E" w:rsidP="00613C8E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For therapeutic reasons the majority to alcohol and other drug treatment centres do not allow for sexual relationships between service users while in </w:t>
                            </w:r>
                            <w:r w:rsidR="00324164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residential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treatment.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AA67E" id="_x0000_s1045" type="#_x0000_t202" style="position:absolute;margin-left:312.75pt;margin-top:13.45pt;width:156.75pt;height:90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13C8E" w:rsidRPr="00613C8E" w:rsidRDefault="00613C8E" w:rsidP="00613C8E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For therapeutic reasons the majority to alcohol and other drug treatment centres do not allow for sexual relationships between service users while in </w:t>
                      </w:r>
                      <w:r w:rsidR="00324164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residential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treatment.</w:t>
                      </w:r>
                    </w:p>
                  </w:txbxContent>
                </v:textbox>
              </v:shape>
            </w:pict>
          </mc:Fallback>
        </mc:AlternateContent>
      </w:r>
    </w:p>
    <w:p w:rsidR="00AE3B0E" w:rsidRDefault="00AE3B0E" w:rsidP="000163D8">
      <w:pPr>
        <w:rPr>
          <w:rFonts w:ascii="Arial" w:hAnsi="Arial" w:cs="Arial"/>
        </w:rPr>
      </w:pPr>
    </w:p>
    <w:p w:rsidR="00AE3B0E" w:rsidRDefault="00AE3B0E" w:rsidP="000163D8">
      <w:pPr>
        <w:rPr>
          <w:rFonts w:ascii="Arial" w:hAnsi="Arial" w:cs="Arial"/>
        </w:rPr>
      </w:pPr>
    </w:p>
    <w:p w:rsidR="00AE3B0E" w:rsidRDefault="00AE3B0E" w:rsidP="000163D8">
      <w:pPr>
        <w:rPr>
          <w:rFonts w:ascii="Arial" w:hAnsi="Arial" w:cs="Arial"/>
        </w:rPr>
      </w:pPr>
    </w:p>
    <w:p w:rsidR="00613C8E" w:rsidRDefault="00613C8E" w:rsidP="000163D8">
      <w:pPr>
        <w:rPr>
          <w:rFonts w:ascii="Arial" w:hAnsi="Arial" w:cs="Arial"/>
        </w:rPr>
      </w:pPr>
    </w:p>
    <w:p w:rsidR="00613C8E" w:rsidRDefault="00613C8E" w:rsidP="000163D8">
      <w:pPr>
        <w:rPr>
          <w:rFonts w:ascii="Arial" w:hAnsi="Arial" w:cs="Arial"/>
        </w:rPr>
      </w:pPr>
    </w:p>
    <w:p w:rsidR="00613C8E" w:rsidRDefault="00613C8E" w:rsidP="000163D8">
      <w:pPr>
        <w:rPr>
          <w:rFonts w:ascii="Arial" w:hAnsi="Arial" w:cs="Arial"/>
        </w:rPr>
      </w:pPr>
    </w:p>
    <w:p w:rsidR="00613C8E" w:rsidRDefault="00613C8E" w:rsidP="000163D8">
      <w:pPr>
        <w:rPr>
          <w:rFonts w:ascii="Arial" w:hAnsi="Arial" w:cs="Arial"/>
        </w:rPr>
      </w:pPr>
    </w:p>
    <w:p w:rsidR="00613C8E" w:rsidRDefault="00613C8E" w:rsidP="000163D8">
      <w:pPr>
        <w:rPr>
          <w:rFonts w:ascii="Arial" w:hAnsi="Arial" w:cs="Arial"/>
        </w:rPr>
      </w:pPr>
    </w:p>
    <w:p w:rsidR="00613C8E" w:rsidRDefault="00613C8E" w:rsidP="000163D8">
      <w:pPr>
        <w:rPr>
          <w:rFonts w:ascii="Arial" w:hAnsi="Arial" w:cs="Arial"/>
        </w:rPr>
      </w:pPr>
    </w:p>
    <w:p w:rsidR="00613C8E" w:rsidRDefault="00613C8E" w:rsidP="000163D8">
      <w:pPr>
        <w:rPr>
          <w:rFonts w:ascii="Arial" w:hAnsi="Arial" w:cs="Arial"/>
        </w:rPr>
      </w:pPr>
    </w:p>
    <w:p w:rsidR="00AE3B0E" w:rsidRPr="00865BF8" w:rsidRDefault="00AE3B0E" w:rsidP="008B4521"/>
    <w:p w:rsidR="00AE3B0E" w:rsidRDefault="00702062" w:rsidP="008B4521">
      <w:pPr>
        <w:jc w:val="center"/>
      </w:pPr>
      <w:r w:rsidRPr="000C2049">
        <w:rPr>
          <w:noProof/>
          <w:lang w:val="en-NZ" w:eastAsia="en-NZ"/>
        </w:rPr>
        <w:drawing>
          <wp:inline distT="0" distB="0" distL="0" distR="0">
            <wp:extent cx="1381125" cy="1714500"/>
            <wp:effectExtent l="0" t="0" r="0" b="0"/>
            <wp:docPr id="2" name="Picture 5" descr="https://encrypted-tbn2.gstatic.com/images?q=tbn:ANd9GcRWOLoCVzxeamh5J8rWg1FfnNf5oIOKBYewXxZO5i1RbHu_xIHT8anf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2.gstatic.com/images?q=tbn:ANd9GcRWOLoCVzxeamh5J8rWg1FfnNf5oIOKBYewXxZO5i1RbHu_xIHT8anfcA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2049">
        <w:rPr>
          <w:noProof/>
          <w:lang w:val="en-NZ" w:eastAsia="en-NZ"/>
        </w:rPr>
        <w:drawing>
          <wp:inline distT="0" distB="0" distL="0" distR="0">
            <wp:extent cx="1495425" cy="1676400"/>
            <wp:effectExtent l="0" t="0" r="0" b="0"/>
            <wp:docPr id="3" name="Picture 8" descr="http://www.bodhiyoga.net.au/wp-content/uploads/2013/04/384x420xyoga021-935x1024.jpg.pagespeed.ic.A1amUlcZ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bodhiyoga.net.au/wp-content/uploads/2013/04/384x420xyoga021-935x1024.jpg.pagespeed.ic.A1amUlcZd4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2049">
        <w:rPr>
          <w:noProof/>
          <w:lang w:val="en-NZ" w:eastAsia="en-NZ"/>
        </w:rPr>
        <w:drawing>
          <wp:inline distT="0" distB="0" distL="0" distR="0">
            <wp:extent cx="1828800" cy="1666875"/>
            <wp:effectExtent l="0" t="0" r="0" b="0"/>
            <wp:docPr id="4" name="Picture 10" descr="http://www.photo-dictionary.com/photofiles/list/9565/13015Kor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hoto-dictionary.com/photofiles/list/9565/13015Koran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B0E" w:rsidRDefault="00AE3B0E" w:rsidP="006F1D29">
      <w:pPr>
        <w:pStyle w:val="Heading1"/>
      </w:pPr>
    </w:p>
    <w:p w:rsidR="00AE3B0E" w:rsidRDefault="00AE3B0E" w:rsidP="006F1D29"/>
    <w:p w:rsidR="00AE3B0E" w:rsidRDefault="00AE3B0E" w:rsidP="006F1D29"/>
    <w:p w:rsidR="00AE3B0E" w:rsidRDefault="00AE3B0E" w:rsidP="006F1D29"/>
    <w:p w:rsidR="00AE3B0E" w:rsidRDefault="00AE3B0E" w:rsidP="006F1D29"/>
    <w:p w:rsidR="00AE3B0E" w:rsidRDefault="00AE3B0E" w:rsidP="006F1D29"/>
    <w:p w:rsidR="00AE3B0E" w:rsidRDefault="00AE3B0E" w:rsidP="006F1D29"/>
    <w:p w:rsidR="00AE3B0E" w:rsidRDefault="00AE3B0E" w:rsidP="006F1D29"/>
    <w:p w:rsidR="00AE3B0E" w:rsidRDefault="00AE3B0E" w:rsidP="006F1D29"/>
    <w:p w:rsidR="00AE3B0E" w:rsidRDefault="00AE3B0E" w:rsidP="006F1D29"/>
    <w:p w:rsidR="00AE3B0E" w:rsidRDefault="00AE3B0E" w:rsidP="006F1D29"/>
    <w:p w:rsidR="00AE3B0E" w:rsidRPr="001B5AE5" w:rsidRDefault="00DA5F18" w:rsidP="006F1D29">
      <w:pPr>
        <w:pStyle w:val="Heading1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C</w:t>
      </w:r>
      <w:bookmarkStart w:id="0" w:name="_GoBack"/>
      <w:bookmarkEnd w:id="0"/>
      <w:r w:rsidR="00AE3B0E" w:rsidRPr="001B5AE5">
        <w:rPr>
          <w:rFonts w:ascii="Calibri" w:hAnsi="Calibri" w:cs="Calibri"/>
          <w:color w:val="auto"/>
        </w:rPr>
        <w:t>onsultation</w:t>
      </w:r>
    </w:p>
    <w:p w:rsidR="0078556B" w:rsidRPr="0078556B" w:rsidRDefault="0078556B" w:rsidP="0078556B">
      <w:pPr>
        <w:tabs>
          <w:tab w:val="left" w:pos="4725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304"/>
      </w:tblGrid>
      <w:tr w:rsidR="0078556B" w:rsidRPr="0078556B" w:rsidTr="000C2049">
        <w:tc>
          <w:tcPr>
            <w:tcW w:w="4077" w:type="dxa"/>
            <w:shd w:val="clear" w:color="auto" w:fill="auto"/>
          </w:tcPr>
          <w:p w:rsidR="0078556B" w:rsidRPr="00AC3573" w:rsidRDefault="0078556B" w:rsidP="000C2049">
            <w:pPr>
              <w:tabs>
                <w:tab w:val="left" w:pos="472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AC3573">
              <w:rPr>
                <w:rFonts w:asciiTheme="minorHAnsi" w:hAnsiTheme="minorHAnsi" w:cstheme="minorHAnsi"/>
                <w:sz w:val="22"/>
                <w:szCs w:val="22"/>
              </w:rPr>
              <w:t>Group/Role</w:t>
            </w:r>
          </w:p>
        </w:tc>
        <w:tc>
          <w:tcPr>
            <w:tcW w:w="2304" w:type="dxa"/>
            <w:shd w:val="clear" w:color="auto" w:fill="auto"/>
          </w:tcPr>
          <w:p w:rsidR="0078556B" w:rsidRPr="00AC3573" w:rsidRDefault="0078556B" w:rsidP="000C2049">
            <w:pPr>
              <w:tabs>
                <w:tab w:val="left" w:pos="472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AC3573">
              <w:rPr>
                <w:rFonts w:asciiTheme="minorHAnsi" w:hAnsiTheme="minorHAnsi" w:cstheme="minorHAnsi"/>
                <w:sz w:val="22"/>
                <w:szCs w:val="22"/>
              </w:rPr>
              <w:t>Date</w:t>
            </w:r>
          </w:p>
        </w:tc>
      </w:tr>
      <w:tr w:rsidR="0078556B" w:rsidRPr="0078556B" w:rsidTr="000C2049">
        <w:tc>
          <w:tcPr>
            <w:tcW w:w="4077" w:type="dxa"/>
            <w:shd w:val="clear" w:color="auto" w:fill="auto"/>
          </w:tcPr>
          <w:p w:rsidR="0078556B" w:rsidRPr="000C2049" w:rsidRDefault="0078556B" w:rsidP="000C2049">
            <w:pPr>
              <w:tabs>
                <w:tab w:val="left" w:pos="47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4" w:type="dxa"/>
            <w:shd w:val="clear" w:color="auto" w:fill="auto"/>
          </w:tcPr>
          <w:p w:rsidR="0078556B" w:rsidRPr="000C2049" w:rsidRDefault="0078556B" w:rsidP="000C2049">
            <w:pPr>
              <w:tabs>
                <w:tab w:val="left" w:pos="47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556B" w:rsidRPr="0078556B" w:rsidTr="000C2049">
        <w:tc>
          <w:tcPr>
            <w:tcW w:w="4077" w:type="dxa"/>
            <w:shd w:val="clear" w:color="auto" w:fill="auto"/>
          </w:tcPr>
          <w:p w:rsidR="0078556B" w:rsidRPr="000C2049" w:rsidRDefault="0078556B" w:rsidP="000C2049">
            <w:pPr>
              <w:tabs>
                <w:tab w:val="left" w:pos="47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4" w:type="dxa"/>
            <w:shd w:val="clear" w:color="auto" w:fill="auto"/>
          </w:tcPr>
          <w:p w:rsidR="0078556B" w:rsidRPr="000C2049" w:rsidRDefault="0078556B" w:rsidP="000C2049">
            <w:pPr>
              <w:tabs>
                <w:tab w:val="left" w:pos="47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556B" w:rsidRPr="0078556B" w:rsidTr="000C2049">
        <w:tc>
          <w:tcPr>
            <w:tcW w:w="4077" w:type="dxa"/>
            <w:shd w:val="clear" w:color="auto" w:fill="auto"/>
          </w:tcPr>
          <w:p w:rsidR="0078556B" w:rsidRPr="000C2049" w:rsidRDefault="0078556B" w:rsidP="000C2049">
            <w:pPr>
              <w:tabs>
                <w:tab w:val="left" w:pos="47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4" w:type="dxa"/>
            <w:shd w:val="clear" w:color="auto" w:fill="auto"/>
          </w:tcPr>
          <w:p w:rsidR="0078556B" w:rsidRPr="000C2049" w:rsidRDefault="0078556B" w:rsidP="000C2049">
            <w:pPr>
              <w:tabs>
                <w:tab w:val="left" w:pos="472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556B" w:rsidRPr="0078556B" w:rsidTr="000C2049">
        <w:tc>
          <w:tcPr>
            <w:tcW w:w="4077" w:type="dxa"/>
            <w:shd w:val="clear" w:color="auto" w:fill="auto"/>
          </w:tcPr>
          <w:p w:rsidR="0078556B" w:rsidRPr="000C2049" w:rsidRDefault="0078556B" w:rsidP="000C2049">
            <w:pPr>
              <w:tabs>
                <w:tab w:val="left" w:pos="4725"/>
              </w:tabs>
              <w:rPr>
                <w:rFonts w:ascii="Arial" w:hAnsi="Arial" w:cs="Arial"/>
              </w:rPr>
            </w:pPr>
          </w:p>
        </w:tc>
        <w:tc>
          <w:tcPr>
            <w:tcW w:w="2304" w:type="dxa"/>
            <w:shd w:val="clear" w:color="auto" w:fill="auto"/>
          </w:tcPr>
          <w:p w:rsidR="0078556B" w:rsidRPr="000C2049" w:rsidRDefault="0078556B" w:rsidP="000C2049">
            <w:pPr>
              <w:tabs>
                <w:tab w:val="left" w:pos="4725"/>
              </w:tabs>
              <w:rPr>
                <w:rFonts w:ascii="Arial" w:hAnsi="Arial" w:cs="Arial"/>
              </w:rPr>
            </w:pPr>
          </w:p>
        </w:tc>
      </w:tr>
      <w:tr w:rsidR="0078556B" w:rsidRPr="0078556B" w:rsidTr="000C2049">
        <w:tc>
          <w:tcPr>
            <w:tcW w:w="4077" w:type="dxa"/>
            <w:shd w:val="clear" w:color="auto" w:fill="auto"/>
          </w:tcPr>
          <w:p w:rsidR="0078556B" w:rsidRPr="000C2049" w:rsidRDefault="0078556B" w:rsidP="000C2049">
            <w:pPr>
              <w:tabs>
                <w:tab w:val="left" w:pos="4725"/>
              </w:tabs>
              <w:rPr>
                <w:rFonts w:ascii="Arial" w:hAnsi="Arial" w:cs="Arial"/>
              </w:rPr>
            </w:pPr>
          </w:p>
        </w:tc>
        <w:tc>
          <w:tcPr>
            <w:tcW w:w="2304" w:type="dxa"/>
            <w:shd w:val="clear" w:color="auto" w:fill="auto"/>
          </w:tcPr>
          <w:p w:rsidR="0078556B" w:rsidRPr="000C2049" w:rsidRDefault="0078556B" w:rsidP="000C2049">
            <w:pPr>
              <w:tabs>
                <w:tab w:val="left" w:pos="4725"/>
              </w:tabs>
              <w:rPr>
                <w:rFonts w:ascii="Arial" w:hAnsi="Arial" w:cs="Arial"/>
              </w:rPr>
            </w:pPr>
          </w:p>
        </w:tc>
      </w:tr>
    </w:tbl>
    <w:p w:rsidR="00AE3B0E" w:rsidRDefault="00AE3B0E" w:rsidP="00825765">
      <w:pPr>
        <w:tabs>
          <w:tab w:val="left" w:pos="472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E3B0E" w:rsidRDefault="00AE3B0E" w:rsidP="00825765">
      <w:pPr>
        <w:rPr>
          <w:rFonts w:ascii="Arial" w:hAnsi="Arial" w:cs="Arial"/>
        </w:rPr>
      </w:pPr>
    </w:p>
    <w:p w:rsidR="00AE3B0E" w:rsidRDefault="00AE3B0E" w:rsidP="00825765">
      <w:pPr>
        <w:rPr>
          <w:rFonts w:ascii="Arial" w:hAnsi="Arial" w:cs="Arial"/>
        </w:rPr>
      </w:pPr>
    </w:p>
    <w:p w:rsidR="00AE3B0E" w:rsidRDefault="00AE3B0E" w:rsidP="00825765">
      <w:pPr>
        <w:rPr>
          <w:rFonts w:ascii="Arial" w:hAnsi="Arial" w:cs="Arial"/>
        </w:rPr>
      </w:pPr>
    </w:p>
    <w:p w:rsidR="00AE3B0E" w:rsidRPr="002B64DD" w:rsidRDefault="00AE3B0E" w:rsidP="00825765">
      <w:pPr>
        <w:rPr>
          <w:rFonts w:ascii="Arial" w:hAnsi="Arial" w:cs="Arial"/>
        </w:rPr>
      </w:pPr>
    </w:p>
    <w:p w:rsidR="00AE3B0E" w:rsidRPr="002B64DD" w:rsidRDefault="00AE3B0E" w:rsidP="00825765">
      <w:pPr>
        <w:tabs>
          <w:tab w:val="left" w:pos="483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E3B0E" w:rsidRPr="002B64DD" w:rsidRDefault="00AE3B0E" w:rsidP="00825765">
      <w:pPr>
        <w:rPr>
          <w:rFonts w:ascii="Arial" w:hAnsi="Arial" w:cs="Arial"/>
        </w:rPr>
      </w:pPr>
    </w:p>
    <w:p w:rsidR="00AE3B0E" w:rsidRPr="002B64DD" w:rsidRDefault="00AE3B0E" w:rsidP="00825765">
      <w:pPr>
        <w:rPr>
          <w:rFonts w:ascii="Arial" w:hAnsi="Arial" w:cs="Arial"/>
        </w:rPr>
      </w:pPr>
    </w:p>
    <w:p w:rsidR="00AE3B0E" w:rsidRPr="002B64DD" w:rsidRDefault="00AE3B0E" w:rsidP="00825765">
      <w:pPr>
        <w:tabs>
          <w:tab w:val="left" w:pos="7200"/>
        </w:tabs>
        <w:rPr>
          <w:rFonts w:ascii="Arial" w:hAnsi="Arial" w:cs="Arial"/>
        </w:rPr>
      </w:pPr>
      <w:r w:rsidRPr="002B64DD">
        <w:rPr>
          <w:rFonts w:ascii="Arial" w:hAnsi="Arial" w:cs="Arial"/>
        </w:rPr>
        <w:t xml:space="preserve">                                                         </w:t>
      </w:r>
      <w:r w:rsidRPr="002B64DD">
        <w:rPr>
          <w:rFonts w:ascii="Arial" w:hAnsi="Arial" w:cs="Arial"/>
        </w:rPr>
        <w:tab/>
      </w:r>
    </w:p>
    <w:p w:rsidR="00AE3B0E" w:rsidRPr="002B64DD" w:rsidRDefault="00AE3B0E" w:rsidP="00825765">
      <w:pPr>
        <w:rPr>
          <w:rFonts w:ascii="Arial" w:hAnsi="Arial" w:cs="Arial"/>
        </w:rPr>
      </w:pPr>
    </w:p>
    <w:p w:rsidR="00AE3B0E" w:rsidRDefault="00AE3B0E" w:rsidP="00825765">
      <w:pPr>
        <w:rPr>
          <w:rFonts w:ascii="Arial" w:hAnsi="Arial" w:cs="Arial"/>
        </w:rPr>
      </w:pPr>
    </w:p>
    <w:p w:rsidR="00AE3B0E" w:rsidRPr="0068369A" w:rsidRDefault="00AE3B0E" w:rsidP="00825765">
      <w:pPr>
        <w:rPr>
          <w:rFonts w:ascii="Arial" w:hAnsi="Arial" w:cs="Arial"/>
        </w:rPr>
      </w:pPr>
    </w:p>
    <w:p w:rsidR="00AE3B0E" w:rsidRPr="0068369A" w:rsidRDefault="00AE3B0E" w:rsidP="00825765">
      <w:pPr>
        <w:rPr>
          <w:rFonts w:ascii="Arial" w:hAnsi="Arial" w:cs="Arial"/>
        </w:rPr>
      </w:pPr>
    </w:p>
    <w:p w:rsidR="00AE3B0E" w:rsidRPr="0068369A" w:rsidRDefault="00AE3B0E" w:rsidP="00825765">
      <w:pPr>
        <w:rPr>
          <w:rFonts w:ascii="Arial" w:hAnsi="Arial" w:cs="Arial"/>
        </w:rPr>
      </w:pPr>
    </w:p>
    <w:p w:rsidR="00AE3B0E" w:rsidRDefault="00AE3B0E"/>
    <w:sectPr w:rsidR="00AE3B0E" w:rsidSect="00833FB8">
      <w:headerReference w:type="default" r:id="rId24"/>
      <w:footerReference w:type="default" r:id="rId25"/>
      <w:pgSz w:w="11906" w:h="16838"/>
      <w:pgMar w:top="1440" w:right="1286" w:bottom="1134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FA5" w:rsidRDefault="00DB3FA5">
      <w:r>
        <w:separator/>
      </w:r>
    </w:p>
  </w:endnote>
  <w:endnote w:type="continuationSeparator" w:id="0">
    <w:p w:rsidR="00DB3FA5" w:rsidRDefault="00DB3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98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833FB8" w:rsidRPr="002346A3" w:rsidTr="00E637F3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33FB8" w:rsidRPr="002346A3" w:rsidRDefault="00833FB8" w:rsidP="00833FB8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33FB8" w:rsidRPr="002346A3" w:rsidRDefault="00833FB8" w:rsidP="00833FB8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33FB8" w:rsidRPr="002346A3" w:rsidRDefault="00833FB8" w:rsidP="00833FB8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33FB8" w:rsidRPr="002346A3" w:rsidRDefault="00833FB8" w:rsidP="00833FB8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33FB8" w:rsidRPr="002346A3" w:rsidRDefault="00833FB8" w:rsidP="00833FB8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33FB8" w:rsidRPr="002346A3" w:rsidRDefault="00833FB8" w:rsidP="00833FB8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833FB8" w:rsidRPr="002346A3" w:rsidRDefault="00833FB8" w:rsidP="00833FB8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833FB8" w:rsidRPr="002346A3" w:rsidRDefault="00833FB8" w:rsidP="00833FB8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60" w:type="dxa"/>
        </w:tcPr>
        <w:p w:rsidR="00833FB8" w:rsidRPr="002346A3" w:rsidRDefault="00833FB8" w:rsidP="00833FB8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833FB8" w:rsidRPr="002346A3" w:rsidRDefault="00833FB8" w:rsidP="00833FB8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725D43" w:rsidRDefault="00725D43" w:rsidP="001413C4">
    <w:pPr>
      <w:pStyle w:val="Footer"/>
      <w:tabs>
        <w:tab w:val="left" w:pos="6930"/>
        <w:tab w:val="right" w:pos="9180"/>
      </w:tabs>
      <w:jc w:val="center"/>
    </w:pPr>
  </w:p>
  <w:p w:rsidR="00725D43" w:rsidRDefault="00725D43" w:rsidP="003E5737">
    <w:pPr>
      <w:pStyle w:val="Footer"/>
      <w:tabs>
        <w:tab w:val="left" w:pos="6930"/>
        <w:tab w:val="right" w:pos="918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FA5" w:rsidRDefault="00DB3FA5">
      <w:r>
        <w:separator/>
      </w:r>
    </w:p>
  </w:footnote>
  <w:footnote w:type="continuationSeparator" w:id="0">
    <w:p w:rsidR="00DB3FA5" w:rsidRDefault="00DB3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20C" w:rsidRDefault="007A320C" w:rsidP="007A320C">
    <w:pPr>
      <w:pStyle w:val="Header"/>
    </w:pPr>
  </w:p>
  <w:p w:rsidR="007A320C" w:rsidRPr="00833C00" w:rsidRDefault="007A320C" w:rsidP="007A320C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037C3D" wp14:editId="0EC1FFF6">
              <wp:simplePos x="0" y="0"/>
              <wp:positionH relativeFrom="column">
                <wp:posOffset>-655320</wp:posOffset>
              </wp:positionH>
              <wp:positionV relativeFrom="paragraph">
                <wp:posOffset>-163830</wp:posOffset>
              </wp:positionV>
              <wp:extent cx="1085850" cy="304800"/>
              <wp:effectExtent l="0" t="0" r="0" b="0"/>
              <wp:wrapNone/>
              <wp:docPr id="38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A320C" w:rsidRPr="000C6D3F" w:rsidRDefault="007A320C" w:rsidP="007A320C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</w:pPr>
                          <w:r w:rsidRPr="000C6D3F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037C3D"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46" type="#_x0000_t202" style="position:absolute;left:0;text-align:left;margin-left:-51.6pt;margin-top:-12.9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" stroked="f">
              <v:textbox>
                <w:txbxContent>
                  <w:p w:rsidR="007A320C" w:rsidRPr="000C6D3F" w:rsidRDefault="007A320C" w:rsidP="007A320C">
                    <w:p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0C6D3F">
                      <w:rPr>
                        <w:rFonts w:asciiTheme="minorHAnsi" w:hAnsiTheme="minorHAnsi" w:cstheme="minorHAnsi"/>
                        <w:sz w:val="22"/>
                        <w:szCs w:val="22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DA5F18">
      <w:rPr>
        <w:rFonts w:asciiTheme="minorHAnsi" w:hAnsiTheme="minorHAnsi" w:cstheme="minorHAnsi"/>
        <w:bCs/>
        <w:noProof/>
      </w:rPr>
      <w:t>3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DA5F18">
      <w:rPr>
        <w:rFonts w:asciiTheme="minorHAnsi" w:hAnsiTheme="minorHAnsi" w:cstheme="minorHAnsi"/>
        <w:bCs/>
        <w:noProof/>
      </w:rPr>
      <w:t>3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725D43" w:rsidRDefault="007A320C" w:rsidP="007A320C">
    <w:pPr>
      <w:pStyle w:val="Header"/>
      <w:jc w:val="center"/>
    </w:pPr>
    <w:r>
      <w:rPr>
        <w:rFonts w:asciiTheme="minorHAnsi" w:hAnsiTheme="minorHAnsi" w:cstheme="minorHAnsi"/>
        <w:b/>
        <w:sz w:val="28"/>
        <w:szCs w:val="28"/>
      </w:rPr>
      <w:t>Independence/Privacy/Dignity/Respect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B0EB4"/>
    <w:multiLevelType w:val="hybridMultilevel"/>
    <w:tmpl w:val="61B034C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5A0648"/>
    <w:multiLevelType w:val="hybridMultilevel"/>
    <w:tmpl w:val="5BFC555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35B0897"/>
    <w:multiLevelType w:val="hybridMultilevel"/>
    <w:tmpl w:val="844CDD3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F62EB0"/>
    <w:multiLevelType w:val="hybridMultilevel"/>
    <w:tmpl w:val="8516289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CD51B4F"/>
    <w:multiLevelType w:val="hybridMultilevel"/>
    <w:tmpl w:val="E096A06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D45F47"/>
    <w:multiLevelType w:val="hybridMultilevel"/>
    <w:tmpl w:val="03147FB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1D323A7"/>
    <w:multiLevelType w:val="hybridMultilevel"/>
    <w:tmpl w:val="CA30186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76034B"/>
    <w:multiLevelType w:val="hybridMultilevel"/>
    <w:tmpl w:val="F18E56C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6022601"/>
    <w:multiLevelType w:val="hybridMultilevel"/>
    <w:tmpl w:val="5508672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D75AF0"/>
    <w:multiLevelType w:val="hybridMultilevel"/>
    <w:tmpl w:val="E25EBF8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26E44A9"/>
    <w:multiLevelType w:val="hybridMultilevel"/>
    <w:tmpl w:val="9D00930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70672C4"/>
    <w:multiLevelType w:val="hybridMultilevel"/>
    <w:tmpl w:val="34809A2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FE67268"/>
    <w:multiLevelType w:val="hybridMultilevel"/>
    <w:tmpl w:val="B352F7B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6"/>
  </w:num>
  <w:num w:numId="9">
    <w:abstractNumId w:val="0"/>
  </w:num>
  <w:num w:numId="10">
    <w:abstractNumId w:val="7"/>
  </w:num>
  <w:num w:numId="11">
    <w:abstractNumId w:val="9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018"/>
    <w:rsid w:val="000163D8"/>
    <w:rsid w:val="00021824"/>
    <w:rsid w:val="00032C5D"/>
    <w:rsid w:val="000339BB"/>
    <w:rsid w:val="00035598"/>
    <w:rsid w:val="00092D1F"/>
    <w:rsid w:val="000B1D80"/>
    <w:rsid w:val="000C00B5"/>
    <w:rsid w:val="000C2049"/>
    <w:rsid w:val="000D4E64"/>
    <w:rsid w:val="000F74AD"/>
    <w:rsid w:val="0011049D"/>
    <w:rsid w:val="00120F20"/>
    <w:rsid w:val="001348C6"/>
    <w:rsid w:val="00135D42"/>
    <w:rsid w:val="001413C4"/>
    <w:rsid w:val="001507AE"/>
    <w:rsid w:val="00197DF4"/>
    <w:rsid w:val="001B5AE5"/>
    <w:rsid w:val="001D233F"/>
    <w:rsid w:val="00234709"/>
    <w:rsid w:val="00257324"/>
    <w:rsid w:val="002811F3"/>
    <w:rsid w:val="002829B0"/>
    <w:rsid w:val="00283C3C"/>
    <w:rsid w:val="002A126A"/>
    <w:rsid w:val="002A3825"/>
    <w:rsid w:val="002A7D28"/>
    <w:rsid w:val="002B0D83"/>
    <w:rsid w:val="002B64DD"/>
    <w:rsid w:val="002B7637"/>
    <w:rsid w:val="002C703B"/>
    <w:rsid w:val="00324164"/>
    <w:rsid w:val="003A1031"/>
    <w:rsid w:val="003E5737"/>
    <w:rsid w:val="00410CBE"/>
    <w:rsid w:val="00417AC0"/>
    <w:rsid w:val="00427E34"/>
    <w:rsid w:val="00463291"/>
    <w:rsid w:val="004C0133"/>
    <w:rsid w:val="004F32AA"/>
    <w:rsid w:val="005276B2"/>
    <w:rsid w:val="00536A75"/>
    <w:rsid w:val="00542BE1"/>
    <w:rsid w:val="00555DE9"/>
    <w:rsid w:val="00563D6F"/>
    <w:rsid w:val="00585CA9"/>
    <w:rsid w:val="005A7E5E"/>
    <w:rsid w:val="005B0BB8"/>
    <w:rsid w:val="005C1D0A"/>
    <w:rsid w:val="00603544"/>
    <w:rsid w:val="00613C8E"/>
    <w:rsid w:val="0062276B"/>
    <w:rsid w:val="0068369A"/>
    <w:rsid w:val="006A3069"/>
    <w:rsid w:val="006B2177"/>
    <w:rsid w:val="006B6807"/>
    <w:rsid w:val="006F1D29"/>
    <w:rsid w:val="00702062"/>
    <w:rsid w:val="007079C4"/>
    <w:rsid w:val="007112CE"/>
    <w:rsid w:val="00715220"/>
    <w:rsid w:val="00724308"/>
    <w:rsid w:val="00725D43"/>
    <w:rsid w:val="0074253A"/>
    <w:rsid w:val="00770B84"/>
    <w:rsid w:val="007755E3"/>
    <w:rsid w:val="0078556B"/>
    <w:rsid w:val="007A320C"/>
    <w:rsid w:val="007C313C"/>
    <w:rsid w:val="0081242C"/>
    <w:rsid w:val="00823385"/>
    <w:rsid w:val="00825765"/>
    <w:rsid w:val="00833FB8"/>
    <w:rsid w:val="008600B9"/>
    <w:rsid w:val="00865BF8"/>
    <w:rsid w:val="00896AFA"/>
    <w:rsid w:val="008B17E8"/>
    <w:rsid w:val="008B4521"/>
    <w:rsid w:val="008E6C59"/>
    <w:rsid w:val="008F766C"/>
    <w:rsid w:val="00915018"/>
    <w:rsid w:val="00924C9E"/>
    <w:rsid w:val="00945B1E"/>
    <w:rsid w:val="00945BC7"/>
    <w:rsid w:val="00966F8E"/>
    <w:rsid w:val="00974B2C"/>
    <w:rsid w:val="00985950"/>
    <w:rsid w:val="009B0F3A"/>
    <w:rsid w:val="009C1086"/>
    <w:rsid w:val="009C216F"/>
    <w:rsid w:val="009D67CF"/>
    <w:rsid w:val="00A02109"/>
    <w:rsid w:val="00A0583F"/>
    <w:rsid w:val="00A17BDF"/>
    <w:rsid w:val="00A55CE4"/>
    <w:rsid w:val="00AA6E9C"/>
    <w:rsid w:val="00AC1029"/>
    <w:rsid w:val="00AC3573"/>
    <w:rsid w:val="00AD35C6"/>
    <w:rsid w:val="00AD57F7"/>
    <w:rsid w:val="00AE3B0E"/>
    <w:rsid w:val="00AF487A"/>
    <w:rsid w:val="00AF71ED"/>
    <w:rsid w:val="00B05279"/>
    <w:rsid w:val="00B1126D"/>
    <w:rsid w:val="00B25076"/>
    <w:rsid w:val="00B37ECE"/>
    <w:rsid w:val="00B37FE8"/>
    <w:rsid w:val="00B440CF"/>
    <w:rsid w:val="00B570C5"/>
    <w:rsid w:val="00B6299B"/>
    <w:rsid w:val="00B87CF3"/>
    <w:rsid w:val="00BD0779"/>
    <w:rsid w:val="00BD294C"/>
    <w:rsid w:val="00BD32B7"/>
    <w:rsid w:val="00C30CF5"/>
    <w:rsid w:val="00C4617C"/>
    <w:rsid w:val="00C504C9"/>
    <w:rsid w:val="00C60A7F"/>
    <w:rsid w:val="00C64FCB"/>
    <w:rsid w:val="00C876D5"/>
    <w:rsid w:val="00C91780"/>
    <w:rsid w:val="00CA0392"/>
    <w:rsid w:val="00CA53EA"/>
    <w:rsid w:val="00CF4F37"/>
    <w:rsid w:val="00CF59AD"/>
    <w:rsid w:val="00D73F60"/>
    <w:rsid w:val="00D91338"/>
    <w:rsid w:val="00D9167E"/>
    <w:rsid w:val="00D92917"/>
    <w:rsid w:val="00DA5F18"/>
    <w:rsid w:val="00DB03DB"/>
    <w:rsid w:val="00DB3FA5"/>
    <w:rsid w:val="00DC03C3"/>
    <w:rsid w:val="00DF642C"/>
    <w:rsid w:val="00E1090F"/>
    <w:rsid w:val="00E11103"/>
    <w:rsid w:val="00E20B81"/>
    <w:rsid w:val="00E45A58"/>
    <w:rsid w:val="00E745DF"/>
    <w:rsid w:val="00EA559D"/>
    <w:rsid w:val="00EC5344"/>
    <w:rsid w:val="00ED5599"/>
    <w:rsid w:val="00EE68F3"/>
    <w:rsid w:val="00F06C0E"/>
    <w:rsid w:val="00F23AA3"/>
    <w:rsid w:val="00F320CC"/>
    <w:rsid w:val="00F40A4A"/>
    <w:rsid w:val="00F45D34"/>
    <w:rsid w:val="00F52F6C"/>
    <w:rsid w:val="00F6599E"/>
    <w:rsid w:val="00FA1686"/>
    <w:rsid w:val="00FA2465"/>
    <w:rsid w:val="00FB72F8"/>
    <w:rsid w:val="00FD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16B3EE-7245-4EFE-8247-98BD98D12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4C9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F1D2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F1D29"/>
    <w:rPr>
      <w:rFonts w:ascii="Cambria" w:hAnsi="Cambria" w:cs="Times New Roman"/>
      <w:b/>
      <w:bCs/>
      <w:color w:val="365F91"/>
      <w:sz w:val="28"/>
      <w:szCs w:val="28"/>
      <w:lang w:val="en-GB" w:eastAsia="en-GB"/>
    </w:rPr>
  </w:style>
  <w:style w:type="paragraph" w:styleId="Header">
    <w:name w:val="header"/>
    <w:basedOn w:val="Normal"/>
    <w:link w:val="HeaderChar"/>
    <w:uiPriority w:val="99"/>
    <w:rsid w:val="00B2507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BD0779"/>
    <w:rPr>
      <w:rFonts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B2507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3E5737"/>
    <w:rPr>
      <w:rFonts w:cs="Times New Roman"/>
      <w:sz w:val="24"/>
      <w:szCs w:val="24"/>
      <w:lang w:val="en-GB" w:eastAsia="en-GB"/>
    </w:rPr>
  </w:style>
  <w:style w:type="character" w:styleId="Hyperlink">
    <w:name w:val="Hyperlink"/>
    <w:uiPriority w:val="99"/>
    <w:rsid w:val="00825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9D67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2829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2829B0"/>
    <w:rPr>
      <w:rFonts w:ascii="Tahoma" w:hAnsi="Tahoma" w:cs="Tahoma"/>
      <w:sz w:val="16"/>
      <w:szCs w:val="16"/>
      <w:lang w:val="en-GB" w:eastAsia="en-GB"/>
    </w:rPr>
  </w:style>
  <w:style w:type="table" w:styleId="TableGrid">
    <w:name w:val="Table Grid"/>
    <w:basedOn w:val="TableNormal"/>
    <w:rsid w:val="003E5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rsid w:val="007112CE"/>
    <w:rPr>
      <w:rFonts w:cs="Times New Roman"/>
      <w:color w:val="800080"/>
      <w:u w:val="single"/>
    </w:rPr>
  </w:style>
  <w:style w:type="character" w:styleId="CommentReference">
    <w:name w:val="annotation reference"/>
    <w:uiPriority w:val="99"/>
    <w:semiHidden/>
    <w:rsid w:val="00032C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32C5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E3B60"/>
    <w:rPr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32C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E3B60"/>
    <w:rPr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966F8E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dc.org.nz/" TargetMode="External"/><Relationship Id="rId13" Type="http://schemas.openxmlformats.org/officeDocument/2006/relationships/hyperlink" Target="https://privacy.org.nz/further-resources/knowledge-base/view/377" TargetMode="External"/><Relationship Id="rId18" Type="http://schemas.openxmlformats.org/officeDocument/2006/relationships/hyperlink" Target="http://www.ecald.com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4.jpeg"/><Relationship Id="rId7" Type="http://schemas.openxmlformats.org/officeDocument/2006/relationships/hyperlink" Target="http://www.health.govt.nz/system/files/documents/pages/81341-2008-nzs-health-and-disability-services-core.pdf" TargetMode="External"/><Relationship Id="rId12" Type="http://schemas.openxmlformats.org/officeDocument/2006/relationships/image" Target="media/image1.emf"/><Relationship Id="rId17" Type="http://schemas.openxmlformats.org/officeDocument/2006/relationships/hyperlink" Target="http://tucollaborative.org/pdfs/Toolkits_Monographs_Guidebooks/relationships_family_friends_intimacy/intimacy.pdf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tucollaborative.org/pdfs/Toolkits_Monographs_Guidebooks/relationships_family_friends_intimacy/intimacy.pdf" TargetMode="External"/><Relationship Id="rId20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ma.org.uk/advice/employment/ethics/medical-students-ethics-toolkit/2-autonomy-or-self-determination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23" Type="http://schemas.openxmlformats.org/officeDocument/2006/relationships/image" Target="media/image6.jpeg"/><Relationship Id="rId10" Type="http://schemas.openxmlformats.org/officeDocument/2006/relationships/hyperlink" Target="https://www.bma.org.uk/advice/employment/ethics/medical-students-ethics-toolkit/2-autonomy-or-self-determination" TargetMode="External"/><Relationship Id="rId19" Type="http://schemas.openxmlformats.org/officeDocument/2006/relationships/hyperlink" Target="http://www.ecald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gislation.govt.nz/act/public/1990/0109/latest/DLM224792.html" TargetMode="External"/><Relationship Id="rId14" Type="http://schemas.openxmlformats.org/officeDocument/2006/relationships/hyperlink" Target="https://privacy.org.nz/further-resources/knowledge-base/view/377" TargetMode="External"/><Relationship Id="rId22" Type="http://schemas.openxmlformats.org/officeDocument/2006/relationships/image" Target="media/image5.jpeg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\Documents\jobqueriesAugust10\fairleigh\Document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DocumentTemplate</Template>
  <TotalTime>79</TotalTime>
  <Pages>3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Absolute Quality</Company>
  <LinksUpToDate>false</LinksUpToDate>
  <CharactersWithSpaces>947</CharactersWithSpaces>
  <SharedDoc>false</SharedDoc>
  <HLinks>
    <vt:vector size="30" baseType="variant">
      <vt:variant>
        <vt:i4>6029323</vt:i4>
      </vt:variant>
      <vt:variant>
        <vt:i4>9</vt:i4>
      </vt:variant>
      <vt:variant>
        <vt:i4>0</vt:i4>
      </vt:variant>
      <vt:variant>
        <vt:i4>5</vt:i4>
      </vt:variant>
      <vt:variant>
        <vt:lpwstr>http://www.legislation.govt.nz/act/public/1990/0109/latest/DLM224792.html</vt:lpwstr>
      </vt:variant>
      <vt:variant>
        <vt:lpwstr/>
      </vt:variant>
      <vt:variant>
        <vt:i4>6881340</vt:i4>
      </vt:variant>
      <vt:variant>
        <vt:i4>6</vt:i4>
      </vt:variant>
      <vt:variant>
        <vt:i4>0</vt:i4>
      </vt:variant>
      <vt:variant>
        <vt:i4>5</vt:i4>
      </vt:variant>
      <vt:variant>
        <vt:lpwstr>http://www.hdc.org.nz/</vt:lpwstr>
      </vt:variant>
      <vt:variant>
        <vt:lpwstr/>
      </vt:variant>
      <vt:variant>
        <vt:i4>1507421</vt:i4>
      </vt:variant>
      <vt:variant>
        <vt:i4>3</vt:i4>
      </vt:variant>
      <vt:variant>
        <vt:i4>0</vt:i4>
      </vt:variant>
      <vt:variant>
        <vt:i4>5</vt:i4>
      </vt:variant>
      <vt:variant>
        <vt:lpwstr>http://shop.standards.co.nz/catalog/8158%3A2012(NZS)/view</vt:lpwstr>
      </vt:variant>
      <vt:variant>
        <vt:lpwstr/>
      </vt:variant>
      <vt:variant>
        <vt:i4>1441815</vt:i4>
      </vt:variant>
      <vt:variant>
        <vt:i4>0</vt:i4>
      </vt:variant>
      <vt:variant>
        <vt:i4>0</vt:i4>
      </vt:variant>
      <vt:variant>
        <vt:i4>5</vt:i4>
      </vt:variant>
      <vt:variant>
        <vt:lpwstr>http://www.health.govt.nz/system/files/documents/pages/81341-2008-nzs-health-and-disability-services-core.pdf</vt:lpwstr>
      </vt:variant>
      <vt:variant>
        <vt:lpwstr/>
      </vt:variant>
      <vt:variant>
        <vt:i4>5046390</vt:i4>
      </vt:variant>
      <vt:variant>
        <vt:i4>0</vt:i4>
      </vt:variant>
      <vt:variant>
        <vt:i4>0</vt:i4>
      </vt:variant>
      <vt:variant>
        <vt:i4>5</vt:i4>
      </vt:variant>
      <vt:variant>
        <vt:lpwstr>http://www.caldresources.org.nz/info/Cross_Cultural_Resource_Kit-Printable.pdf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</dc:title>
  <dc:subject/>
  <dc:creator>Sarah</dc:creator>
  <cp:keywords/>
  <cp:lastModifiedBy>Sarah Harnisch</cp:lastModifiedBy>
  <cp:revision>15</cp:revision>
  <cp:lastPrinted>2014-03-23T21:19:00Z</cp:lastPrinted>
  <dcterms:created xsi:type="dcterms:W3CDTF">2017-06-24T23:06:00Z</dcterms:created>
  <dcterms:modified xsi:type="dcterms:W3CDTF">2017-06-25T00:25:00Z</dcterms:modified>
</cp:coreProperties>
</file>