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86946" w14:textId="77777777" w:rsidR="00217A15" w:rsidRDefault="00217A15" w:rsidP="003D004A">
      <w:pPr>
        <w:rPr>
          <w:rFonts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17A15" w14:paraId="7F538A38" w14:textId="77777777" w:rsidTr="00217A15">
        <w:tc>
          <w:tcPr>
            <w:tcW w:w="4508" w:type="dxa"/>
          </w:tcPr>
          <w:p w14:paraId="44AB7EE4" w14:textId="77777777" w:rsidR="00217A15" w:rsidRDefault="00217A15" w:rsidP="00217A15">
            <w:pPr>
              <w:rPr>
                <w:rFonts w:cs="Calibri"/>
              </w:rPr>
            </w:pPr>
            <w:r w:rsidRPr="002A6DDE">
              <w:rPr>
                <w:rFonts w:cs="Calibri"/>
              </w:rPr>
              <w:t>Name of Applicant</w:t>
            </w:r>
            <w:r>
              <w:rPr>
                <w:rFonts w:cs="Calibri"/>
              </w:rPr>
              <w:t xml:space="preserve"> :</w:t>
            </w:r>
          </w:p>
        </w:tc>
        <w:tc>
          <w:tcPr>
            <w:tcW w:w="4508" w:type="dxa"/>
          </w:tcPr>
          <w:p w14:paraId="022FD037" w14:textId="77777777" w:rsidR="00217A15" w:rsidRDefault="00217A15" w:rsidP="003D004A">
            <w:pPr>
              <w:rPr>
                <w:rFonts w:cs="Calibri"/>
              </w:rPr>
            </w:pPr>
            <w:r w:rsidRPr="002A6DDE">
              <w:rPr>
                <w:rFonts w:cs="Calibri"/>
              </w:rPr>
              <w:t>Position</w:t>
            </w:r>
            <w:r>
              <w:rPr>
                <w:rFonts w:cs="Calibri"/>
              </w:rPr>
              <w:t>:</w:t>
            </w:r>
          </w:p>
        </w:tc>
      </w:tr>
      <w:tr w:rsidR="00217A15" w14:paraId="44B44AE8" w14:textId="77777777" w:rsidTr="00217A15">
        <w:tc>
          <w:tcPr>
            <w:tcW w:w="4508" w:type="dxa"/>
          </w:tcPr>
          <w:p w14:paraId="42EA880C" w14:textId="77777777" w:rsidR="00217A15" w:rsidRDefault="00217A15" w:rsidP="003D004A">
            <w:pPr>
              <w:rPr>
                <w:rFonts w:cs="Calibri"/>
              </w:rPr>
            </w:pPr>
            <w:r w:rsidRPr="002A6DDE">
              <w:rPr>
                <w:rFonts w:cs="Calibri"/>
              </w:rPr>
              <w:t>Name of the person rating the applicant</w:t>
            </w:r>
            <w:r>
              <w:rPr>
                <w:rFonts w:cs="Calibri"/>
              </w:rPr>
              <w:t>:</w:t>
            </w:r>
          </w:p>
        </w:tc>
        <w:tc>
          <w:tcPr>
            <w:tcW w:w="4508" w:type="dxa"/>
          </w:tcPr>
          <w:p w14:paraId="3A720EF3" w14:textId="77777777" w:rsidR="00217A15" w:rsidRDefault="00217A15" w:rsidP="003D004A">
            <w:pPr>
              <w:rPr>
                <w:rFonts w:cs="Calibri"/>
              </w:rPr>
            </w:pPr>
            <w:r w:rsidRPr="002A6DDE">
              <w:rPr>
                <w:rFonts w:cs="Calibri"/>
              </w:rPr>
              <w:t>Position</w:t>
            </w:r>
            <w:r>
              <w:rPr>
                <w:rFonts w:cs="Calibri"/>
              </w:rPr>
              <w:t>:</w:t>
            </w:r>
          </w:p>
        </w:tc>
      </w:tr>
      <w:tr w:rsidR="00217A15" w14:paraId="2550D507" w14:textId="77777777" w:rsidTr="00217A15">
        <w:tc>
          <w:tcPr>
            <w:tcW w:w="4508" w:type="dxa"/>
          </w:tcPr>
          <w:p w14:paraId="53AA7CD3" w14:textId="77777777" w:rsidR="00217A15" w:rsidRDefault="00217A15" w:rsidP="00217A15">
            <w:pPr>
              <w:rPr>
                <w:rFonts w:cs="Calibri"/>
              </w:rPr>
            </w:pPr>
            <w:r w:rsidRPr="002A6DDE">
              <w:rPr>
                <w:rFonts w:cs="Calibri"/>
              </w:rPr>
              <w:t>Application rated on</w:t>
            </w:r>
            <w:r>
              <w:rPr>
                <w:rFonts w:cs="Calibri"/>
              </w:rPr>
              <w:t xml:space="preserve"> (date):</w:t>
            </w:r>
          </w:p>
        </w:tc>
        <w:tc>
          <w:tcPr>
            <w:tcW w:w="4508" w:type="dxa"/>
          </w:tcPr>
          <w:p w14:paraId="4E837CA0" w14:textId="77777777" w:rsidR="00217A15" w:rsidRDefault="00217A15" w:rsidP="003D004A">
            <w:pPr>
              <w:rPr>
                <w:rFonts w:cs="Calibri"/>
              </w:rPr>
            </w:pPr>
            <w:r w:rsidRPr="002A6DDE">
              <w:rPr>
                <w:rFonts w:cs="Calibri"/>
              </w:rPr>
              <w:t>Job application and CV ratings:</w:t>
            </w:r>
          </w:p>
        </w:tc>
      </w:tr>
    </w:tbl>
    <w:p w14:paraId="29092B49" w14:textId="77777777" w:rsidR="00217A15" w:rsidRDefault="00217A15"/>
    <w:p w14:paraId="5FCE5CC5" w14:textId="77777777" w:rsidR="00217A15" w:rsidRDefault="00217A15" w:rsidP="00217A15">
      <w:pPr>
        <w:pBdr>
          <w:bottom w:val="single" w:sz="4" w:space="1" w:color="auto"/>
        </w:pBdr>
      </w:pPr>
      <w:r>
        <w:t>CV Rating</w:t>
      </w:r>
      <w:r w:rsidR="00CD6D85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2"/>
        <w:gridCol w:w="421"/>
        <w:gridCol w:w="421"/>
        <w:gridCol w:w="422"/>
        <w:gridCol w:w="421"/>
        <w:gridCol w:w="344"/>
      </w:tblGrid>
      <w:tr w:rsidR="00680F2F" w:rsidRPr="002A6DDE" w14:paraId="042F00D2" w14:textId="77777777" w:rsidTr="00217A15">
        <w:trPr>
          <w:gridBefore w:val="1"/>
          <w:wBefore w:w="6992" w:type="dxa"/>
        </w:trPr>
        <w:tc>
          <w:tcPr>
            <w:tcW w:w="2029" w:type="dxa"/>
            <w:gridSpan w:val="5"/>
            <w:shd w:val="clear" w:color="auto" w:fill="auto"/>
          </w:tcPr>
          <w:p w14:paraId="0AC9D5D3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1 = totally inadequate</w:t>
            </w:r>
          </w:p>
          <w:p w14:paraId="7C1CB479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5 = excellent</w:t>
            </w:r>
          </w:p>
          <w:p w14:paraId="74448854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680F2F" w:rsidRPr="002A6DDE" w14:paraId="77A2AF71" w14:textId="77777777" w:rsidTr="00217A15">
        <w:trPr>
          <w:gridBefore w:val="1"/>
          <w:wBefore w:w="6992" w:type="dxa"/>
        </w:trPr>
        <w:tc>
          <w:tcPr>
            <w:tcW w:w="421" w:type="dxa"/>
            <w:shd w:val="clear" w:color="auto" w:fill="auto"/>
          </w:tcPr>
          <w:p w14:paraId="1A3F26F9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1</w:t>
            </w:r>
          </w:p>
        </w:tc>
        <w:tc>
          <w:tcPr>
            <w:tcW w:w="421" w:type="dxa"/>
            <w:shd w:val="clear" w:color="auto" w:fill="auto"/>
          </w:tcPr>
          <w:p w14:paraId="03C6D828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2</w:t>
            </w:r>
          </w:p>
        </w:tc>
        <w:tc>
          <w:tcPr>
            <w:tcW w:w="422" w:type="dxa"/>
            <w:shd w:val="clear" w:color="auto" w:fill="auto"/>
          </w:tcPr>
          <w:p w14:paraId="7E5F24C2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3</w:t>
            </w:r>
          </w:p>
        </w:tc>
        <w:tc>
          <w:tcPr>
            <w:tcW w:w="421" w:type="dxa"/>
            <w:shd w:val="clear" w:color="auto" w:fill="auto"/>
          </w:tcPr>
          <w:p w14:paraId="23122974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4</w:t>
            </w:r>
          </w:p>
        </w:tc>
        <w:tc>
          <w:tcPr>
            <w:tcW w:w="344" w:type="dxa"/>
            <w:shd w:val="clear" w:color="auto" w:fill="auto"/>
          </w:tcPr>
          <w:p w14:paraId="0ACD0E1A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5</w:t>
            </w:r>
          </w:p>
        </w:tc>
      </w:tr>
      <w:tr w:rsidR="00680F2F" w:rsidRPr="002A6DDE" w14:paraId="34885491" w14:textId="77777777" w:rsidTr="00217A15">
        <w:tc>
          <w:tcPr>
            <w:tcW w:w="6992" w:type="dxa"/>
            <w:shd w:val="clear" w:color="auto" w:fill="auto"/>
          </w:tcPr>
          <w:p w14:paraId="37318480" w14:textId="77777777" w:rsidR="00680F2F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Previous qualifications applicable to the job position</w:t>
            </w:r>
          </w:p>
        </w:tc>
        <w:tc>
          <w:tcPr>
            <w:tcW w:w="421" w:type="dxa"/>
            <w:shd w:val="clear" w:color="auto" w:fill="auto"/>
          </w:tcPr>
          <w:p w14:paraId="01B5057C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18A01781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50B25ED8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65ED710A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61166E0A" w14:textId="77777777" w:rsidR="00680F2F" w:rsidRPr="002A6DDE" w:rsidRDefault="00680F2F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4DEFCF79" w14:textId="77777777" w:rsidTr="00217A15">
        <w:tc>
          <w:tcPr>
            <w:tcW w:w="6992" w:type="dxa"/>
            <w:shd w:val="clear" w:color="auto" w:fill="auto"/>
          </w:tcPr>
          <w:p w14:paraId="6D211DD5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Work history showing previous experience is relevant to the job</w:t>
            </w:r>
          </w:p>
        </w:tc>
        <w:tc>
          <w:tcPr>
            <w:tcW w:w="421" w:type="dxa"/>
            <w:shd w:val="clear" w:color="auto" w:fill="auto"/>
          </w:tcPr>
          <w:p w14:paraId="2A82687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67ED9ED3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21F2F473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0098938F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786175C4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62975D41" w14:textId="77777777" w:rsidTr="00217A15">
        <w:tc>
          <w:tcPr>
            <w:tcW w:w="6992" w:type="dxa"/>
            <w:shd w:val="clear" w:color="auto" w:fill="auto"/>
          </w:tcPr>
          <w:p w14:paraId="03F7304C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 xml:space="preserve">Experience with service users in a </w:t>
            </w:r>
            <w:r w:rsidR="00D76D8F" w:rsidRPr="002A6DDE">
              <w:rPr>
                <w:rFonts w:cs="Calibri"/>
                <w:highlight w:val="lightGray"/>
              </w:rPr>
              <w:t>…………</w:t>
            </w:r>
            <w:r w:rsidR="00D76D8F" w:rsidRPr="002A6DDE">
              <w:rPr>
                <w:rFonts w:cs="Calibri"/>
              </w:rPr>
              <w:t xml:space="preserve"> </w:t>
            </w:r>
            <w:r w:rsidRPr="002A6DDE">
              <w:rPr>
                <w:rFonts w:cs="Calibri"/>
              </w:rPr>
              <w:t>setting</w:t>
            </w:r>
          </w:p>
        </w:tc>
        <w:tc>
          <w:tcPr>
            <w:tcW w:w="421" w:type="dxa"/>
            <w:shd w:val="clear" w:color="auto" w:fill="auto"/>
          </w:tcPr>
          <w:p w14:paraId="3D04973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74292CD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6AAAC9A3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35066AA0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523551FE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62C1A97A" w14:textId="77777777" w:rsidTr="00217A15">
        <w:tc>
          <w:tcPr>
            <w:tcW w:w="6992" w:type="dxa"/>
            <w:shd w:val="clear" w:color="auto" w:fill="auto"/>
          </w:tcPr>
          <w:p w14:paraId="63E17A9A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Experience working with Maori</w:t>
            </w:r>
          </w:p>
        </w:tc>
        <w:tc>
          <w:tcPr>
            <w:tcW w:w="421" w:type="dxa"/>
            <w:shd w:val="clear" w:color="auto" w:fill="auto"/>
          </w:tcPr>
          <w:p w14:paraId="5C2946AD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368947C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4B9414A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0AE8552F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0E18A6BF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1C8E14A0" w14:textId="77777777" w:rsidTr="00217A15">
        <w:tc>
          <w:tcPr>
            <w:tcW w:w="6992" w:type="dxa"/>
            <w:shd w:val="clear" w:color="auto" w:fill="auto"/>
          </w:tcPr>
          <w:p w14:paraId="3A8FA116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Experience working within communities</w:t>
            </w:r>
          </w:p>
        </w:tc>
        <w:tc>
          <w:tcPr>
            <w:tcW w:w="421" w:type="dxa"/>
            <w:shd w:val="clear" w:color="auto" w:fill="auto"/>
          </w:tcPr>
          <w:p w14:paraId="332394D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77110F3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64824D8E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75E63BFD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1C985F56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6F5E22BA" w14:textId="77777777" w:rsidTr="00217A15">
        <w:tc>
          <w:tcPr>
            <w:tcW w:w="6992" w:type="dxa"/>
            <w:shd w:val="clear" w:color="auto" w:fill="auto"/>
          </w:tcPr>
          <w:p w14:paraId="11BA0250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Experience working with families/whanau</w:t>
            </w:r>
          </w:p>
        </w:tc>
        <w:tc>
          <w:tcPr>
            <w:tcW w:w="421" w:type="dxa"/>
            <w:shd w:val="clear" w:color="auto" w:fill="auto"/>
          </w:tcPr>
          <w:p w14:paraId="27F775C7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5B6E2E68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2CF720D4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1FB31EB6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35AE00B6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61AFA8A3" w14:textId="77777777" w:rsidTr="00217A15">
        <w:tc>
          <w:tcPr>
            <w:tcW w:w="6992" w:type="dxa"/>
            <w:shd w:val="clear" w:color="auto" w:fill="auto"/>
          </w:tcPr>
          <w:p w14:paraId="096726E5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Experience in challenging stigma and discrimination</w:t>
            </w:r>
          </w:p>
        </w:tc>
        <w:tc>
          <w:tcPr>
            <w:tcW w:w="421" w:type="dxa"/>
            <w:shd w:val="clear" w:color="auto" w:fill="auto"/>
          </w:tcPr>
          <w:p w14:paraId="554BD344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58F4BAC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3FAD8343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7E91728F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2CE4D44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77179C62" w14:textId="77777777" w:rsidTr="00217A15">
        <w:tc>
          <w:tcPr>
            <w:tcW w:w="6992" w:type="dxa"/>
            <w:shd w:val="clear" w:color="auto" w:fill="auto"/>
          </w:tcPr>
          <w:p w14:paraId="2AE56C0D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Knowledge of law, policy and practice</w:t>
            </w:r>
          </w:p>
        </w:tc>
        <w:tc>
          <w:tcPr>
            <w:tcW w:w="421" w:type="dxa"/>
            <w:shd w:val="clear" w:color="auto" w:fill="auto"/>
          </w:tcPr>
          <w:p w14:paraId="3E6F0BB6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4521088D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1F51F559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263E0EEE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35CF91C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5698B4CE" w14:textId="77777777" w:rsidTr="00217A15">
        <w:tc>
          <w:tcPr>
            <w:tcW w:w="6992" w:type="dxa"/>
            <w:shd w:val="clear" w:color="auto" w:fill="auto"/>
          </w:tcPr>
          <w:p w14:paraId="5FD764C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Professional and persona</w:t>
            </w:r>
            <w:r w:rsidR="002F7651" w:rsidRPr="002A6DDE">
              <w:rPr>
                <w:rFonts w:cs="Calibri"/>
              </w:rPr>
              <w:t>l</w:t>
            </w:r>
            <w:r w:rsidRPr="002A6DDE">
              <w:rPr>
                <w:rFonts w:cs="Calibri"/>
              </w:rPr>
              <w:t xml:space="preserve"> development </w:t>
            </w:r>
          </w:p>
        </w:tc>
        <w:tc>
          <w:tcPr>
            <w:tcW w:w="421" w:type="dxa"/>
            <w:shd w:val="clear" w:color="auto" w:fill="auto"/>
          </w:tcPr>
          <w:p w14:paraId="6542B010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4A693A5E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41F0F8D9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5487685C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69BB6ED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141C83" w:rsidRPr="002A6DDE" w14:paraId="0B6C2823" w14:textId="77777777" w:rsidTr="00217A15">
        <w:tc>
          <w:tcPr>
            <w:tcW w:w="6992" w:type="dxa"/>
            <w:shd w:val="clear" w:color="auto" w:fill="auto"/>
          </w:tcPr>
          <w:p w14:paraId="3B5D163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Written communication</w:t>
            </w:r>
          </w:p>
        </w:tc>
        <w:tc>
          <w:tcPr>
            <w:tcW w:w="421" w:type="dxa"/>
            <w:shd w:val="clear" w:color="auto" w:fill="auto"/>
          </w:tcPr>
          <w:p w14:paraId="7D2AB5A3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6A87371B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2" w:type="dxa"/>
            <w:shd w:val="clear" w:color="auto" w:fill="auto"/>
          </w:tcPr>
          <w:p w14:paraId="605A019D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421" w:type="dxa"/>
            <w:shd w:val="clear" w:color="auto" w:fill="auto"/>
          </w:tcPr>
          <w:p w14:paraId="77FCD912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44" w:type="dxa"/>
            <w:shd w:val="clear" w:color="auto" w:fill="auto"/>
          </w:tcPr>
          <w:p w14:paraId="3A207D1A" w14:textId="77777777" w:rsidR="00141C83" w:rsidRPr="002A6DDE" w:rsidRDefault="00141C8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956999" w:rsidRPr="002A6DDE" w14:paraId="28556C9F" w14:textId="77777777" w:rsidTr="00217A15">
        <w:tc>
          <w:tcPr>
            <w:tcW w:w="6992" w:type="dxa"/>
            <w:shd w:val="clear" w:color="auto" w:fill="auto"/>
          </w:tcPr>
          <w:p w14:paraId="4F4C8A73" w14:textId="77777777" w:rsidR="00956999" w:rsidRPr="002A6DDE" w:rsidRDefault="00956999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Total Score</w:t>
            </w:r>
          </w:p>
        </w:tc>
        <w:tc>
          <w:tcPr>
            <w:tcW w:w="2029" w:type="dxa"/>
            <w:gridSpan w:val="5"/>
            <w:shd w:val="clear" w:color="auto" w:fill="auto"/>
          </w:tcPr>
          <w:p w14:paraId="46683F69" w14:textId="77777777" w:rsidR="00956999" w:rsidRPr="002A6DDE" w:rsidRDefault="00956999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</w:tbl>
    <w:p w14:paraId="7034E28E" w14:textId="77777777" w:rsidR="00815C68" w:rsidRPr="002A6DDE" w:rsidRDefault="00815C68" w:rsidP="00680F2F">
      <w:pPr>
        <w:tabs>
          <w:tab w:val="left" w:pos="1170"/>
        </w:tabs>
        <w:rPr>
          <w:rFonts w:cs="Calibri"/>
        </w:rPr>
      </w:pPr>
    </w:p>
    <w:p w14:paraId="37E456C6" w14:textId="77777777" w:rsidR="00ED3D8B" w:rsidRPr="002A6DDE" w:rsidRDefault="00ED3D8B" w:rsidP="00812B5C">
      <w:pPr>
        <w:pBdr>
          <w:bottom w:val="single" w:sz="4" w:space="1" w:color="auto"/>
        </w:pBdr>
        <w:tabs>
          <w:tab w:val="left" w:pos="1170"/>
        </w:tabs>
        <w:rPr>
          <w:rFonts w:cs="Calibri"/>
          <w:b/>
        </w:rPr>
      </w:pPr>
      <w:r w:rsidRPr="002A6DDE">
        <w:rPr>
          <w:rFonts w:cs="Calibri"/>
          <w:b/>
        </w:rPr>
        <w:t>Face to Face Interview: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2995"/>
        <w:gridCol w:w="2500"/>
        <w:gridCol w:w="420"/>
        <w:gridCol w:w="420"/>
        <w:gridCol w:w="421"/>
        <w:gridCol w:w="420"/>
        <w:gridCol w:w="344"/>
      </w:tblGrid>
      <w:tr w:rsidR="00AE21A3" w:rsidRPr="002A6DDE" w14:paraId="6504BF5E" w14:textId="77777777" w:rsidTr="002A6DDE">
        <w:trPr>
          <w:gridBefore w:val="3"/>
        </w:trPr>
        <w:tc>
          <w:tcPr>
            <w:tcW w:w="2046" w:type="dxa"/>
            <w:gridSpan w:val="5"/>
            <w:shd w:val="clear" w:color="auto" w:fill="auto"/>
          </w:tcPr>
          <w:p w14:paraId="4DE1C711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1 = totally inadequate</w:t>
            </w:r>
          </w:p>
          <w:p w14:paraId="699EA88C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5 = excellent</w:t>
            </w:r>
          </w:p>
          <w:p w14:paraId="06B4E6BE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AE21A3" w:rsidRPr="002A6DDE" w14:paraId="44070538" w14:textId="77777777" w:rsidTr="002A6DDE">
        <w:trPr>
          <w:gridBefore w:val="3"/>
        </w:trPr>
        <w:tc>
          <w:tcPr>
            <w:tcW w:w="425" w:type="dxa"/>
            <w:shd w:val="clear" w:color="auto" w:fill="auto"/>
          </w:tcPr>
          <w:p w14:paraId="022E69C5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14:paraId="499C5E44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0ED93D49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3F10D730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14:paraId="041C12B9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5</w:t>
            </w:r>
          </w:p>
        </w:tc>
      </w:tr>
      <w:tr w:rsidR="00AE21A3" w:rsidRPr="002A6DDE" w14:paraId="6C6D4C9B" w14:textId="77777777" w:rsidTr="002A6DDE">
        <w:tc>
          <w:tcPr>
            <w:tcW w:w="1526" w:type="dxa"/>
            <w:shd w:val="clear" w:color="auto" w:fill="auto"/>
          </w:tcPr>
          <w:p w14:paraId="5C601028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Let’s get real values</w:t>
            </w:r>
          </w:p>
        </w:tc>
        <w:tc>
          <w:tcPr>
            <w:tcW w:w="3094" w:type="dxa"/>
            <w:shd w:val="clear" w:color="auto" w:fill="auto"/>
          </w:tcPr>
          <w:p w14:paraId="6C58AE10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Behavioural Descriptive questions</w:t>
            </w:r>
          </w:p>
        </w:tc>
        <w:tc>
          <w:tcPr>
            <w:tcW w:w="2576" w:type="dxa"/>
            <w:shd w:val="clear" w:color="auto" w:fill="auto"/>
          </w:tcPr>
          <w:p w14:paraId="211A8C5B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Situational Question</w:t>
            </w:r>
          </w:p>
        </w:tc>
        <w:tc>
          <w:tcPr>
            <w:tcW w:w="2046" w:type="dxa"/>
            <w:gridSpan w:val="5"/>
            <w:shd w:val="clear" w:color="auto" w:fill="auto"/>
          </w:tcPr>
          <w:p w14:paraId="1287524F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Scoring</w:t>
            </w:r>
          </w:p>
        </w:tc>
      </w:tr>
      <w:tr w:rsidR="00AE21A3" w:rsidRPr="002A6DDE" w14:paraId="5D276717" w14:textId="77777777" w:rsidTr="002A6DDE">
        <w:tc>
          <w:tcPr>
            <w:tcW w:w="1526" w:type="dxa"/>
            <w:shd w:val="clear" w:color="auto" w:fill="auto"/>
          </w:tcPr>
          <w:p w14:paraId="3820C115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Working with</w:t>
            </w:r>
          </w:p>
          <w:p w14:paraId="5B9C1653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service users</w:t>
            </w:r>
          </w:p>
          <w:p w14:paraId="0E1143E0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3094" w:type="dxa"/>
            <w:shd w:val="clear" w:color="auto" w:fill="auto"/>
          </w:tcPr>
          <w:p w14:paraId="4765940F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Tell us about a time when</w:t>
            </w:r>
          </w:p>
          <w:p w14:paraId="1EEDD952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experienced a difficult</w:t>
            </w:r>
          </w:p>
          <w:p w14:paraId="25B6D869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situation with a service user.</w:t>
            </w:r>
          </w:p>
          <w:p w14:paraId="729901C4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was your role? What</w:t>
            </w:r>
          </w:p>
          <w:p w14:paraId="72E5C34C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did you do? With what result?</w:t>
            </w:r>
          </w:p>
          <w:p w14:paraId="738227A1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How would you deal with this</w:t>
            </w:r>
          </w:p>
          <w:p w14:paraId="6337306A" w14:textId="77777777" w:rsidR="00AE21A3" w:rsidRPr="002A6DDE" w:rsidRDefault="00AE21A3" w:rsidP="0071165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  <w:color w:val="000000"/>
              </w:rPr>
              <w:t>differently now?</w:t>
            </w:r>
          </w:p>
        </w:tc>
        <w:tc>
          <w:tcPr>
            <w:tcW w:w="2576" w:type="dxa"/>
            <w:shd w:val="clear" w:color="auto" w:fill="auto"/>
          </w:tcPr>
          <w:p w14:paraId="5749461F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A service user arrives in the office feeling angry about the delay in being able to get help. How do you handle this situation?</w:t>
            </w:r>
          </w:p>
          <w:p w14:paraId="3113F784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2046" w:type="dxa"/>
            <w:gridSpan w:val="5"/>
            <w:shd w:val="clear" w:color="auto" w:fill="auto"/>
          </w:tcPr>
          <w:p w14:paraId="660B5E24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AE21A3" w:rsidRPr="002A6DDE" w14:paraId="49A3AE9A" w14:textId="77777777" w:rsidTr="002A6DDE">
        <w:tc>
          <w:tcPr>
            <w:tcW w:w="9242" w:type="dxa"/>
            <w:gridSpan w:val="8"/>
            <w:shd w:val="clear" w:color="auto" w:fill="auto"/>
          </w:tcPr>
          <w:p w14:paraId="4BAAB94B" w14:textId="77777777" w:rsidR="00AE21A3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Comment:</w:t>
            </w:r>
          </w:p>
          <w:p w14:paraId="6F934736" w14:textId="77777777" w:rsidR="00EC2B77" w:rsidRDefault="00EC2B77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  <w:p w14:paraId="001FE213" w14:textId="77777777" w:rsidR="00EC2B77" w:rsidRDefault="00EC2B77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  <w:p w14:paraId="6230A554" w14:textId="77777777" w:rsidR="00EC2B77" w:rsidRDefault="00EC2B77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  <w:p w14:paraId="7F436AB8" w14:textId="77777777" w:rsidR="00EC2B77" w:rsidRDefault="00EC2B77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  <w:p w14:paraId="58620FF3" w14:textId="77777777" w:rsidR="00EC2B77" w:rsidRPr="002A6DDE" w:rsidRDefault="00EC2B77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  <w:p w14:paraId="450AC7E6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</w:tbl>
    <w:p w14:paraId="276E20F0" w14:textId="77777777" w:rsidR="00812B5C" w:rsidRPr="002A6DDE" w:rsidRDefault="00812B5C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</w:p>
    <w:p w14:paraId="5D3D52D8" w14:textId="77777777" w:rsidR="00D67467" w:rsidRDefault="00D67467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2982"/>
        <w:gridCol w:w="2741"/>
        <w:gridCol w:w="1713"/>
      </w:tblGrid>
      <w:tr w:rsidR="00AE21A3" w:rsidRPr="002A6DDE" w14:paraId="043078D2" w14:textId="77777777" w:rsidTr="001E396D">
        <w:tc>
          <w:tcPr>
            <w:tcW w:w="1580" w:type="dxa"/>
            <w:shd w:val="clear" w:color="auto" w:fill="auto"/>
          </w:tcPr>
          <w:p w14:paraId="14A00ED3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jc w:val="both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Let’s get real values</w:t>
            </w:r>
          </w:p>
        </w:tc>
        <w:tc>
          <w:tcPr>
            <w:tcW w:w="2982" w:type="dxa"/>
            <w:shd w:val="clear" w:color="auto" w:fill="auto"/>
          </w:tcPr>
          <w:p w14:paraId="5B656CC6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Behavioural Descriptive questions</w:t>
            </w:r>
          </w:p>
        </w:tc>
        <w:tc>
          <w:tcPr>
            <w:tcW w:w="2741" w:type="dxa"/>
            <w:shd w:val="clear" w:color="auto" w:fill="auto"/>
          </w:tcPr>
          <w:p w14:paraId="5D0AC3A4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Situational Question</w:t>
            </w:r>
          </w:p>
        </w:tc>
        <w:tc>
          <w:tcPr>
            <w:tcW w:w="1713" w:type="dxa"/>
            <w:shd w:val="clear" w:color="auto" w:fill="auto"/>
          </w:tcPr>
          <w:p w14:paraId="01005102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Scoring</w:t>
            </w:r>
          </w:p>
        </w:tc>
      </w:tr>
      <w:tr w:rsidR="00AE21A3" w:rsidRPr="002A6DDE" w14:paraId="691C9E6F" w14:textId="77777777" w:rsidTr="001E396D">
        <w:tc>
          <w:tcPr>
            <w:tcW w:w="1580" w:type="dxa"/>
            <w:shd w:val="clear" w:color="auto" w:fill="auto"/>
          </w:tcPr>
          <w:p w14:paraId="5297C184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Working with</w:t>
            </w:r>
          </w:p>
          <w:p w14:paraId="22E7D741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Māori</w:t>
            </w:r>
          </w:p>
          <w:p w14:paraId="33399B3A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982" w:type="dxa"/>
            <w:shd w:val="clear" w:color="auto" w:fill="auto"/>
          </w:tcPr>
          <w:p w14:paraId="4404C5E7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Tell us about a time when</w:t>
            </w:r>
          </w:p>
          <w:p w14:paraId="062913DA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needed to demonstrate</w:t>
            </w:r>
          </w:p>
          <w:p w14:paraId="70EB3901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your understanding of tikanga</w:t>
            </w:r>
          </w:p>
          <w:p w14:paraId="0AF6DF04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Māori. What was the situation</w:t>
            </w:r>
          </w:p>
          <w:p w14:paraId="3BD65579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and your role in it? How did</w:t>
            </w:r>
          </w:p>
          <w:p w14:paraId="2899E590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handle the situation? How</w:t>
            </w:r>
          </w:p>
          <w:p w14:paraId="3308A0A7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did it turn out? On ref</w:t>
            </w:r>
            <w:r w:rsidR="00C717C5">
              <w:rPr>
                <w:rFonts w:cs="Calibri"/>
                <w:color w:val="000000"/>
              </w:rPr>
              <w:t>l</w:t>
            </w:r>
            <w:r w:rsidRPr="002A6DDE">
              <w:rPr>
                <w:rFonts w:cs="Calibri"/>
                <w:color w:val="000000"/>
              </w:rPr>
              <w:t>ection,</w:t>
            </w:r>
          </w:p>
          <w:p w14:paraId="6D07EA40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could you have done</w:t>
            </w:r>
          </w:p>
          <w:p w14:paraId="63B2934E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2A6DDE">
              <w:rPr>
                <w:rFonts w:cs="Calibri"/>
                <w:color w:val="000000"/>
              </w:rPr>
              <w:t>differently?</w:t>
            </w:r>
          </w:p>
        </w:tc>
        <w:tc>
          <w:tcPr>
            <w:tcW w:w="2741" w:type="dxa"/>
            <w:shd w:val="clear" w:color="auto" w:fill="auto"/>
          </w:tcPr>
          <w:p w14:paraId="54CA137E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A service user seeks you out  in a distressed state</w:t>
            </w:r>
          </w:p>
          <w:p w14:paraId="675AA1C9" w14:textId="77777777" w:rsidR="00AE21A3" w:rsidRPr="002A6DDE" w:rsidRDefault="00AE21A3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demanding to see a Kaumatua. How would you handle this</w:t>
            </w:r>
            <w:r w:rsidR="00C717C5">
              <w:rPr>
                <w:rFonts w:cs="Calibri"/>
                <w:color w:val="000000"/>
              </w:rPr>
              <w:t xml:space="preserve"> </w:t>
            </w:r>
            <w:r w:rsidRPr="002A6DDE">
              <w:rPr>
                <w:rFonts w:cs="Calibri"/>
                <w:color w:val="000000"/>
              </w:rPr>
              <w:t>situation?</w:t>
            </w:r>
          </w:p>
          <w:p w14:paraId="1AFD9422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713" w:type="dxa"/>
            <w:shd w:val="clear" w:color="auto" w:fill="auto"/>
          </w:tcPr>
          <w:p w14:paraId="0D289659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61253D" w:rsidRPr="002A6DDE" w14:paraId="357937E1" w14:textId="77777777" w:rsidTr="001E396D">
        <w:tc>
          <w:tcPr>
            <w:tcW w:w="9016" w:type="dxa"/>
            <w:gridSpan w:val="4"/>
            <w:shd w:val="clear" w:color="auto" w:fill="auto"/>
          </w:tcPr>
          <w:p w14:paraId="09F6FAD1" w14:textId="77777777" w:rsidR="0061253D" w:rsidRPr="002A6DDE" w:rsidRDefault="0061253D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 xml:space="preserve">Comments: </w:t>
            </w:r>
            <w:r w:rsidR="00B12A21" w:rsidRPr="002A6DDE">
              <w:rPr>
                <w:rFonts w:cs="Calibri"/>
                <w:b/>
              </w:rPr>
              <w:t xml:space="preserve"> </w:t>
            </w:r>
          </w:p>
          <w:p w14:paraId="6300EC61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AE21A3" w:rsidRPr="002A6DDE" w14:paraId="1C2C1EDE" w14:textId="77777777" w:rsidTr="001E396D">
        <w:tc>
          <w:tcPr>
            <w:tcW w:w="1580" w:type="dxa"/>
            <w:shd w:val="clear" w:color="auto" w:fill="auto"/>
          </w:tcPr>
          <w:p w14:paraId="06618922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Working with</w:t>
            </w:r>
          </w:p>
          <w:p w14:paraId="66D6A162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families/</w:t>
            </w:r>
          </w:p>
          <w:p w14:paraId="52FA2A1B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whānau</w:t>
            </w:r>
          </w:p>
          <w:p w14:paraId="622E3129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2982" w:type="dxa"/>
            <w:shd w:val="clear" w:color="auto" w:fill="auto"/>
          </w:tcPr>
          <w:p w14:paraId="2120EC8E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Tell us about a time when</w:t>
            </w:r>
          </w:p>
          <w:p w14:paraId="071FC454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feel you have worked</w:t>
            </w:r>
          </w:p>
          <w:p w14:paraId="68BB7B97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well with a family or whānau.</w:t>
            </w:r>
          </w:p>
          <w:p w14:paraId="7B814F15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was your role? How</w:t>
            </w:r>
          </w:p>
          <w:p w14:paraId="2AC3C2CE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did you engage, include or</w:t>
            </w:r>
          </w:p>
          <w:p w14:paraId="33151B26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support the family or whānau?</w:t>
            </w:r>
          </w:p>
          <w:p w14:paraId="4BBF5121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was the outcome? What</w:t>
            </w:r>
          </w:p>
          <w:p w14:paraId="05982E0B" w14:textId="77777777" w:rsidR="0061253D" w:rsidRPr="002A6DDE" w:rsidRDefault="0061253D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would you do differently now?</w:t>
            </w:r>
          </w:p>
          <w:p w14:paraId="3A2B0150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741" w:type="dxa"/>
            <w:shd w:val="clear" w:color="auto" w:fill="auto"/>
          </w:tcPr>
          <w:p w14:paraId="1EDE1F13" w14:textId="77777777" w:rsidR="0061253D" w:rsidRPr="002A6DDE" w:rsidRDefault="0061253D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are working with</w:t>
            </w:r>
          </w:p>
          <w:p w14:paraId="4A5ADA8B" w14:textId="77777777" w:rsidR="0061253D" w:rsidRPr="002A6DDE" w:rsidRDefault="0061253D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a service user who is</w:t>
            </w:r>
          </w:p>
          <w:p w14:paraId="1A7EDAA5" w14:textId="77777777" w:rsidR="0061253D" w:rsidRPr="002A6DDE" w:rsidRDefault="0061253D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 xml:space="preserve">experiencing </w:t>
            </w:r>
            <w:r w:rsidR="006D641B" w:rsidRPr="002A6DDE">
              <w:rPr>
                <w:rFonts w:cs="Calibri"/>
                <w:color w:val="000000"/>
              </w:rPr>
              <w:t xml:space="preserve">difficulties </w:t>
            </w:r>
            <w:r w:rsidRPr="002A6DDE">
              <w:rPr>
                <w:rFonts w:cs="Calibri"/>
                <w:color w:val="000000"/>
              </w:rPr>
              <w:t>with</w:t>
            </w:r>
            <w:r w:rsidR="006D641B" w:rsidRPr="002A6DDE">
              <w:rPr>
                <w:rFonts w:cs="Calibri"/>
                <w:color w:val="000000"/>
              </w:rPr>
              <w:t xml:space="preserve"> their family. </w:t>
            </w:r>
            <w:r w:rsidRPr="002A6DDE">
              <w:rPr>
                <w:rFonts w:cs="Calibri"/>
                <w:color w:val="000000"/>
              </w:rPr>
              <w:t>The family does</w:t>
            </w:r>
            <w:r w:rsidR="006D641B" w:rsidRPr="002A6DDE">
              <w:rPr>
                <w:rFonts w:cs="Calibri"/>
                <w:color w:val="000000"/>
              </w:rPr>
              <w:t xml:space="preserve"> </w:t>
            </w:r>
            <w:r w:rsidRPr="002A6DDE">
              <w:rPr>
                <w:rFonts w:cs="Calibri"/>
                <w:color w:val="000000"/>
              </w:rPr>
              <w:t xml:space="preserve">not </w:t>
            </w:r>
            <w:r w:rsidR="006D641B" w:rsidRPr="002A6DDE">
              <w:rPr>
                <w:rFonts w:cs="Calibri"/>
                <w:color w:val="000000"/>
              </w:rPr>
              <w:t xml:space="preserve">want </w:t>
            </w:r>
            <w:r w:rsidRPr="002A6DDE">
              <w:rPr>
                <w:rFonts w:cs="Calibri"/>
                <w:color w:val="000000"/>
              </w:rPr>
              <w:t>the service user to</w:t>
            </w:r>
            <w:r w:rsidR="006D641B" w:rsidRPr="002A6DDE">
              <w:rPr>
                <w:rFonts w:cs="Calibri"/>
                <w:color w:val="000000"/>
              </w:rPr>
              <w:t xml:space="preserve"> have any money to spend. </w:t>
            </w:r>
          </w:p>
          <w:p w14:paraId="0F969EBF" w14:textId="77777777" w:rsidR="0061253D" w:rsidRPr="002A6DDE" w:rsidRDefault="0061253D" w:rsidP="009D2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steps would you take</w:t>
            </w:r>
            <w:r w:rsidR="006D641B" w:rsidRPr="002A6DDE">
              <w:rPr>
                <w:rFonts w:cs="Calibri"/>
                <w:color w:val="000000"/>
              </w:rPr>
              <w:t xml:space="preserve"> </w:t>
            </w:r>
            <w:r w:rsidRPr="002A6DDE">
              <w:rPr>
                <w:rFonts w:cs="Calibri"/>
                <w:color w:val="000000"/>
              </w:rPr>
              <w:t>to resolve this situation?</w:t>
            </w:r>
          </w:p>
          <w:p w14:paraId="2054BEB6" w14:textId="77777777" w:rsidR="00AE21A3" w:rsidRPr="002A6DDE" w:rsidRDefault="00AE21A3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713" w:type="dxa"/>
            <w:shd w:val="clear" w:color="auto" w:fill="auto"/>
          </w:tcPr>
          <w:p w14:paraId="6E24FDDE" w14:textId="77777777" w:rsidR="00AE21A3" w:rsidRPr="002A6DDE" w:rsidRDefault="00AE21A3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9C1B60" w:rsidRPr="002A6DDE" w14:paraId="44323232" w14:textId="77777777" w:rsidTr="001E396D">
        <w:tc>
          <w:tcPr>
            <w:tcW w:w="9016" w:type="dxa"/>
            <w:gridSpan w:val="4"/>
            <w:shd w:val="clear" w:color="auto" w:fill="auto"/>
          </w:tcPr>
          <w:p w14:paraId="63A8EFCE" w14:textId="77777777" w:rsidR="009C1B60" w:rsidRPr="002A6DDE" w:rsidRDefault="009C1B60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6304A4C6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9C1B60" w:rsidRPr="002A6DDE" w14:paraId="6B5A11BA" w14:textId="77777777" w:rsidTr="001E396D">
        <w:tc>
          <w:tcPr>
            <w:tcW w:w="1580" w:type="dxa"/>
            <w:shd w:val="clear" w:color="auto" w:fill="auto"/>
          </w:tcPr>
          <w:p w14:paraId="54BC8214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Working within</w:t>
            </w:r>
          </w:p>
          <w:p w14:paraId="5ED711E7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2A6DDE">
              <w:rPr>
                <w:rFonts w:cs="Calibri"/>
                <w:b/>
                <w:bCs/>
                <w:color w:val="000000"/>
              </w:rPr>
              <w:t>communities</w:t>
            </w:r>
          </w:p>
          <w:p w14:paraId="7BD6C68C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2982" w:type="dxa"/>
            <w:shd w:val="clear" w:color="auto" w:fill="auto"/>
          </w:tcPr>
          <w:p w14:paraId="798BDDD2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Tell us about a time when</w:t>
            </w:r>
          </w:p>
          <w:p w14:paraId="05C9AFF6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you had success working</w:t>
            </w:r>
          </w:p>
          <w:p w14:paraId="39EC6C6C" w14:textId="4909B64E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 xml:space="preserve">within a </w:t>
            </w:r>
            <w:r w:rsidR="00724997">
              <w:rPr>
                <w:rFonts w:cs="Calibri"/>
                <w:color w:val="000000"/>
              </w:rPr>
              <w:t xml:space="preserve">specified </w:t>
            </w:r>
            <w:r w:rsidRPr="002A6DDE">
              <w:rPr>
                <w:rFonts w:cs="Calibri"/>
                <w:color w:val="000000"/>
              </w:rPr>
              <w:t>community. Tell us</w:t>
            </w:r>
            <w:r w:rsidR="00724997">
              <w:rPr>
                <w:rFonts w:cs="Calibri"/>
                <w:color w:val="000000"/>
              </w:rPr>
              <w:t xml:space="preserve"> </w:t>
            </w:r>
            <w:r w:rsidRPr="002A6DDE">
              <w:rPr>
                <w:rFonts w:cs="Calibri"/>
                <w:color w:val="000000"/>
              </w:rPr>
              <w:t>about a time when you failed</w:t>
            </w:r>
            <w:r w:rsidR="00724997">
              <w:rPr>
                <w:rFonts w:cs="Calibri"/>
                <w:color w:val="000000"/>
              </w:rPr>
              <w:t xml:space="preserve"> working </w:t>
            </w:r>
            <w:r w:rsidRPr="002A6DDE">
              <w:rPr>
                <w:rFonts w:cs="Calibri"/>
                <w:color w:val="000000"/>
              </w:rPr>
              <w:t>successfully with a</w:t>
            </w:r>
            <w:r w:rsidR="00724997">
              <w:rPr>
                <w:rFonts w:cs="Calibri"/>
                <w:color w:val="000000"/>
              </w:rPr>
              <w:t xml:space="preserve"> </w:t>
            </w:r>
            <w:r w:rsidRPr="002A6DDE">
              <w:rPr>
                <w:rFonts w:cs="Calibri"/>
                <w:color w:val="000000"/>
              </w:rPr>
              <w:t>community.</w:t>
            </w:r>
          </w:p>
          <w:p w14:paraId="3E084DEA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What was your role? How</w:t>
            </w:r>
          </w:p>
          <w:p w14:paraId="5FA1EC50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did you gain community</w:t>
            </w:r>
          </w:p>
          <w:p w14:paraId="61F39EE3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involvement? With what</w:t>
            </w:r>
          </w:p>
          <w:p w14:paraId="5A2364E5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effect? What did you learn?</w:t>
            </w:r>
          </w:p>
          <w:p w14:paraId="1AE29DC1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741" w:type="dxa"/>
            <w:shd w:val="clear" w:color="auto" w:fill="auto"/>
          </w:tcPr>
          <w:p w14:paraId="02CAB28F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The organisation is</w:t>
            </w:r>
          </w:p>
          <w:p w14:paraId="3530C954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developing links with the</w:t>
            </w:r>
          </w:p>
          <w:p w14:paraId="2BA869E5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>community to provide</w:t>
            </w:r>
          </w:p>
          <w:p w14:paraId="76F34084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  <w:color w:val="000000"/>
              </w:rPr>
              <w:t xml:space="preserve">optimum supports for service users. In what ways would you support this process? </w:t>
            </w:r>
          </w:p>
          <w:p w14:paraId="6CFF0F59" w14:textId="77777777" w:rsidR="009C1B60" w:rsidRPr="002A6DDE" w:rsidRDefault="009C1B60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713" w:type="dxa"/>
            <w:shd w:val="clear" w:color="auto" w:fill="auto"/>
          </w:tcPr>
          <w:p w14:paraId="0FFCABDE" w14:textId="77777777" w:rsidR="009C1B60" w:rsidRPr="002A6DDE" w:rsidRDefault="009C1B60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9C1B60" w:rsidRPr="002A6DDE" w14:paraId="72EFE071" w14:textId="77777777" w:rsidTr="001E396D">
        <w:tc>
          <w:tcPr>
            <w:tcW w:w="9016" w:type="dxa"/>
            <w:gridSpan w:val="4"/>
            <w:shd w:val="clear" w:color="auto" w:fill="auto"/>
          </w:tcPr>
          <w:p w14:paraId="7967019B" w14:textId="77777777" w:rsidR="009C1B60" w:rsidRPr="002A6DDE" w:rsidRDefault="009C1B60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7FB58D04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9C1B60" w:rsidRPr="002A6DDE" w14:paraId="7362CB0E" w14:textId="77777777" w:rsidTr="001E396D">
        <w:tc>
          <w:tcPr>
            <w:tcW w:w="1580" w:type="dxa"/>
            <w:shd w:val="clear" w:color="auto" w:fill="auto"/>
          </w:tcPr>
          <w:p w14:paraId="778230FB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Challenging</w:t>
            </w:r>
          </w:p>
          <w:p w14:paraId="589DF69B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stigma and</w:t>
            </w:r>
          </w:p>
          <w:p w14:paraId="3F0A8807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discrimination</w:t>
            </w:r>
          </w:p>
          <w:p w14:paraId="121147B7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2982" w:type="dxa"/>
            <w:shd w:val="clear" w:color="auto" w:fill="auto"/>
          </w:tcPr>
          <w:p w14:paraId="3BF902C9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Tell us about a time when</w:t>
            </w:r>
          </w:p>
          <w:p w14:paraId="5AECA18C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 noticed a colleague</w:t>
            </w:r>
          </w:p>
          <w:p w14:paraId="42FE7178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stigmatising a service user.</w:t>
            </w:r>
          </w:p>
          <w:p w14:paraId="3653DADE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What was your role? How</w:t>
            </w:r>
          </w:p>
          <w:p w14:paraId="4A003B0F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did you handle it? What was</w:t>
            </w:r>
          </w:p>
          <w:p w14:paraId="05E68213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the outcome? How could you</w:t>
            </w:r>
          </w:p>
          <w:p w14:paraId="7718BB49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have dealt with this more</w:t>
            </w:r>
          </w:p>
          <w:p w14:paraId="0AD5DC0E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proactively?</w:t>
            </w:r>
          </w:p>
          <w:p w14:paraId="4967B45E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2741" w:type="dxa"/>
            <w:shd w:val="clear" w:color="auto" w:fill="auto"/>
          </w:tcPr>
          <w:p w14:paraId="2A7F453A" w14:textId="77777777" w:rsidR="009C1B60" w:rsidRPr="002A6DDE" w:rsidRDefault="009C1B6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2A6DDE">
              <w:rPr>
                <w:rFonts w:cs="Calibri"/>
              </w:rPr>
              <w:t>During a team meeting, a colleague who is a key worker for a service user that has a known addiction issue suggests that because the service user came back from leave under the influence of alcohol he cannot have leave for at least one month.</w:t>
            </w:r>
          </w:p>
        </w:tc>
        <w:tc>
          <w:tcPr>
            <w:tcW w:w="1713" w:type="dxa"/>
            <w:shd w:val="clear" w:color="auto" w:fill="auto"/>
          </w:tcPr>
          <w:p w14:paraId="6F8F9C0E" w14:textId="77777777" w:rsidR="009C1B60" w:rsidRPr="002A6DDE" w:rsidRDefault="009C1B60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7265BE" w:rsidRPr="002A6DDE" w14:paraId="5331E587" w14:textId="77777777" w:rsidTr="001E396D">
        <w:tc>
          <w:tcPr>
            <w:tcW w:w="9016" w:type="dxa"/>
            <w:gridSpan w:val="4"/>
            <w:shd w:val="clear" w:color="auto" w:fill="auto"/>
          </w:tcPr>
          <w:p w14:paraId="3014CF99" w14:textId="77777777" w:rsidR="007265BE" w:rsidRPr="002A6DDE" w:rsidRDefault="007265BE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296CEFA2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</w:tbl>
    <w:p w14:paraId="3C3F576A" w14:textId="77777777" w:rsidR="00D67467" w:rsidRDefault="00D67467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  <w:r w:rsidRPr="002A6DDE">
        <w:rPr>
          <w:rFonts w:cs="Calibri"/>
          <w:b/>
          <w:bCs/>
          <w:color w:val="FFFFFF"/>
        </w:rPr>
        <w:t>Scoring</w:t>
      </w:r>
    </w:p>
    <w:p w14:paraId="65096282" w14:textId="77777777" w:rsidR="00B74E65" w:rsidRDefault="00B74E65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</w:p>
    <w:p w14:paraId="34150FBC" w14:textId="77777777" w:rsidR="00B74E65" w:rsidRDefault="00B74E65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</w:p>
    <w:p w14:paraId="27097877" w14:textId="77777777" w:rsidR="00B74E65" w:rsidRDefault="00B74E65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</w:p>
    <w:p w14:paraId="315F268D" w14:textId="77777777" w:rsidR="00B74E65" w:rsidRPr="002A6DDE" w:rsidRDefault="00B74E65" w:rsidP="00D6746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2977"/>
        <w:gridCol w:w="2497"/>
        <w:gridCol w:w="1967"/>
      </w:tblGrid>
      <w:tr w:rsidR="00B12A21" w:rsidRPr="002A6DDE" w14:paraId="2DA08B46" w14:textId="77777777" w:rsidTr="002A6DDE">
        <w:tc>
          <w:tcPr>
            <w:tcW w:w="1583" w:type="dxa"/>
            <w:shd w:val="clear" w:color="auto" w:fill="auto"/>
          </w:tcPr>
          <w:p w14:paraId="2A56C757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Let’s get real values</w:t>
            </w:r>
          </w:p>
        </w:tc>
        <w:tc>
          <w:tcPr>
            <w:tcW w:w="3071" w:type="dxa"/>
            <w:shd w:val="clear" w:color="auto" w:fill="auto"/>
          </w:tcPr>
          <w:p w14:paraId="5E2A1F75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Behavioural Descriptive questions</w:t>
            </w:r>
          </w:p>
        </w:tc>
        <w:tc>
          <w:tcPr>
            <w:tcW w:w="2559" w:type="dxa"/>
            <w:shd w:val="clear" w:color="auto" w:fill="auto"/>
          </w:tcPr>
          <w:p w14:paraId="1105B6F4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Situational Question</w:t>
            </w:r>
          </w:p>
        </w:tc>
        <w:tc>
          <w:tcPr>
            <w:tcW w:w="2029" w:type="dxa"/>
            <w:shd w:val="clear" w:color="auto" w:fill="auto"/>
          </w:tcPr>
          <w:p w14:paraId="23487440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Scoring</w:t>
            </w:r>
          </w:p>
        </w:tc>
      </w:tr>
      <w:tr w:rsidR="00B12A21" w:rsidRPr="002A6DDE" w14:paraId="53972AF6" w14:textId="77777777" w:rsidTr="002A6DDE">
        <w:tc>
          <w:tcPr>
            <w:tcW w:w="1583" w:type="dxa"/>
            <w:shd w:val="clear" w:color="auto" w:fill="auto"/>
          </w:tcPr>
          <w:p w14:paraId="030BD5F9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Law, policy and</w:t>
            </w:r>
          </w:p>
          <w:p w14:paraId="781C6741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practice</w:t>
            </w:r>
          </w:p>
          <w:p w14:paraId="74B2127D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071" w:type="dxa"/>
            <w:shd w:val="clear" w:color="auto" w:fill="auto"/>
          </w:tcPr>
          <w:p w14:paraId="6E7C2923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Tell us about a time when you</w:t>
            </w:r>
          </w:p>
          <w:p w14:paraId="2C431AED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felt that you faced an ethical</w:t>
            </w:r>
          </w:p>
          <w:p w14:paraId="256CCFA4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dilemma. What was the</w:t>
            </w:r>
          </w:p>
          <w:p w14:paraId="5A667C60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situation? What was your role?</w:t>
            </w:r>
          </w:p>
          <w:p w14:paraId="28BE58C0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What did you do? How did the</w:t>
            </w:r>
          </w:p>
          <w:p w14:paraId="295F8A7A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situation resolve? What could</w:t>
            </w:r>
          </w:p>
          <w:p w14:paraId="51504429" w14:textId="77777777" w:rsidR="00B12A21" w:rsidRPr="002A6DDE" w:rsidRDefault="00B12A2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 have done better?</w:t>
            </w:r>
          </w:p>
          <w:p w14:paraId="0F53AA92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2559" w:type="dxa"/>
            <w:shd w:val="clear" w:color="auto" w:fill="auto"/>
          </w:tcPr>
          <w:p w14:paraId="17C35611" w14:textId="77777777" w:rsidR="00B12A21" w:rsidRPr="002A6DDE" w:rsidRDefault="00C4305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 xml:space="preserve">A family member of a service user approaches you informing you that a staff member had informed another visitor of the diagnosis their family member has. </w:t>
            </w:r>
          </w:p>
          <w:p w14:paraId="3BC99867" w14:textId="77777777" w:rsidR="00C43051" w:rsidRPr="002A6DDE" w:rsidRDefault="00C4305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How would you address the situation with your colleague, the family member and the service user?</w:t>
            </w:r>
          </w:p>
        </w:tc>
        <w:tc>
          <w:tcPr>
            <w:tcW w:w="2029" w:type="dxa"/>
            <w:shd w:val="clear" w:color="auto" w:fill="auto"/>
          </w:tcPr>
          <w:p w14:paraId="3FE8732C" w14:textId="77777777" w:rsidR="00B12A21" w:rsidRPr="002A6DDE" w:rsidRDefault="00B12A2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BC5B7C" w:rsidRPr="002A6DDE" w14:paraId="74493A35" w14:textId="77777777" w:rsidTr="002A6DDE">
        <w:tc>
          <w:tcPr>
            <w:tcW w:w="9242" w:type="dxa"/>
            <w:gridSpan w:val="4"/>
            <w:shd w:val="clear" w:color="auto" w:fill="auto"/>
          </w:tcPr>
          <w:p w14:paraId="6958003F" w14:textId="77777777" w:rsidR="00BC5B7C" w:rsidRPr="002A6DDE" w:rsidRDefault="00BC5B7C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700E6BC4" w14:textId="77777777" w:rsidR="00BC5B7C" w:rsidRPr="002A6DDE" w:rsidRDefault="00BC5B7C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A437FE" w:rsidRPr="002A6DDE" w14:paraId="45CC007C" w14:textId="77777777" w:rsidTr="002A6DDE">
        <w:tc>
          <w:tcPr>
            <w:tcW w:w="1583" w:type="dxa"/>
            <w:shd w:val="clear" w:color="auto" w:fill="auto"/>
          </w:tcPr>
          <w:p w14:paraId="384AF4C5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Professional</w:t>
            </w:r>
          </w:p>
          <w:p w14:paraId="2E9D0A9A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and personal</w:t>
            </w:r>
          </w:p>
          <w:p w14:paraId="59AC7209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development</w:t>
            </w:r>
          </w:p>
          <w:p w14:paraId="479FB709" w14:textId="77777777" w:rsidR="00A437FE" w:rsidRPr="002A6DDE" w:rsidRDefault="00A437FE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071" w:type="dxa"/>
            <w:shd w:val="clear" w:color="auto" w:fill="auto"/>
          </w:tcPr>
          <w:p w14:paraId="553DA019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Tell us about the greatest</w:t>
            </w:r>
          </w:p>
          <w:p w14:paraId="3833B207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learning moment you have</w:t>
            </w:r>
          </w:p>
          <w:p w14:paraId="3241934E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experienced in your career in</w:t>
            </w:r>
          </w:p>
          <w:p w14:paraId="18BCEC3B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mental health. Why was this</w:t>
            </w:r>
          </w:p>
          <w:p w14:paraId="22BF658F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so important for you? What</w:t>
            </w:r>
          </w:p>
          <w:p w14:paraId="23A7D56D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did you learn? How could</w:t>
            </w:r>
          </w:p>
          <w:p w14:paraId="78B36C18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 pass on this learning to</w:t>
            </w:r>
          </w:p>
          <w:p w14:paraId="1646C916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others?</w:t>
            </w:r>
          </w:p>
          <w:p w14:paraId="349D07EA" w14:textId="77777777" w:rsidR="00A437FE" w:rsidRPr="002A6DDE" w:rsidRDefault="00A437FE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559" w:type="dxa"/>
            <w:shd w:val="clear" w:color="auto" w:fill="auto"/>
          </w:tcPr>
          <w:p w14:paraId="07457B52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Your manager has offered</w:t>
            </w:r>
          </w:p>
          <w:p w14:paraId="0F98AE11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 $ 500 for your own</w:t>
            </w:r>
          </w:p>
          <w:p w14:paraId="6F5A7B45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professional or personal</w:t>
            </w:r>
          </w:p>
          <w:p w14:paraId="7D37EFA3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development in the year</w:t>
            </w:r>
          </w:p>
          <w:p w14:paraId="65F13DDE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ahead. What would you</w:t>
            </w:r>
          </w:p>
          <w:p w14:paraId="72DF5F03" w14:textId="77777777" w:rsidR="00BC5B7C" w:rsidRPr="002A6DDE" w:rsidRDefault="00BC5B7C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spend this money on and</w:t>
            </w:r>
          </w:p>
          <w:p w14:paraId="7E4CEF78" w14:textId="77777777" w:rsidR="00BC5B7C" w:rsidRPr="002A6DDE" w:rsidRDefault="00BC5B7C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why?</w:t>
            </w:r>
          </w:p>
          <w:p w14:paraId="688BD8AF" w14:textId="77777777" w:rsidR="00A437FE" w:rsidRPr="002A6DDE" w:rsidRDefault="00A437FE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2029" w:type="dxa"/>
            <w:shd w:val="clear" w:color="auto" w:fill="auto"/>
          </w:tcPr>
          <w:p w14:paraId="5804A8C9" w14:textId="77777777" w:rsidR="00A437FE" w:rsidRPr="002A6DDE" w:rsidRDefault="00A437FE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7E3798" w:rsidRPr="002A6DDE" w14:paraId="08AB8EE3" w14:textId="77777777" w:rsidTr="002A6DDE">
        <w:tc>
          <w:tcPr>
            <w:tcW w:w="9242" w:type="dxa"/>
            <w:gridSpan w:val="4"/>
            <w:shd w:val="clear" w:color="auto" w:fill="auto"/>
          </w:tcPr>
          <w:p w14:paraId="3E3B6A3E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08679429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7E3798" w:rsidRPr="002A6DDE" w14:paraId="0B615CFA" w14:textId="77777777" w:rsidTr="002A6DDE">
        <w:tc>
          <w:tcPr>
            <w:tcW w:w="1583" w:type="dxa"/>
            <w:shd w:val="clear" w:color="auto" w:fill="auto"/>
          </w:tcPr>
          <w:p w14:paraId="38955177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Respect</w:t>
            </w:r>
          </w:p>
        </w:tc>
        <w:tc>
          <w:tcPr>
            <w:tcW w:w="3071" w:type="dxa"/>
            <w:shd w:val="clear" w:color="auto" w:fill="auto"/>
          </w:tcPr>
          <w:p w14:paraId="53630225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Tell us about a time when you</w:t>
            </w:r>
          </w:p>
          <w:p w14:paraId="18561CF6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handled a service user with</w:t>
            </w:r>
          </w:p>
          <w:p w14:paraId="3AA1C2D6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respect.</w:t>
            </w:r>
          </w:p>
          <w:p w14:paraId="6ABC71CB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559" w:type="dxa"/>
            <w:shd w:val="clear" w:color="auto" w:fill="auto"/>
          </w:tcPr>
          <w:p w14:paraId="5A6661B8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 notice a nursing student is giggling at the behaviour of a service user who is unwell.</w:t>
            </w:r>
          </w:p>
          <w:p w14:paraId="24BFBC0B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How do you deal with this</w:t>
            </w:r>
          </w:p>
          <w:p w14:paraId="6A9DB08F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situation?</w:t>
            </w:r>
          </w:p>
          <w:p w14:paraId="3E8B517D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29" w:type="dxa"/>
            <w:shd w:val="clear" w:color="auto" w:fill="auto"/>
          </w:tcPr>
          <w:p w14:paraId="01C205B3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7E3798" w:rsidRPr="002A6DDE" w14:paraId="3AF8B43F" w14:textId="77777777" w:rsidTr="002A6DDE">
        <w:tc>
          <w:tcPr>
            <w:tcW w:w="9242" w:type="dxa"/>
            <w:gridSpan w:val="4"/>
            <w:shd w:val="clear" w:color="auto" w:fill="auto"/>
          </w:tcPr>
          <w:p w14:paraId="31389819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632FC72B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7E3798" w:rsidRPr="002A6DDE" w14:paraId="7A47573E" w14:textId="77777777" w:rsidTr="002A6DDE">
        <w:tc>
          <w:tcPr>
            <w:tcW w:w="1583" w:type="dxa"/>
            <w:shd w:val="clear" w:color="auto" w:fill="auto"/>
          </w:tcPr>
          <w:p w14:paraId="72279B2B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A6DDE">
              <w:rPr>
                <w:rFonts w:cs="Calibri"/>
                <w:b/>
                <w:bCs/>
              </w:rPr>
              <w:t>Human rights</w:t>
            </w:r>
          </w:p>
        </w:tc>
        <w:tc>
          <w:tcPr>
            <w:tcW w:w="3071" w:type="dxa"/>
            <w:shd w:val="clear" w:color="auto" w:fill="auto"/>
          </w:tcPr>
          <w:p w14:paraId="7478A8FE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Human rights are an issue of</w:t>
            </w:r>
          </w:p>
          <w:p w14:paraId="53F81986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interest to us. Can you tell us</w:t>
            </w:r>
          </w:p>
          <w:p w14:paraId="6FF81041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about a time when you had to</w:t>
            </w:r>
          </w:p>
          <w:p w14:paraId="1A948101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deal with a human rights issue?</w:t>
            </w:r>
          </w:p>
          <w:p w14:paraId="4E25D2B6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559" w:type="dxa"/>
            <w:shd w:val="clear" w:color="auto" w:fill="auto"/>
          </w:tcPr>
          <w:p w14:paraId="1C1177AC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Your manager asks you to</w:t>
            </w:r>
          </w:p>
          <w:p w14:paraId="6528B602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 xml:space="preserve">tell a service user to </w:t>
            </w:r>
            <w:r w:rsidR="00E32631" w:rsidRPr="002A6DDE">
              <w:rPr>
                <w:rFonts w:cs="Calibri"/>
              </w:rPr>
              <w:t xml:space="preserve">stop praying in his room as </w:t>
            </w:r>
            <w:r w:rsidRPr="002A6DDE">
              <w:rPr>
                <w:rFonts w:cs="Calibri"/>
              </w:rPr>
              <w:t xml:space="preserve">the manager’s view, </w:t>
            </w:r>
            <w:r w:rsidR="00E32631" w:rsidRPr="002A6DDE">
              <w:rPr>
                <w:rFonts w:cs="Calibri"/>
              </w:rPr>
              <w:t xml:space="preserve">it </w:t>
            </w:r>
            <w:r w:rsidRPr="002A6DDE">
              <w:rPr>
                <w:rFonts w:cs="Calibri"/>
              </w:rPr>
              <w:t>appears</w:t>
            </w:r>
            <w:r w:rsidR="00E32631" w:rsidRPr="002A6DDE">
              <w:rPr>
                <w:rFonts w:cs="Calibri"/>
              </w:rPr>
              <w:t xml:space="preserve"> </w:t>
            </w:r>
            <w:r w:rsidRPr="002A6DDE">
              <w:rPr>
                <w:rFonts w:cs="Calibri"/>
              </w:rPr>
              <w:t>to be reinforcing illness</w:t>
            </w:r>
            <w:r w:rsidR="00E32631" w:rsidRPr="002A6DDE">
              <w:rPr>
                <w:rFonts w:cs="Calibri"/>
              </w:rPr>
              <w:t xml:space="preserve"> </w:t>
            </w:r>
            <w:r w:rsidRPr="002A6DDE">
              <w:rPr>
                <w:rFonts w:cs="Calibri"/>
              </w:rPr>
              <w:t>behaviour. How do you deal</w:t>
            </w:r>
            <w:r w:rsidR="00E32631" w:rsidRPr="002A6DDE">
              <w:rPr>
                <w:rFonts w:cs="Calibri"/>
              </w:rPr>
              <w:t xml:space="preserve"> </w:t>
            </w:r>
            <w:r w:rsidRPr="002A6DDE">
              <w:rPr>
                <w:rFonts w:cs="Calibri"/>
              </w:rPr>
              <w:t>with this situation?</w:t>
            </w:r>
          </w:p>
          <w:p w14:paraId="65DB513A" w14:textId="77777777" w:rsidR="007E3798" w:rsidRPr="002A6DDE" w:rsidRDefault="007E3798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29" w:type="dxa"/>
            <w:shd w:val="clear" w:color="auto" w:fill="auto"/>
          </w:tcPr>
          <w:p w14:paraId="29C80A7E" w14:textId="77777777" w:rsidR="007E3798" w:rsidRPr="002A6DDE" w:rsidRDefault="007E3798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  <w:tr w:rsidR="00E32631" w:rsidRPr="002A6DDE" w14:paraId="66C7F64D" w14:textId="77777777" w:rsidTr="002A6DDE">
        <w:tc>
          <w:tcPr>
            <w:tcW w:w="9242" w:type="dxa"/>
            <w:gridSpan w:val="4"/>
            <w:shd w:val="clear" w:color="auto" w:fill="auto"/>
          </w:tcPr>
          <w:p w14:paraId="1DEACCB4" w14:textId="77777777" w:rsidR="00E32631" w:rsidRPr="002A6DDE" w:rsidRDefault="00E3263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  <w:r w:rsidRPr="002A6DDE">
              <w:rPr>
                <w:rFonts w:cs="Calibri"/>
                <w:b/>
              </w:rPr>
              <w:t>Comments:</w:t>
            </w:r>
          </w:p>
          <w:p w14:paraId="53BBCD83" w14:textId="77777777" w:rsidR="00E32631" w:rsidRPr="002A6DDE" w:rsidRDefault="00E32631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</w:tbl>
    <w:p w14:paraId="2040CE67" w14:textId="77777777" w:rsidR="004E15F4" w:rsidRPr="002A6DDE" w:rsidRDefault="004E15F4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991"/>
        <w:gridCol w:w="2495"/>
        <w:gridCol w:w="1971"/>
      </w:tblGrid>
      <w:tr w:rsidR="004E15F4" w:rsidRPr="002A6DDE" w14:paraId="44668320" w14:textId="77777777" w:rsidTr="00624C11">
        <w:tc>
          <w:tcPr>
            <w:tcW w:w="1559" w:type="dxa"/>
            <w:shd w:val="clear" w:color="auto" w:fill="auto"/>
          </w:tcPr>
          <w:p w14:paraId="713B0481" w14:textId="77777777" w:rsidR="004E15F4" w:rsidRPr="002A6DDE" w:rsidRDefault="004E15F4" w:rsidP="002A6DDE">
            <w:pPr>
              <w:tabs>
                <w:tab w:val="left" w:pos="11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6DDE">
              <w:rPr>
                <w:rFonts w:ascii="Arial" w:hAnsi="Arial" w:cs="Arial"/>
                <w:b/>
                <w:sz w:val="20"/>
                <w:szCs w:val="20"/>
              </w:rPr>
              <w:t>Let’s get real values</w:t>
            </w:r>
          </w:p>
        </w:tc>
        <w:tc>
          <w:tcPr>
            <w:tcW w:w="2991" w:type="dxa"/>
            <w:shd w:val="clear" w:color="auto" w:fill="auto"/>
          </w:tcPr>
          <w:p w14:paraId="0028C6D2" w14:textId="77777777" w:rsidR="004E15F4" w:rsidRPr="002A6DDE" w:rsidRDefault="004E15F4" w:rsidP="002A6DDE">
            <w:pPr>
              <w:tabs>
                <w:tab w:val="left" w:pos="11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6DDE">
              <w:rPr>
                <w:rFonts w:ascii="Arial" w:hAnsi="Arial" w:cs="Arial"/>
                <w:b/>
                <w:sz w:val="20"/>
                <w:szCs w:val="20"/>
              </w:rPr>
              <w:t>Behavioural Descriptive questions</w:t>
            </w:r>
          </w:p>
        </w:tc>
        <w:tc>
          <w:tcPr>
            <w:tcW w:w="2495" w:type="dxa"/>
            <w:shd w:val="clear" w:color="auto" w:fill="auto"/>
          </w:tcPr>
          <w:p w14:paraId="376026CE" w14:textId="77777777" w:rsidR="004E15F4" w:rsidRPr="002A6DDE" w:rsidRDefault="004E15F4" w:rsidP="002A6DDE">
            <w:pPr>
              <w:tabs>
                <w:tab w:val="left" w:pos="11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6DDE">
              <w:rPr>
                <w:rFonts w:ascii="Arial" w:hAnsi="Arial" w:cs="Arial"/>
                <w:b/>
                <w:sz w:val="20"/>
                <w:szCs w:val="20"/>
              </w:rPr>
              <w:t>Situational Question</w:t>
            </w:r>
          </w:p>
        </w:tc>
        <w:tc>
          <w:tcPr>
            <w:tcW w:w="1971" w:type="dxa"/>
            <w:shd w:val="clear" w:color="auto" w:fill="auto"/>
          </w:tcPr>
          <w:p w14:paraId="7EBD6F5F" w14:textId="77777777" w:rsidR="004E15F4" w:rsidRPr="002A6DDE" w:rsidRDefault="004E15F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  <w:r w:rsidRPr="002A6DDE">
              <w:rPr>
                <w:b/>
              </w:rPr>
              <w:t>Scoring</w:t>
            </w:r>
          </w:p>
        </w:tc>
      </w:tr>
      <w:tr w:rsidR="00E32631" w:rsidRPr="002A6DDE" w14:paraId="2F386439" w14:textId="77777777" w:rsidTr="00624C11">
        <w:tc>
          <w:tcPr>
            <w:tcW w:w="1559" w:type="dxa"/>
            <w:shd w:val="clear" w:color="auto" w:fill="auto"/>
          </w:tcPr>
          <w:p w14:paraId="2BC146F5" w14:textId="77777777" w:rsidR="00E32631" w:rsidRPr="002A6DDE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 w:rsidRPr="002A6DDE"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2991" w:type="dxa"/>
            <w:shd w:val="clear" w:color="auto" w:fill="auto"/>
          </w:tcPr>
          <w:p w14:paraId="30CBE0CC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Tell us about a time when you</w:t>
            </w:r>
          </w:p>
          <w:p w14:paraId="187BCA01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 xml:space="preserve">worked with a service user who lost her independence </w:t>
            </w:r>
          </w:p>
          <w:p w14:paraId="60013E4F" w14:textId="6A35043F" w:rsidR="00E32631" w:rsidRPr="004A68F4" w:rsidRDefault="004A68F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4A68F4">
              <w:rPr>
                <w:rFonts w:asciiTheme="minorHAnsi" w:hAnsiTheme="minorHAnsi" w:cstheme="minorHAnsi"/>
              </w:rPr>
              <w:t>ue</w:t>
            </w:r>
            <w:r w:rsidR="00E32631" w:rsidRPr="004A68F4">
              <w:rPr>
                <w:rFonts w:asciiTheme="minorHAnsi" w:hAnsiTheme="minorHAnsi" w:cstheme="minorHAnsi"/>
              </w:rPr>
              <w:t xml:space="preserve"> to their illness and was depressed about this</w:t>
            </w:r>
            <w:r w:rsidRPr="004A68F4">
              <w:rPr>
                <w:rFonts w:asciiTheme="minorHAnsi" w:hAnsiTheme="minorHAnsi" w:cstheme="minorHAnsi"/>
              </w:rPr>
              <w:t>.</w:t>
            </w:r>
            <w:r w:rsidR="00E32631" w:rsidRPr="004A68F4">
              <w:rPr>
                <w:rFonts w:asciiTheme="minorHAnsi" w:hAnsiTheme="minorHAnsi" w:cstheme="minorHAnsi"/>
              </w:rPr>
              <w:t xml:space="preserve"> What</w:t>
            </w:r>
          </w:p>
          <w:p w14:paraId="2AC05483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was your role? What did you do?</w:t>
            </w:r>
          </w:p>
          <w:p w14:paraId="2F76EA13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How did it work out?</w:t>
            </w:r>
          </w:p>
          <w:p w14:paraId="7FFEB57D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95" w:type="dxa"/>
            <w:shd w:val="clear" w:color="auto" w:fill="auto"/>
          </w:tcPr>
          <w:p w14:paraId="69856D66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A service user seems</w:t>
            </w:r>
          </w:p>
          <w:p w14:paraId="2306B982" w14:textId="499F80A8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reluctant to engage in the</w:t>
            </w:r>
            <w:r w:rsidR="004A68F4">
              <w:rPr>
                <w:rFonts w:asciiTheme="minorHAnsi" w:hAnsiTheme="minorHAnsi" w:cstheme="minorHAnsi"/>
              </w:rPr>
              <w:t xml:space="preserve"> </w:t>
            </w:r>
            <w:r w:rsidRPr="004A68F4">
              <w:rPr>
                <w:rFonts w:asciiTheme="minorHAnsi" w:hAnsiTheme="minorHAnsi" w:cstheme="minorHAnsi"/>
              </w:rPr>
              <w:t>recovery process. They</w:t>
            </w:r>
            <w:r w:rsidR="004A68F4">
              <w:rPr>
                <w:rFonts w:asciiTheme="minorHAnsi" w:hAnsiTheme="minorHAnsi" w:cstheme="minorHAnsi"/>
              </w:rPr>
              <w:t xml:space="preserve"> </w:t>
            </w:r>
            <w:r w:rsidRPr="004A68F4">
              <w:rPr>
                <w:rFonts w:asciiTheme="minorHAnsi" w:hAnsiTheme="minorHAnsi" w:cstheme="minorHAnsi"/>
              </w:rPr>
              <w:t>want you to do everything for them. What do you do?</w:t>
            </w:r>
          </w:p>
          <w:p w14:paraId="54076DF7" w14:textId="77777777" w:rsidR="00E32631" w:rsidRPr="004A68F4" w:rsidRDefault="00E32631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1" w:type="dxa"/>
            <w:shd w:val="clear" w:color="auto" w:fill="auto"/>
          </w:tcPr>
          <w:p w14:paraId="3C129058" w14:textId="77777777" w:rsidR="00E32631" w:rsidRPr="002A6DDE" w:rsidRDefault="00E32631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172FA0" w:rsidRPr="002A6DDE" w14:paraId="4C7D40D4" w14:textId="77777777" w:rsidTr="00624C11">
        <w:tc>
          <w:tcPr>
            <w:tcW w:w="9016" w:type="dxa"/>
            <w:gridSpan w:val="4"/>
            <w:shd w:val="clear" w:color="auto" w:fill="auto"/>
          </w:tcPr>
          <w:p w14:paraId="2169B9E6" w14:textId="77777777" w:rsidR="00172FA0" w:rsidRPr="002A6DDE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 w:rsidRPr="002A6DDE"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Comments:</w:t>
            </w:r>
          </w:p>
          <w:p w14:paraId="700D6233" w14:textId="77777777" w:rsidR="00172FA0" w:rsidRPr="002A6DDE" w:rsidRDefault="00172FA0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944B3A" w:rsidRPr="002A6DDE" w14:paraId="24A8E60C" w14:textId="77777777" w:rsidTr="00624C11">
        <w:tc>
          <w:tcPr>
            <w:tcW w:w="1559" w:type="dxa"/>
            <w:shd w:val="clear" w:color="auto" w:fill="auto"/>
          </w:tcPr>
          <w:p w14:paraId="7C2CDA0E" w14:textId="77777777" w:rsidR="00944B3A" w:rsidRPr="002A6DDE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 w:rsidRPr="002A6DDE"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Recovery</w:t>
            </w:r>
          </w:p>
        </w:tc>
        <w:tc>
          <w:tcPr>
            <w:tcW w:w="2991" w:type="dxa"/>
            <w:shd w:val="clear" w:color="auto" w:fill="auto"/>
          </w:tcPr>
          <w:p w14:paraId="5FB65181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Tell us about a service user</w:t>
            </w:r>
          </w:p>
          <w:p w14:paraId="7061BCF8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that you worked with towards</w:t>
            </w:r>
          </w:p>
          <w:p w14:paraId="709B60A4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recovery. What was the</w:t>
            </w:r>
          </w:p>
          <w:p w14:paraId="13D758CF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situation and your role?</w:t>
            </w:r>
          </w:p>
          <w:p w14:paraId="4776BFF6" w14:textId="77777777" w:rsidR="00944B3A" w:rsidRPr="004A68F4" w:rsidRDefault="00944B3A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95" w:type="dxa"/>
            <w:shd w:val="clear" w:color="auto" w:fill="auto"/>
          </w:tcPr>
          <w:p w14:paraId="31AF1423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A service user, who is</w:t>
            </w:r>
          </w:p>
          <w:p w14:paraId="24A45F67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particularly unwell, is</w:t>
            </w:r>
          </w:p>
          <w:p w14:paraId="50ECC058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feeling very despondent</w:t>
            </w:r>
          </w:p>
          <w:p w14:paraId="259BC637" w14:textId="77777777" w:rsidR="00172FA0" w:rsidRPr="004A68F4" w:rsidRDefault="00172FA0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about ever feeling any</w:t>
            </w:r>
          </w:p>
          <w:p w14:paraId="4DEDF7FB" w14:textId="52EC6359" w:rsidR="00944B3A" w:rsidRPr="004A68F4" w:rsidRDefault="00172FA0" w:rsidP="004A68F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4A68F4">
              <w:rPr>
                <w:rFonts w:asciiTheme="minorHAnsi" w:hAnsiTheme="minorHAnsi" w:cstheme="minorHAnsi"/>
              </w:rPr>
              <w:t>better. How would you deal</w:t>
            </w:r>
            <w:r w:rsidR="004A68F4">
              <w:rPr>
                <w:rFonts w:asciiTheme="minorHAnsi" w:hAnsiTheme="minorHAnsi" w:cstheme="minorHAnsi"/>
              </w:rPr>
              <w:t xml:space="preserve"> </w:t>
            </w:r>
            <w:r w:rsidRPr="004A68F4">
              <w:rPr>
                <w:rFonts w:asciiTheme="minorHAnsi" w:hAnsiTheme="minorHAnsi" w:cstheme="minorHAnsi"/>
              </w:rPr>
              <w:t>with this situation? What</w:t>
            </w:r>
            <w:r w:rsidR="004A68F4">
              <w:rPr>
                <w:rFonts w:asciiTheme="minorHAnsi" w:hAnsiTheme="minorHAnsi" w:cstheme="minorHAnsi"/>
              </w:rPr>
              <w:t xml:space="preserve"> </w:t>
            </w:r>
            <w:r w:rsidRPr="004A68F4">
              <w:rPr>
                <w:rFonts w:asciiTheme="minorHAnsi" w:hAnsiTheme="minorHAnsi" w:cstheme="minorHAnsi"/>
              </w:rPr>
              <w:t>would you say or do?</w:t>
            </w:r>
          </w:p>
        </w:tc>
        <w:tc>
          <w:tcPr>
            <w:tcW w:w="1971" w:type="dxa"/>
            <w:shd w:val="clear" w:color="auto" w:fill="auto"/>
          </w:tcPr>
          <w:p w14:paraId="3D4F4222" w14:textId="77777777" w:rsidR="00944B3A" w:rsidRPr="002A6DDE" w:rsidRDefault="00944B3A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172FA0" w:rsidRPr="002A6DDE" w14:paraId="6FF17001" w14:textId="77777777" w:rsidTr="00624C11">
        <w:tc>
          <w:tcPr>
            <w:tcW w:w="9016" w:type="dxa"/>
            <w:gridSpan w:val="4"/>
            <w:shd w:val="clear" w:color="auto" w:fill="auto"/>
          </w:tcPr>
          <w:p w14:paraId="7E8E3013" w14:textId="77777777" w:rsidR="00172FA0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  <w:r w:rsidRPr="002A6DDE">
              <w:rPr>
                <w:b/>
              </w:rPr>
              <w:t>Comments:</w:t>
            </w:r>
          </w:p>
          <w:p w14:paraId="2FD74150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10D6EF22" w14:textId="77777777" w:rsidTr="00624C11">
        <w:tc>
          <w:tcPr>
            <w:tcW w:w="7045" w:type="dxa"/>
            <w:gridSpan w:val="3"/>
            <w:shd w:val="clear" w:color="auto" w:fill="auto"/>
          </w:tcPr>
          <w:p w14:paraId="1C62BD51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What do you think is important for a team to work well together</w:t>
            </w:r>
          </w:p>
          <w:p w14:paraId="13059615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585B6C4F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4656F3E2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2423D0DC" w14:textId="77777777" w:rsidTr="00624C11">
        <w:tc>
          <w:tcPr>
            <w:tcW w:w="7045" w:type="dxa"/>
            <w:gridSpan w:val="3"/>
            <w:shd w:val="clear" w:color="auto" w:fill="auto"/>
          </w:tcPr>
          <w:p w14:paraId="20A0B083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Do you have employment commitments elsewhere that would effect this position you have applied for?</w:t>
            </w:r>
          </w:p>
          <w:p w14:paraId="4FA05E2A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56496386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587BE598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2F964264" w14:textId="77777777" w:rsidTr="00624C11">
        <w:tc>
          <w:tcPr>
            <w:tcW w:w="7045" w:type="dxa"/>
            <w:gridSpan w:val="3"/>
            <w:shd w:val="clear" w:color="auto" w:fill="auto"/>
          </w:tcPr>
          <w:p w14:paraId="0D105D32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7D3EF67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28940AA7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5269600A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1142D377" w14:textId="77777777" w:rsidTr="00624C11">
        <w:tc>
          <w:tcPr>
            <w:tcW w:w="9016" w:type="dxa"/>
            <w:gridSpan w:val="4"/>
            <w:shd w:val="clear" w:color="auto" w:fill="auto"/>
          </w:tcPr>
          <w:p w14:paraId="5EB34771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Observations:</w:t>
            </w:r>
          </w:p>
          <w:p w14:paraId="1EC89D2F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rFonts w:cs="Calibri"/>
              </w:rPr>
            </w:pPr>
          </w:p>
        </w:tc>
      </w:tr>
      <w:tr w:rsidR="00AD18B4" w:rsidRPr="002A6DDE" w14:paraId="2428B77C" w14:textId="77777777" w:rsidTr="00624C11">
        <w:tc>
          <w:tcPr>
            <w:tcW w:w="7045" w:type="dxa"/>
            <w:gridSpan w:val="3"/>
            <w:shd w:val="clear" w:color="auto" w:fill="auto"/>
          </w:tcPr>
          <w:p w14:paraId="4BB74955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Punctuality</w:t>
            </w:r>
          </w:p>
          <w:p w14:paraId="51851832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79FE1997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3CB9965C" w14:textId="77777777" w:rsidTr="00624C11">
        <w:tc>
          <w:tcPr>
            <w:tcW w:w="7045" w:type="dxa"/>
            <w:gridSpan w:val="3"/>
            <w:shd w:val="clear" w:color="auto" w:fill="auto"/>
          </w:tcPr>
          <w:p w14:paraId="4913CCD0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Appearance</w:t>
            </w:r>
          </w:p>
          <w:p w14:paraId="17A52D51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36C84987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067D53DE" w14:textId="77777777" w:rsidTr="00624C11">
        <w:tc>
          <w:tcPr>
            <w:tcW w:w="7045" w:type="dxa"/>
            <w:gridSpan w:val="3"/>
            <w:shd w:val="clear" w:color="auto" w:fill="auto"/>
          </w:tcPr>
          <w:p w14:paraId="36CA2ADA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Communication skills</w:t>
            </w:r>
          </w:p>
          <w:p w14:paraId="04DAC876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5849137C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1D1F0B10" w14:textId="77777777" w:rsidTr="00624C11">
        <w:tc>
          <w:tcPr>
            <w:tcW w:w="7045" w:type="dxa"/>
            <w:gridSpan w:val="3"/>
            <w:shd w:val="clear" w:color="auto" w:fill="auto"/>
          </w:tcPr>
          <w:p w14:paraId="11071AA2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Comprehension</w:t>
            </w:r>
          </w:p>
          <w:p w14:paraId="5895680E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76C5CB8E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0A7413A6" w14:textId="77777777" w:rsidTr="00624C11">
        <w:tc>
          <w:tcPr>
            <w:tcW w:w="7045" w:type="dxa"/>
            <w:gridSpan w:val="3"/>
            <w:shd w:val="clear" w:color="auto" w:fill="auto"/>
          </w:tcPr>
          <w:p w14:paraId="4AF81DAF" w14:textId="77777777" w:rsidR="00AD18B4" w:rsidRPr="002A6DDE" w:rsidRDefault="005D33EB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Related to the interviewers</w:t>
            </w:r>
          </w:p>
          <w:p w14:paraId="2B97973F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7192091A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AD18B4" w:rsidRPr="002A6DDE" w14:paraId="2B31A3F1" w14:textId="77777777" w:rsidTr="00624C11">
        <w:tc>
          <w:tcPr>
            <w:tcW w:w="7045" w:type="dxa"/>
            <w:gridSpan w:val="3"/>
            <w:shd w:val="clear" w:color="auto" w:fill="auto"/>
          </w:tcPr>
          <w:p w14:paraId="22227BAF" w14:textId="77777777" w:rsidR="00AD18B4" w:rsidRPr="002A6DDE" w:rsidRDefault="005D33EB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Total Score:</w:t>
            </w:r>
          </w:p>
          <w:p w14:paraId="1FEF9AC7" w14:textId="77777777" w:rsidR="00AD18B4" w:rsidRPr="002A6DDE" w:rsidRDefault="00AD18B4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971" w:type="dxa"/>
            <w:shd w:val="clear" w:color="auto" w:fill="auto"/>
          </w:tcPr>
          <w:p w14:paraId="46119298" w14:textId="77777777" w:rsidR="00AD18B4" w:rsidRPr="002A6DDE" w:rsidRDefault="00AD18B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  <w:tr w:rsidR="00556E14" w:rsidRPr="002A6DDE" w14:paraId="73D487A1" w14:textId="77777777" w:rsidTr="00624C11">
        <w:tc>
          <w:tcPr>
            <w:tcW w:w="7045" w:type="dxa"/>
            <w:gridSpan w:val="3"/>
            <w:shd w:val="clear" w:color="auto" w:fill="auto"/>
          </w:tcPr>
          <w:p w14:paraId="2A6B1C69" w14:textId="77777777" w:rsidR="00556E14" w:rsidRPr="002A6DDE" w:rsidRDefault="005D33EB" w:rsidP="002A6D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A6DDE">
              <w:rPr>
                <w:rFonts w:cs="Calibri"/>
              </w:rPr>
              <w:t>Date:</w:t>
            </w:r>
          </w:p>
        </w:tc>
        <w:tc>
          <w:tcPr>
            <w:tcW w:w="1971" w:type="dxa"/>
            <w:shd w:val="clear" w:color="auto" w:fill="auto"/>
          </w:tcPr>
          <w:p w14:paraId="6A2DA309" w14:textId="77777777" w:rsidR="00556E14" w:rsidRPr="002A6DDE" w:rsidRDefault="00556E14" w:rsidP="002A6DDE">
            <w:pPr>
              <w:tabs>
                <w:tab w:val="left" w:pos="1170"/>
              </w:tabs>
              <w:spacing w:after="0" w:line="240" w:lineRule="auto"/>
              <w:rPr>
                <w:b/>
              </w:rPr>
            </w:pPr>
          </w:p>
        </w:tc>
      </w:tr>
    </w:tbl>
    <w:p w14:paraId="3B6412E4" w14:textId="77777777" w:rsidR="005D33EB" w:rsidRDefault="005D33EB" w:rsidP="00960483">
      <w:pPr>
        <w:tabs>
          <w:tab w:val="left" w:pos="1170"/>
        </w:tabs>
        <w:rPr>
          <w:rFonts w:ascii="TrebuchetMS" w:hAnsi="TrebuchetMS" w:cs="TrebuchetMS"/>
          <w:color w:val="000000"/>
          <w:sz w:val="18"/>
          <w:szCs w:val="18"/>
        </w:rPr>
      </w:pPr>
    </w:p>
    <w:sectPr w:rsidR="005D33EB" w:rsidSect="00960483">
      <w:headerReference w:type="default" r:id="rId6"/>
      <w:footerReference w:type="default" r:id="rId7"/>
      <w:pgSz w:w="11906" w:h="16838"/>
      <w:pgMar w:top="856" w:right="1440" w:bottom="851" w:left="144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39361" w14:textId="77777777" w:rsidR="00386F40" w:rsidRDefault="00386F40" w:rsidP="00264FB4">
      <w:pPr>
        <w:spacing w:after="0" w:line="240" w:lineRule="auto"/>
      </w:pPr>
      <w:r>
        <w:separator/>
      </w:r>
    </w:p>
  </w:endnote>
  <w:endnote w:type="continuationSeparator" w:id="0">
    <w:p w14:paraId="1491997B" w14:textId="77777777" w:rsidR="00386F40" w:rsidRDefault="00386F40" w:rsidP="0026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M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TrebuchetMS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74E65" w:rsidRPr="00D52618" w14:paraId="69B9E190" w14:textId="77777777" w:rsidTr="001E491F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0320F9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14DF6D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CC49D0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389C03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C5E4B4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E3770D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14:paraId="735B0742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14:paraId="06327181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2020</w:t>
          </w:r>
        </w:p>
      </w:tc>
      <w:tc>
        <w:tcPr>
          <w:tcW w:w="1560" w:type="dxa"/>
        </w:tcPr>
        <w:p w14:paraId="58392586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14:paraId="23616058" w14:textId="77777777" w:rsidR="00B74E65" w:rsidRPr="00D52618" w:rsidRDefault="00B74E65" w:rsidP="00B74E65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14:paraId="1B0F4A19" w14:textId="77777777" w:rsidR="00264FB4" w:rsidRPr="00E60851" w:rsidRDefault="00264FB4" w:rsidP="00E60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5558" w14:textId="77777777" w:rsidR="00386F40" w:rsidRDefault="00386F40" w:rsidP="00264FB4">
      <w:pPr>
        <w:spacing w:after="0" w:line="240" w:lineRule="auto"/>
      </w:pPr>
      <w:r>
        <w:separator/>
      </w:r>
    </w:p>
  </w:footnote>
  <w:footnote w:type="continuationSeparator" w:id="0">
    <w:p w14:paraId="79097B87" w14:textId="77777777" w:rsidR="00386F40" w:rsidRDefault="00386F40" w:rsidP="0026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CEBF4" w14:textId="77777777" w:rsidR="00B03DCD" w:rsidRPr="00B03DCD" w:rsidRDefault="00B03DCD" w:rsidP="00B03DCD">
    <w:pPr>
      <w:pStyle w:val="Header"/>
      <w:jc w:val="right"/>
      <w:rPr>
        <w:rFonts w:cs="Calibri"/>
      </w:rPr>
    </w:pPr>
    <w:r>
      <w:rPr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AE8D9A" wp14:editId="6B7B2881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49B9D9" w14:textId="77777777" w:rsidR="00B03DCD" w:rsidRPr="00B03DCD" w:rsidRDefault="00B03DCD" w:rsidP="00B03DCD">
                          <w:pPr>
                            <w:rPr>
                              <w:rFonts w:cs="Calibri"/>
                            </w:rPr>
                          </w:pPr>
                          <w:r w:rsidRPr="00B03DCD">
                            <w:rPr>
                              <w:rFonts w:cs="Calibr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E8D9A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" stroked="f">
              <v:textbox>
                <w:txbxContent>
                  <w:p w14:paraId="2B49B9D9" w14:textId="77777777" w:rsidR="00B03DCD" w:rsidRPr="00B03DCD" w:rsidRDefault="00B03DCD" w:rsidP="00B03DCD">
                    <w:pPr>
                      <w:rPr>
                        <w:rFonts w:cs="Calibri"/>
                      </w:rPr>
                    </w:pPr>
                    <w:r w:rsidRPr="00B03DCD">
                      <w:rPr>
                        <w:rFonts w:cs="Calibr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B03DCD">
      <w:rPr>
        <w:rFonts w:cs="Calibri"/>
      </w:rPr>
      <w:t xml:space="preserve">Page </w:t>
    </w:r>
    <w:r w:rsidRPr="00B03DCD">
      <w:rPr>
        <w:rFonts w:cs="Calibri"/>
        <w:bCs/>
      </w:rPr>
      <w:fldChar w:fldCharType="begin"/>
    </w:r>
    <w:r w:rsidRPr="00B03DCD">
      <w:rPr>
        <w:rFonts w:cs="Calibri"/>
        <w:bCs/>
      </w:rPr>
      <w:instrText xml:space="preserve"> PAGE </w:instrText>
    </w:r>
    <w:r w:rsidRPr="00B03DCD">
      <w:rPr>
        <w:rFonts w:cs="Calibri"/>
        <w:bCs/>
      </w:rPr>
      <w:fldChar w:fldCharType="separate"/>
    </w:r>
    <w:r w:rsidR="00703ED1">
      <w:rPr>
        <w:rFonts w:cs="Calibri"/>
        <w:bCs/>
        <w:noProof/>
      </w:rPr>
      <w:t>2</w:t>
    </w:r>
    <w:r w:rsidRPr="00B03DCD">
      <w:rPr>
        <w:rFonts w:cs="Calibri"/>
        <w:bCs/>
      </w:rPr>
      <w:fldChar w:fldCharType="end"/>
    </w:r>
    <w:r w:rsidRPr="00B03DCD">
      <w:rPr>
        <w:rFonts w:cs="Calibri"/>
      </w:rPr>
      <w:t xml:space="preserve"> of </w:t>
    </w:r>
    <w:r w:rsidRPr="00B03DCD">
      <w:rPr>
        <w:rFonts w:cs="Calibri"/>
        <w:bCs/>
      </w:rPr>
      <w:fldChar w:fldCharType="begin"/>
    </w:r>
    <w:r w:rsidRPr="00B03DCD">
      <w:rPr>
        <w:rFonts w:cs="Calibri"/>
        <w:bCs/>
      </w:rPr>
      <w:instrText xml:space="preserve"> NUMPAGES  </w:instrText>
    </w:r>
    <w:r w:rsidRPr="00B03DCD">
      <w:rPr>
        <w:rFonts w:cs="Calibri"/>
        <w:bCs/>
      </w:rPr>
      <w:fldChar w:fldCharType="separate"/>
    </w:r>
    <w:r w:rsidR="00703ED1">
      <w:rPr>
        <w:rFonts w:cs="Calibri"/>
        <w:bCs/>
        <w:noProof/>
      </w:rPr>
      <w:t>4</w:t>
    </w:r>
    <w:r w:rsidRPr="00B03DCD">
      <w:rPr>
        <w:rFonts w:cs="Calibri"/>
        <w:bCs/>
      </w:rPr>
      <w:fldChar w:fldCharType="end"/>
    </w:r>
    <w:r w:rsidRPr="00B03DCD">
      <w:rPr>
        <w:rFonts w:cs="Calibri"/>
        <w:noProof/>
        <w:lang w:eastAsia="en-NZ"/>
      </w:rPr>
      <w:t xml:space="preserve"> </w:t>
    </w:r>
  </w:p>
  <w:p w14:paraId="2034C8BC" w14:textId="77777777" w:rsidR="00696CDA" w:rsidRDefault="00696CDA" w:rsidP="00B03DCD">
    <w:pPr>
      <w:pStyle w:val="Header"/>
      <w:jc w:val="center"/>
      <w:rPr>
        <w:rFonts w:cs="Calibri"/>
        <w:b/>
        <w:sz w:val="28"/>
        <w:szCs w:val="28"/>
      </w:rPr>
    </w:pPr>
  </w:p>
  <w:p w14:paraId="240586A7" w14:textId="77777777" w:rsidR="00264FB4" w:rsidRDefault="00B03DCD" w:rsidP="00B03DCD">
    <w:pPr>
      <w:pStyle w:val="Header"/>
      <w:jc w:val="center"/>
      <w:rPr>
        <w:rFonts w:cs="Calibri"/>
        <w:b/>
        <w:sz w:val="28"/>
        <w:szCs w:val="28"/>
      </w:rPr>
    </w:pPr>
    <w:r>
      <w:rPr>
        <w:rFonts w:cs="Calibri"/>
        <w:b/>
        <w:sz w:val="28"/>
        <w:szCs w:val="28"/>
      </w:rPr>
      <w:t>Job Application and Job Interview Check</w:t>
    </w:r>
  </w:p>
  <w:p w14:paraId="213CB1C1" w14:textId="06DCFCCA" w:rsidR="00D06CD5" w:rsidRPr="00D06CD5" w:rsidRDefault="00D06CD5" w:rsidP="00B03DCD">
    <w:pPr>
      <w:pStyle w:val="Header"/>
      <w:jc w:val="center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>(Based on the Te Pou Let’s get Real tools)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E6"/>
    <w:rsid w:val="0004528A"/>
    <w:rsid w:val="0007062C"/>
    <w:rsid w:val="00110BA8"/>
    <w:rsid w:val="0011215A"/>
    <w:rsid w:val="00141C83"/>
    <w:rsid w:val="00172FA0"/>
    <w:rsid w:val="001C6C8C"/>
    <w:rsid w:val="001E396D"/>
    <w:rsid w:val="00217A15"/>
    <w:rsid w:val="00264FB4"/>
    <w:rsid w:val="002A6DDE"/>
    <w:rsid w:val="002F7651"/>
    <w:rsid w:val="00310CED"/>
    <w:rsid w:val="00386F40"/>
    <w:rsid w:val="003D004A"/>
    <w:rsid w:val="00427944"/>
    <w:rsid w:val="00450CE9"/>
    <w:rsid w:val="00457713"/>
    <w:rsid w:val="00464262"/>
    <w:rsid w:val="00473E68"/>
    <w:rsid w:val="004825E6"/>
    <w:rsid w:val="004A68F4"/>
    <w:rsid w:val="004E15F4"/>
    <w:rsid w:val="005011B7"/>
    <w:rsid w:val="00556E14"/>
    <w:rsid w:val="005D33EB"/>
    <w:rsid w:val="0060712C"/>
    <w:rsid w:val="0061253D"/>
    <w:rsid w:val="00624C11"/>
    <w:rsid w:val="00627E29"/>
    <w:rsid w:val="00641DF4"/>
    <w:rsid w:val="00642653"/>
    <w:rsid w:val="00680160"/>
    <w:rsid w:val="00680F2F"/>
    <w:rsid w:val="00696CDA"/>
    <w:rsid w:val="006D641B"/>
    <w:rsid w:val="006E315D"/>
    <w:rsid w:val="00703ED1"/>
    <w:rsid w:val="00711650"/>
    <w:rsid w:val="00724997"/>
    <w:rsid w:val="007265BE"/>
    <w:rsid w:val="007571CC"/>
    <w:rsid w:val="007A45BF"/>
    <w:rsid w:val="007E3798"/>
    <w:rsid w:val="00812B5C"/>
    <w:rsid w:val="00815C68"/>
    <w:rsid w:val="008B3D00"/>
    <w:rsid w:val="00944B3A"/>
    <w:rsid w:val="00956999"/>
    <w:rsid w:val="00960483"/>
    <w:rsid w:val="00996CB5"/>
    <w:rsid w:val="009C1B60"/>
    <w:rsid w:val="009D24F3"/>
    <w:rsid w:val="009E3B57"/>
    <w:rsid w:val="00A437FE"/>
    <w:rsid w:val="00A56C2B"/>
    <w:rsid w:val="00AD18B4"/>
    <w:rsid w:val="00AE21A3"/>
    <w:rsid w:val="00AE2955"/>
    <w:rsid w:val="00B03DCD"/>
    <w:rsid w:val="00B12A21"/>
    <w:rsid w:val="00B74E65"/>
    <w:rsid w:val="00BC5B7C"/>
    <w:rsid w:val="00C355F6"/>
    <w:rsid w:val="00C43051"/>
    <w:rsid w:val="00C717C5"/>
    <w:rsid w:val="00CB46D9"/>
    <w:rsid w:val="00CD6D85"/>
    <w:rsid w:val="00CF2159"/>
    <w:rsid w:val="00D06CD5"/>
    <w:rsid w:val="00D67467"/>
    <w:rsid w:val="00D76D8F"/>
    <w:rsid w:val="00DE696D"/>
    <w:rsid w:val="00E32631"/>
    <w:rsid w:val="00E60851"/>
    <w:rsid w:val="00EC2B77"/>
    <w:rsid w:val="00ED3D8B"/>
    <w:rsid w:val="00FB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2BBF5"/>
  <w15:chartTrackingRefBased/>
  <w15:docId w15:val="{BBED8573-3E29-4BED-BB6F-BC707446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5C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8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4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FB4"/>
  </w:style>
  <w:style w:type="paragraph" w:styleId="Footer">
    <w:name w:val="footer"/>
    <w:basedOn w:val="Normal"/>
    <w:link w:val="FooterChar"/>
    <w:uiPriority w:val="99"/>
    <w:unhideWhenUsed/>
    <w:rsid w:val="00264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FB4"/>
  </w:style>
  <w:style w:type="character" w:styleId="CommentReference">
    <w:name w:val="annotation reference"/>
    <w:basedOn w:val="DefaultParagraphFont"/>
    <w:uiPriority w:val="99"/>
    <w:semiHidden/>
    <w:unhideWhenUsed/>
    <w:rsid w:val="00C717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7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7C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7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7C5"/>
    <w:rPr>
      <w:b/>
      <w:bCs/>
      <w:lang w:eastAsia="en-US"/>
    </w:rPr>
  </w:style>
  <w:style w:type="paragraph" w:styleId="Revision">
    <w:name w:val="Revision"/>
    <w:hidden/>
    <w:uiPriority w:val="99"/>
    <w:semiHidden/>
    <w:rsid w:val="00C717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April%202014\HR\recruitment\NRAApplicationAndInterviewChecklistApril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NRAApplicationAndInterviewChecklistApril2014</Template>
  <TotalTime>26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23</cp:revision>
  <dcterms:created xsi:type="dcterms:W3CDTF">2017-05-31T02:35:00Z</dcterms:created>
  <dcterms:modified xsi:type="dcterms:W3CDTF">2017-05-31T03:00:00Z</dcterms:modified>
</cp:coreProperties>
</file>