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1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495"/>
        <w:gridCol w:w="2346"/>
        <w:gridCol w:w="2346"/>
        <w:gridCol w:w="2722"/>
      </w:tblGrid>
      <w:tr w:rsidR="00CB7640" w:rsidRPr="00E86066" w:rsidTr="00925890">
        <w:tc>
          <w:tcPr>
            <w:tcW w:w="1702" w:type="dxa"/>
            <w:shd w:val="clear" w:color="auto" w:fill="E5DFEC"/>
          </w:tcPr>
          <w:p w:rsidR="00CB7640" w:rsidRPr="008B33CF" w:rsidRDefault="00CB7640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GoBack"/>
            <w:bookmarkEnd w:id="0"/>
            <w:r w:rsidRPr="008B33CF">
              <w:rPr>
                <w:rFonts w:ascii="Calibri" w:hAnsi="Calibri" w:cs="Calibri"/>
                <w:b/>
                <w:sz w:val="22"/>
                <w:szCs w:val="22"/>
              </w:rPr>
              <w:t>Policy</w:t>
            </w:r>
          </w:p>
        </w:tc>
        <w:tc>
          <w:tcPr>
            <w:tcW w:w="7909" w:type="dxa"/>
            <w:gridSpan w:val="4"/>
            <w:shd w:val="clear" w:color="auto" w:fill="auto"/>
          </w:tcPr>
          <w:p w:rsidR="00594852" w:rsidRPr="008B33CF" w:rsidRDefault="00407573" w:rsidP="00E20C5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Restraint will not be applied at the service. </w:t>
            </w:r>
          </w:p>
          <w:p w:rsidR="00CB7640" w:rsidRPr="008B33CF" w:rsidRDefault="00CB7640" w:rsidP="00E20C58">
            <w:pPr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 xml:space="preserve">If de-escalation or </w:t>
            </w:r>
            <w:r w:rsidR="00635731" w:rsidRPr="008B33CF">
              <w:rPr>
                <w:rFonts w:ascii="Calibri" w:hAnsi="Calibri" w:cs="Calibri"/>
                <w:sz w:val="22"/>
                <w:szCs w:val="22"/>
              </w:rPr>
              <w:t>non-violent</w:t>
            </w:r>
            <w:r w:rsidRPr="008B33CF">
              <w:rPr>
                <w:rFonts w:ascii="Calibri" w:hAnsi="Calibri" w:cs="Calibri"/>
                <w:sz w:val="22"/>
                <w:szCs w:val="22"/>
              </w:rPr>
              <w:t xml:space="preserve"> crisis interventions are not effective and no longer a safe option </w:t>
            </w:r>
            <w:r w:rsidR="00BD6DBE" w:rsidRPr="008B33CF">
              <w:rPr>
                <w:rFonts w:ascii="Calibri" w:hAnsi="Calibri" w:cs="Calibri"/>
                <w:sz w:val="22"/>
                <w:szCs w:val="22"/>
              </w:rPr>
              <w:t>staff</w:t>
            </w:r>
            <w:r w:rsidRPr="008B33CF">
              <w:rPr>
                <w:rFonts w:ascii="Calibri" w:hAnsi="Calibri" w:cs="Calibri"/>
                <w:sz w:val="22"/>
                <w:szCs w:val="22"/>
              </w:rPr>
              <w:t xml:space="preserve"> will:</w:t>
            </w:r>
          </w:p>
          <w:p w:rsidR="00CB7640" w:rsidRPr="008B33CF" w:rsidRDefault="005B38C9" w:rsidP="008B4BE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1307465</wp:posOffset>
                      </wp:positionH>
                      <wp:positionV relativeFrom="paragraph">
                        <wp:posOffset>73660</wp:posOffset>
                      </wp:positionV>
                      <wp:extent cx="2457450" cy="942340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7450" cy="942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7573" w:rsidRDefault="00407573" w:rsidP="00BD6DB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D6DBE" w:rsidRPr="008B33CF" w:rsidRDefault="00407573" w:rsidP="00BD6DB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B33CF">
                                    <w:rPr>
                                      <w:rFonts w:ascii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Call</w:t>
                                  </w:r>
                                  <w:r w:rsidR="00BD6DBE" w:rsidRPr="008B33CF">
                                    <w:rPr>
                                      <w:rFonts w:ascii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 the Police on 111</w:t>
                                  </w:r>
                                </w:p>
                                <w:p w:rsidR="00BD6DBE" w:rsidRPr="008B33CF" w:rsidRDefault="00BD6DBE" w:rsidP="00BD6DBE">
                                  <w:pPr>
                                    <w:tabs>
                                      <w:tab w:val="left" w:pos="1155"/>
                                    </w:tabs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B33CF">
                                    <w:rPr>
                                      <w:rFonts w:ascii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&amp;</w:t>
                                  </w:r>
                                </w:p>
                                <w:p w:rsidR="00BD6DBE" w:rsidRPr="00407573" w:rsidRDefault="00B246BE" w:rsidP="00BD6DB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hyperlink r:id="rId7" w:history="1">
                                    <w:r w:rsidR="00407573" w:rsidRPr="00407573">
                                      <w:rPr>
                                        <w:rStyle w:val="Hyperlink"/>
                                        <w:rFonts w:ascii="Calibri" w:hAnsi="Calibri" w:cs="Calibri"/>
                                        <w:b/>
                                        <w:sz w:val="24"/>
                                        <w:szCs w:val="24"/>
                                      </w:rPr>
                                      <w:t>The</w:t>
                                    </w:r>
                                    <w:r w:rsidR="00BD6DBE" w:rsidRPr="00407573">
                                      <w:rPr>
                                        <w:rStyle w:val="Hyperlink"/>
                                        <w:rFonts w:ascii="Calibri" w:hAnsi="Calibri" w:cs="Calibri"/>
                                        <w:b/>
                                        <w:sz w:val="24"/>
                                        <w:szCs w:val="24"/>
                                      </w:rPr>
                                      <w:t xml:space="preserve"> mental health crisis service</w:t>
                                    </w:r>
                                  </w:hyperlink>
                                </w:p>
                                <w:p w:rsidR="00BD6DBE" w:rsidRPr="00BD6DBE" w:rsidRDefault="00BD6DB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2.95pt;margin-top:5.8pt;width:193.5pt;height:74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" fillcolor="red" stroked="f">
                      <v:textbox>
                        <w:txbxContent>
                          <w:p w:rsidR="00407573" w:rsidRDefault="00407573" w:rsidP="00BD6DB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D6DBE" w:rsidRPr="008B33CF" w:rsidRDefault="00407573" w:rsidP="00BD6DB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Call</w:t>
                            </w:r>
                            <w:r w:rsidR="00BD6DBE" w:rsidRPr="008B33CF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 the Police on 111</w:t>
                            </w:r>
                          </w:p>
                          <w:p w:rsidR="00BD6DBE" w:rsidRPr="008B33CF" w:rsidRDefault="00BD6DBE" w:rsidP="00BD6DBE">
                            <w:pPr>
                              <w:tabs>
                                <w:tab w:val="left" w:pos="1155"/>
                              </w:tabs>
                              <w:jc w:val="center"/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&amp;</w:t>
                            </w:r>
                          </w:p>
                          <w:p w:rsidR="00BD6DBE" w:rsidRPr="00407573" w:rsidRDefault="00407573" w:rsidP="00BD6DB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</w:pPr>
                            <w:hyperlink r:id="rId8" w:history="1">
                              <w:r w:rsidRPr="00407573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4"/>
                                  <w:szCs w:val="24"/>
                                </w:rPr>
                                <w:t>The</w:t>
                              </w:r>
                              <w:r w:rsidR="00BD6DBE" w:rsidRPr="00407573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4"/>
                                  <w:szCs w:val="24"/>
                                </w:rPr>
                                <w:t xml:space="preserve"> mental health crisis service</w:t>
                              </w:r>
                            </w:hyperlink>
                          </w:p>
                          <w:p w:rsidR="00BD6DBE" w:rsidRPr="00BD6DBE" w:rsidRDefault="00BD6DB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A3F29">
              <w:rPr>
                <w:noProof/>
              </w:rPr>
              <w:drawing>
                <wp:inline distT="0" distB="0" distL="0" distR="0">
                  <wp:extent cx="932815" cy="1018540"/>
                  <wp:effectExtent l="0" t="0" r="0" b="0"/>
                  <wp:docPr id="5" name="Picture 331" descr="http://www.writingwildly.com/uploads/4/3/6/6/4366763/59520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http://www.writingwildly.com/uploads/4/3/6/6/4366763/595206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1018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7640" w:rsidRPr="00E86066" w:rsidTr="00925890">
        <w:tc>
          <w:tcPr>
            <w:tcW w:w="1702" w:type="dxa"/>
            <w:shd w:val="clear" w:color="auto" w:fill="E5DFEC"/>
          </w:tcPr>
          <w:p w:rsidR="00CB7640" w:rsidRPr="008B33CF" w:rsidRDefault="00CB7640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B33CF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909" w:type="dxa"/>
            <w:gridSpan w:val="4"/>
            <w:shd w:val="clear" w:color="auto" w:fill="auto"/>
          </w:tcPr>
          <w:p w:rsidR="00CB7640" w:rsidRPr="008B33CF" w:rsidRDefault="00CB7640" w:rsidP="008B33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 xml:space="preserve">This document provides direction and guidelines </w:t>
            </w:r>
            <w:r w:rsidR="00C97A5D" w:rsidRPr="008B33CF">
              <w:rPr>
                <w:rFonts w:ascii="Calibri" w:hAnsi="Calibri" w:cs="Calibri"/>
                <w:sz w:val="22"/>
                <w:szCs w:val="22"/>
              </w:rPr>
              <w:t xml:space="preserve">for </w:t>
            </w:r>
            <w:r w:rsidRPr="008B33CF">
              <w:rPr>
                <w:rFonts w:ascii="Calibri" w:hAnsi="Calibri" w:cs="Calibri"/>
                <w:sz w:val="22"/>
                <w:szCs w:val="22"/>
              </w:rPr>
              <w:t xml:space="preserve">the prevention of and safe response to </w:t>
            </w:r>
            <w:r w:rsidR="00C97A5D" w:rsidRPr="008B33CF">
              <w:rPr>
                <w:rFonts w:ascii="Calibri" w:hAnsi="Calibri" w:cs="Calibri"/>
                <w:sz w:val="22"/>
                <w:szCs w:val="22"/>
              </w:rPr>
              <w:t>service users that behave in a manner that are or have the potential to be unsafe</w:t>
            </w:r>
            <w:r w:rsidR="001E4D13" w:rsidRPr="008B33C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CB7640" w:rsidRPr="00E86066" w:rsidTr="00925890">
        <w:tc>
          <w:tcPr>
            <w:tcW w:w="1702" w:type="dxa"/>
            <w:shd w:val="clear" w:color="auto" w:fill="E5DFEC"/>
          </w:tcPr>
          <w:p w:rsidR="00CB7640" w:rsidRPr="008B33CF" w:rsidRDefault="00CB7640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B33CF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909" w:type="dxa"/>
            <w:gridSpan w:val="4"/>
            <w:shd w:val="clear" w:color="auto" w:fill="auto"/>
          </w:tcPr>
          <w:p w:rsidR="00CB7640" w:rsidRPr="008B33CF" w:rsidRDefault="00CB7640" w:rsidP="008B4BE8">
            <w:pPr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 xml:space="preserve">All </w:t>
            </w:r>
            <w:r w:rsidR="003C2C38" w:rsidRPr="008B33CF">
              <w:rPr>
                <w:rFonts w:ascii="Calibri" w:hAnsi="Calibri" w:cs="Calibri"/>
                <w:sz w:val="22"/>
                <w:szCs w:val="22"/>
              </w:rPr>
              <w:t>persons providing a service</w:t>
            </w:r>
            <w:r w:rsidR="00C97A5D" w:rsidRPr="008B33CF">
              <w:rPr>
                <w:rFonts w:ascii="Calibri" w:hAnsi="Calibri" w:cs="Calibri"/>
                <w:sz w:val="22"/>
                <w:szCs w:val="22"/>
              </w:rPr>
              <w:t xml:space="preserve"> to service users</w:t>
            </w:r>
            <w:r w:rsidR="003C2C38" w:rsidRPr="008B33C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CB7640" w:rsidRPr="00E86066" w:rsidTr="00925890">
        <w:tc>
          <w:tcPr>
            <w:tcW w:w="9611" w:type="dxa"/>
            <w:gridSpan w:val="5"/>
            <w:tcBorders>
              <w:bottom w:val="single" w:sz="4" w:space="0" w:color="auto"/>
            </w:tcBorders>
            <w:shd w:val="clear" w:color="auto" w:fill="E5DFEC"/>
          </w:tcPr>
          <w:p w:rsidR="00CB7640" w:rsidRPr="008B33CF" w:rsidRDefault="00CB7640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B33CF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</w:tr>
      <w:tr w:rsidR="00CB7640" w:rsidRPr="00E86066" w:rsidTr="00925890">
        <w:tc>
          <w:tcPr>
            <w:tcW w:w="1702" w:type="dxa"/>
            <w:shd w:val="clear" w:color="auto" w:fill="E5DFEC"/>
          </w:tcPr>
          <w:p w:rsidR="00CB7640" w:rsidRPr="008B33CF" w:rsidRDefault="00CB7640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B33CF">
              <w:rPr>
                <w:rFonts w:ascii="Calibri" w:hAnsi="Calibri" w:cs="Calibri"/>
                <w:b/>
                <w:sz w:val="22"/>
                <w:szCs w:val="22"/>
              </w:rPr>
              <w:t>Legislation</w:t>
            </w:r>
          </w:p>
        </w:tc>
        <w:tc>
          <w:tcPr>
            <w:tcW w:w="7909" w:type="dxa"/>
            <w:gridSpan w:val="4"/>
            <w:shd w:val="clear" w:color="auto" w:fill="auto"/>
          </w:tcPr>
          <w:p w:rsidR="00CB7640" w:rsidRPr="008B33CF" w:rsidRDefault="00B246BE" w:rsidP="007D47E9">
            <w:pPr>
              <w:rPr>
                <w:rFonts w:ascii="Calibri" w:hAnsi="Calibri" w:cs="Calibri"/>
                <w:sz w:val="22"/>
                <w:szCs w:val="22"/>
              </w:rPr>
            </w:pPr>
            <w:hyperlink r:id="rId10" w:history="1">
              <w:r w:rsidR="00CB7640" w:rsidRPr="008B33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Code of Health and Disability Consumers’ Rights 1996</w:t>
              </w:r>
            </w:hyperlink>
          </w:p>
          <w:p w:rsidR="00CB7640" w:rsidRPr="008B33CF" w:rsidRDefault="00B246BE" w:rsidP="007D47E9">
            <w:pPr>
              <w:rPr>
                <w:rFonts w:ascii="Calibri" w:hAnsi="Calibri" w:cs="Calibri"/>
                <w:sz w:val="22"/>
                <w:szCs w:val="22"/>
              </w:rPr>
            </w:pPr>
            <w:hyperlink r:id="rId11" w:history="1">
              <w:r w:rsidR="00CB7640" w:rsidRPr="008B33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and Disability Commissioner Act 1994</w:t>
              </w:r>
            </w:hyperlink>
          </w:p>
          <w:p w:rsidR="00CB7640" w:rsidRPr="008B33CF" w:rsidRDefault="00B246BE" w:rsidP="007D47E9">
            <w:pPr>
              <w:rPr>
                <w:rFonts w:ascii="Calibri" w:hAnsi="Calibri" w:cs="Calibri"/>
                <w:sz w:val="22"/>
                <w:szCs w:val="22"/>
              </w:rPr>
            </w:pPr>
            <w:hyperlink r:id="rId12" w:history="1">
              <w:r w:rsidR="00CB7640" w:rsidRPr="008B33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and Disability Services (Safety) Act 2001</w:t>
              </w:r>
            </w:hyperlink>
          </w:p>
          <w:p w:rsidR="00CB7640" w:rsidRPr="008B33CF" w:rsidRDefault="00B246BE" w:rsidP="007D47E9">
            <w:pPr>
              <w:rPr>
                <w:rFonts w:ascii="Calibri" w:hAnsi="Calibri" w:cs="Calibri"/>
                <w:sz w:val="22"/>
                <w:szCs w:val="22"/>
              </w:rPr>
            </w:pPr>
            <w:hyperlink r:id="rId13" w:history="1">
              <w:r w:rsidR="00CB7640" w:rsidRPr="008B33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New Zealand Bill of Rights Act 1990</w:t>
              </w:r>
            </w:hyperlink>
          </w:p>
          <w:p w:rsidR="00CB7640" w:rsidRPr="008B33CF" w:rsidRDefault="00B246BE" w:rsidP="00D227AD">
            <w:pPr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14" w:history="1">
              <w:r w:rsidR="00CB7640" w:rsidRPr="008B33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Human Rights Act 1993</w:t>
              </w:r>
            </w:hyperlink>
          </w:p>
          <w:p w:rsidR="00D50647" w:rsidRPr="008B33CF" w:rsidRDefault="00B246BE" w:rsidP="00D227AD">
            <w:pPr>
              <w:rPr>
                <w:rFonts w:ascii="Calibri" w:hAnsi="Calibri" w:cs="Calibri"/>
                <w:sz w:val="22"/>
                <w:szCs w:val="22"/>
              </w:rPr>
            </w:pPr>
            <w:hyperlink r:id="rId15" w:history="1">
              <w:r w:rsidR="00D50647" w:rsidRPr="008B33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Mental Health (compulsory assessment and treatment) Act 1992</w:t>
              </w:r>
            </w:hyperlink>
          </w:p>
        </w:tc>
      </w:tr>
      <w:tr w:rsidR="00CB7640" w:rsidRPr="00E86066" w:rsidTr="00925890">
        <w:tc>
          <w:tcPr>
            <w:tcW w:w="1702" w:type="dxa"/>
            <w:shd w:val="clear" w:color="auto" w:fill="E5DFEC"/>
          </w:tcPr>
          <w:p w:rsidR="00CB7640" w:rsidRPr="008B33CF" w:rsidRDefault="00CB7640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B33CF">
              <w:rPr>
                <w:rFonts w:ascii="Calibri" w:hAnsi="Calibri" w:cs="Calibri"/>
                <w:b/>
                <w:sz w:val="22"/>
                <w:szCs w:val="22"/>
              </w:rPr>
              <w:t>Standards</w:t>
            </w:r>
          </w:p>
        </w:tc>
        <w:tc>
          <w:tcPr>
            <w:tcW w:w="7909" w:type="dxa"/>
            <w:gridSpan w:val="4"/>
            <w:shd w:val="clear" w:color="auto" w:fill="auto"/>
          </w:tcPr>
          <w:p w:rsidR="00CB7640" w:rsidRPr="008B33CF" w:rsidRDefault="00CB7640" w:rsidP="007D47E9">
            <w:pPr>
              <w:rPr>
                <w:rFonts w:ascii="Calibri" w:hAnsi="Calibri" w:cs="Calibri"/>
                <w:sz w:val="22"/>
                <w:szCs w:val="22"/>
              </w:rPr>
            </w:pPr>
            <w:r w:rsidRPr="00207A05">
              <w:rPr>
                <w:rFonts w:ascii="Calibri" w:hAnsi="Calibri" w:cs="Calibri"/>
                <w:sz w:val="22"/>
                <w:szCs w:val="22"/>
              </w:rPr>
              <w:t>Health and Disability Services (Restraint Minimisation and Safe Practice) Standards NZS 8134.2:2008</w:t>
            </w:r>
          </w:p>
        </w:tc>
      </w:tr>
      <w:tr w:rsidR="00CB7640" w:rsidRPr="00E86066" w:rsidTr="00925890">
        <w:tc>
          <w:tcPr>
            <w:tcW w:w="1702" w:type="dxa"/>
            <w:shd w:val="clear" w:color="auto" w:fill="E5DFEC"/>
          </w:tcPr>
          <w:p w:rsidR="00CB7640" w:rsidRPr="008B33CF" w:rsidRDefault="00CB7640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B33CF">
              <w:rPr>
                <w:rFonts w:ascii="Calibri" w:hAnsi="Calibri" w:cs="Calibri"/>
                <w:b/>
                <w:sz w:val="22"/>
                <w:szCs w:val="22"/>
              </w:rPr>
              <w:t>Guidelines</w:t>
            </w:r>
            <w:r w:rsidR="00207A05">
              <w:rPr>
                <w:rFonts w:ascii="Calibri" w:hAnsi="Calibri" w:cs="Calibri"/>
                <w:b/>
                <w:sz w:val="22"/>
                <w:szCs w:val="22"/>
              </w:rPr>
              <w:t xml:space="preserve"> and Information</w:t>
            </w:r>
          </w:p>
        </w:tc>
        <w:tc>
          <w:tcPr>
            <w:tcW w:w="7909" w:type="dxa"/>
            <w:gridSpan w:val="4"/>
            <w:shd w:val="clear" w:color="auto" w:fill="auto"/>
          </w:tcPr>
          <w:p w:rsidR="00F16112" w:rsidRDefault="00B246BE" w:rsidP="007D4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6" w:history="1">
              <w:r w:rsidR="00F16112" w:rsidRPr="00F16112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Cultural Competencies</w:t>
              </w:r>
            </w:hyperlink>
            <w:r w:rsidR="00F16112" w:rsidRPr="00F1611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16112" w:rsidRPr="00F16112" w:rsidRDefault="00B246BE" w:rsidP="007D4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7" w:history="1">
              <w:r w:rsidR="00F16112" w:rsidRPr="00F16112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Reducing Seclusion and Restraint</w:t>
              </w:r>
            </w:hyperlink>
          </w:p>
          <w:p w:rsidR="00D96FD7" w:rsidRPr="008B33CF" w:rsidRDefault="00B246BE" w:rsidP="007D47E9">
            <w:pPr>
              <w:rPr>
                <w:rFonts w:ascii="Calibri" w:hAnsi="Calibri" w:cs="Calibri"/>
                <w:sz w:val="22"/>
                <w:szCs w:val="22"/>
              </w:rPr>
            </w:pPr>
            <w:hyperlink r:id="rId18" w:history="1">
              <w:r w:rsidR="00D96FD7" w:rsidRPr="00F16112">
                <w:rPr>
                  <w:rStyle w:val="Hyperlink"/>
                  <w:rFonts w:ascii="Calibri" w:hAnsi="Calibri" w:cs="Calibri"/>
                  <w:sz w:val="22"/>
                  <w:szCs w:val="22"/>
                </w:rPr>
                <w:t>Sensory Modulation</w:t>
              </w:r>
            </w:hyperlink>
          </w:p>
          <w:p w:rsidR="00227466" w:rsidRPr="008B33CF" w:rsidRDefault="00B246BE" w:rsidP="007D47E9">
            <w:pPr>
              <w:rPr>
                <w:rFonts w:ascii="Calibri" w:hAnsi="Calibri" w:cs="Calibri"/>
                <w:sz w:val="22"/>
                <w:szCs w:val="22"/>
              </w:rPr>
            </w:pPr>
            <w:hyperlink r:id="rId19" w:history="1">
              <w:r w:rsidR="00227466" w:rsidRPr="008B33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Defuse an argument</w:t>
              </w:r>
            </w:hyperlink>
          </w:p>
          <w:p w:rsidR="00C060F4" w:rsidRPr="008B33CF" w:rsidRDefault="00B246BE" w:rsidP="00D227AD">
            <w:pPr>
              <w:rPr>
                <w:rFonts w:ascii="Calibri" w:hAnsi="Calibri" w:cs="Calibri"/>
                <w:sz w:val="22"/>
                <w:szCs w:val="22"/>
              </w:rPr>
            </w:pPr>
            <w:hyperlink r:id="rId20" w:history="1">
              <w:r w:rsidR="00C060F4" w:rsidRPr="008B33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SAMHSA Roadmap to Seclusion and Restraint Free Mental Health Services</w:t>
              </w:r>
            </w:hyperlink>
          </w:p>
        </w:tc>
      </w:tr>
      <w:tr w:rsidR="00CB7640" w:rsidRPr="00E86066" w:rsidTr="00925890">
        <w:tc>
          <w:tcPr>
            <w:tcW w:w="1702" w:type="dxa"/>
            <w:shd w:val="clear" w:color="auto" w:fill="E5DFEC"/>
          </w:tcPr>
          <w:p w:rsidR="00CB7640" w:rsidRPr="00925890" w:rsidRDefault="00925890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25890">
              <w:rPr>
                <w:rFonts w:ascii="Calibri" w:hAnsi="Calibri" w:cs="Calibri"/>
                <w:b/>
                <w:sz w:val="22"/>
                <w:szCs w:val="22"/>
              </w:rPr>
              <w:t xml:space="preserve">Organisational </w:t>
            </w:r>
            <w:r w:rsidR="00CB7640" w:rsidRPr="00925890">
              <w:rPr>
                <w:rFonts w:ascii="Calibri" w:hAnsi="Calibri" w:cs="Calibri"/>
                <w:b/>
                <w:sz w:val="22"/>
                <w:szCs w:val="22"/>
              </w:rPr>
              <w:t>Documents</w:t>
            </w:r>
          </w:p>
        </w:tc>
        <w:tc>
          <w:tcPr>
            <w:tcW w:w="7909" w:type="dxa"/>
            <w:gridSpan w:val="4"/>
            <w:shd w:val="clear" w:color="auto" w:fill="auto"/>
          </w:tcPr>
          <w:p w:rsidR="00CB7640" w:rsidRPr="00925890" w:rsidRDefault="00CB7640" w:rsidP="007D47E9">
            <w:pPr>
              <w:rPr>
                <w:rFonts w:ascii="Calibri" w:hAnsi="Calibri" w:cs="Calibri"/>
                <w:sz w:val="22"/>
                <w:szCs w:val="22"/>
              </w:rPr>
            </w:pPr>
            <w:r w:rsidRPr="00925890">
              <w:rPr>
                <w:rFonts w:ascii="Calibri" w:hAnsi="Calibri" w:cs="Calibri"/>
                <w:sz w:val="22"/>
                <w:szCs w:val="22"/>
              </w:rPr>
              <w:t>Adverse Event Management</w:t>
            </w:r>
          </w:p>
          <w:p w:rsidR="00CB7640" w:rsidRPr="00925890" w:rsidRDefault="00CB7640" w:rsidP="007D47E9">
            <w:pPr>
              <w:rPr>
                <w:rFonts w:ascii="Calibri" w:hAnsi="Calibri" w:cs="Calibri"/>
                <w:sz w:val="22"/>
                <w:szCs w:val="22"/>
              </w:rPr>
            </w:pPr>
            <w:r w:rsidRPr="00925890">
              <w:rPr>
                <w:rFonts w:ascii="Calibri" w:hAnsi="Calibri" w:cs="Calibri"/>
                <w:sz w:val="22"/>
                <w:szCs w:val="22"/>
              </w:rPr>
              <w:t>Workforce Development and Training</w:t>
            </w:r>
          </w:p>
          <w:p w:rsidR="00930CEF" w:rsidRPr="00925890" w:rsidRDefault="000809CF" w:rsidP="007D47E9">
            <w:pPr>
              <w:rPr>
                <w:rFonts w:ascii="Calibri" w:hAnsi="Calibri" w:cs="Calibri"/>
                <w:sz w:val="22"/>
                <w:szCs w:val="22"/>
              </w:rPr>
            </w:pPr>
            <w:r w:rsidRPr="00925890">
              <w:rPr>
                <w:rFonts w:ascii="Calibri" w:hAnsi="Calibri" w:cs="Calibri"/>
                <w:sz w:val="22"/>
                <w:szCs w:val="22"/>
              </w:rPr>
              <w:t>Abuse and Neglect</w:t>
            </w:r>
          </w:p>
          <w:p w:rsidR="00B64566" w:rsidRPr="008B33CF" w:rsidRDefault="00B64566" w:rsidP="007D47E9">
            <w:pPr>
              <w:rPr>
                <w:rFonts w:ascii="Calibri" w:hAnsi="Calibri" w:cs="Calibri"/>
                <w:sz w:val="22"/>
                <w:szCs w:val="22"/>
              </w:rPr>
            </w:pPr>
            <w:r w:rsidRPr="00925890">
              <w:rPr>
                <w:rFonts w:ascii="Calibri" w:hAnsi="Calibri" w:cs="Calibri"/>
                <w:sz w:val="22"/>
                <w:szCs w:val="22"/>
              </w:rPr>
              <w:t>Consumer Rights</w:t>
            </w:r>
            <w:r w:rsidR="00145BC9" w:rsidRPr="00925890">
              <w:rPr>
                <w:rFonts w:ascii="Calibri" w:hAnsi="Calibri" w:cs="Calibri"/>
                <w:sz w:val="22"/>
                <w:szCs w:val="22"/>
              </w:rPr>
              <w:t xml:space="preserve"> During Service Delivery</w:t>
            </w:r>
          </w:p>
        </w:tc>
      </w:tr>
      <w:tr w:rsidR="00CB7640" w:rsidRPr="00E86066" w:rsidTr="00925890">
        <w:trPr>
          <w:trHeight w:val="279"/>
        </w:trPr>
        <w:tc>
          <w:tcPr>
            <w:tcW w:w="9611" w:type="dxa"/>
            <w:gridSpan w:val="5"/>
            <w:shd w:val="clear" w:color="auto" w:fill="E5DFEC"/>
          </w:tcPr>
          <w:p w:rsidR="00CB7640" w:rsidRPr="008B33CF" w:rsidRDefault="00CB7640" w:rsidP="0092589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B33CF">
              <w:rPr>
                <w:rFonts w:ascii="Calibri" w:hAnsi="Calibri" w:cs="Calibri"/>
                <w:b/>
                <w:sz w:val="22"/>
                <w:szCs w:val="22"/>
              </w:rPr>
              <w:t>Definitions and Practices</w:t>
            </w:r>
          </w:p>
        </w:tc>
      </w:tr>
      <w:tr w:rsidR="00D804FE" w:rsidRPr="00E86066" w:rsidTr="00925890">
        <w:trPr>
          <w:trHeight w:val="458"/>
        </w:trPr>
        <w:tc>
          <w:tcPr>
            <w:tcW w:w="2197" w:type="dxa"/>
            <w:gridSpan w:val="2"/>
            <w:vMerge w:val="restart"/>
            <w:shd w:val="clear" w:color="auto" w:fill="E5DFEC"/>
          </w:tcPr>
          <w:p w:rsidR="00D804FE" w:rsidRPr="008B33CF" w:rsidRDefault="00B246BE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  <w:hyperlink r:id="rId21" w:history="1">
              <w:r w:rsidR="00D804FE" w:rsidRPr="008B33CF">
                <w:rPr>
                  <w:rStyle w:val="Hyperlink"/>
                  <w:rFonts w:ascii="Calibri" w:hAnsi="Calibri" w:cs="Calibri"/>
                  <w:b/>
                  <w:sz w:val="22"/>
                  <w:szCs w:val="22"/>
                </w:rPr>
                <w:t>Enablers</w:t>
              </w:r>
            </w:hyperlink>
          </w:p>
          <w:p w:rsidR="00D804FE" w:rsidRPr="008B33CF" w:rsidRDefault="00D804FE" w:rsidP="00D804F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B33CF">
              <w:rPr>
                <w:rFonts w:ascii="Calibri" w:hAnsi="Calibri" w:cs="Calibri"/>
                <w:b/>
                <w:sz w:val="22"/>
                <w:szCs w:val="22"/>
              </w:rPr>
              <w:t>(are not restraints)</w:t>
            </w:r>
          </w:p>
        </w:tc>
        <w:tc>
          <w:tcPr>
            <w:tcW w:w="7414" w:type="dxa"/>
            <w:gridSpan w:val="3"/>
            <w:shd w:val="clear" w:color="auto" w:fill="auto"/>
          </w:tcPr>
          <w:p w:rsidR="00D804FE" w:rsidRPr="008B33CF" w:rsidRDefault="00D804FE" w:rsidP="005D4B0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>Equipment, devices or furniture that limits normal freedom of movement with the intent of promoting independence, comfort and/or safety. The strat</w:t>
            </w:r>
            <w:r w:rsidR="005D4B02" w:rsidRPr="008B33CF">
              <w:rPr>
                <w:rFonts w:ascii="Calibri" w:hAnsi="Calibri" w:cs="Calibri"/>
                <w:sz w:val="22"/>
                <w:szCs w:val="22"/>
              </w:rPr>
              <w:t>egies are voluntarily used by the service user.</w:t>
            </w:r>
            <w:r w:rsidRPr="008B33C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D804FE" w:rsidRPr="00E86066" w:rsidTr="00925890">
        <w:trPr>
          <w:trHeight w:val="457"/>
        </w:trPr>
        <w:tc>
          <w:tcPr>
            <w:tcW w:w="2197" w:type="dxa"/>
            <w:gridSpan w:val="2"/>
            <w:vMerge/>
            <w:shd w:val="clear" w:color="auto" w:fill="E5DFEC"/>
          </w:tcPr>
          <w:p w:rsidR="00D804FE" w:rsidRPr="008B33CF" w:rsidRDefault="00D804FE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414" w:type="dxa"/>
            <w:gridSpan w:val="3"/>
            <w:shd w:val="clear" w:color="auto" w:fill="auto"/>
          </w:tcPr>
          <w:p w:rsidR="00D804FE" w:rsidRPr="008B33CF" w:rsidRDefault="00925890" w:rsidP="008B33C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="00D804FE" w:rsidRPr="008B33CF">
              <w:rPr>
                <w:rFonts w:ascii="Calibri" w:hAnsi="Calibri" w:cs="Calibri"/>
                <w:b/>
                <w:sz w:val="22"/>
                <w:szCs w:val="22"/>
              </w:rPr>
              <w:t xml:space="preserve">pproved </w:t>
            </w:r>
            <w:r w:rsidR="00347F77" w:rsidRPr="008B33CF"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 w:rsidR="00D804FE" w:rsidRPr="008B33CF">
              <w:rPr>
                <w:rFonts w:ascii="Calibri" w:hAnsi="Calibri" w:cs="Calibri"/>
                <w:b/>
                <w:sz w:val="22"/>
                <w:szCs w:val="22"/>
              </w:rPr>
              <w:t>nablers</w:t>
            </w:r>
          </w:p>
          <w:p w:rsidR="00D804FE" w:rsidRPr="008B33CF" w:rsidRDefault="00D804FE" w:rsidP="007D47E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04FE" w:rsidRPr="00E86066" w:rsidTr="00925890">
        <w:trPr>
          <w:trHeight w:val="457"/>
        </w:trPr>
        <w:tc>
          <w:tcPr>
            <w:tcW w:w="2197" w:type="dxa"/>
            <w:gridSpan w:val="2"/>
            <w:vMerge/>
            <w:shd w:val="clear" w:color="auto" w:fill="E5DFEC"/>
          </w:tcPr>
          <w:p w:rsidR="00D804FE" w:rsidRPr="008B33CF" w:rsidRDefault="00D804FE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46" w:type="dxa"/>
            <w:shd w:val="clear" w:color="auto" w:fill="auto"/>
          </w:tcPr>
          <w:p w:rsidR="00D804FE" w:rsidRPr="008B33CF" w:rsidRDefault="00D804FE" w:rsidP="007D47E9">
            <w:pPr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>Enabler</w:t>
            </w:r>
          </w:p>
        </w:tc>
        <w:tc>
          <w:tcPr>
            <w:tcW w:w="2346" w:type="dxa"/>
            <w:shd w:val="clear" w:color="auto" w:fill="auto"/>
          </w:tcPr>
          <w:p w:rsidR="00D804FE" w:rsidRPr="008B33CF" w:rsidRDefault="00D804FE" w:rsidP="007D47E9">
            <w:pPr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>Approved Use</w:t>
            </w:r>
          </w:p>
        </w:tc>
        <w:tc>
          <w:tcPr>
            <w:tcW w:w="2722" w:type="dxa"/>
            <w:shd w:val="clear" w:color="auto" w:fill="auto"/>
          </w:tcPr>
          <w:p w:rsidR="00D804FE" w:rsidRPr="008B33CF" w:rsidRDefault="00D804FE" w:rsidP="007D47E9">
            <w:pPr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>Approved by</w:t>
            </w:r>
          </w:p>
        </w:tc>
      </w:tr>
      <w:tr w:rsidR="00D804FE" w:rsidRPr="00E86066" w:rsidTr="00925890">
        <w:trPr>
          <w:trHeight w:val="457"/>
        </w:trPr>
        <w:tc>
          <w:tcPr>
            <w:tcW w:w="2197" w:type="dxa"/>
            <w:gridSpan w:val="2"/>
            <w:vMerge/>
            <w:shd w:val="clear" w:color="auto" w:fill="E5DFEC"/>
          </w:tcPr>
          <w:p w:rsidR="00D804FE" w:rsidRPr="008B33CF" w:rsidRDefault="00D804FE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46" w:type="dxa"/>
            <w:shd w:val="clear" w:color="auto" w:fill="auto"/>
          </w:tcPr>
          <w:p w:rsidR="00D804FE" w:rsidRPr="008B33CF" w:rsidRDefault="00D804FE" w:rsidP="007D47E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6" w:type="dxa"/>
            <w:shd w:val="clear" w:color="auto" w:fill="auto"/>
          </w:tcPr>
          <w:p w:rsidR="00D804FE" w:rsidRPr="008B33CF" w:rsidRDefault="00D804FE" w:rsidP="007D47E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22" w:type="dxa"/>
            <w:shd w:val="clear" w:color="auto" w:fill="auto"/>
          </w:tcPr>
          <w:p w:rsidR="00D804FE" w:rsidRPr="008B33CF" w:rsidRDefault="00D804FE" w:rsidP="007D47E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B7640" w:rsidRPr="00E86066" w:rsidTr="00925890">
        <w:trPr>
          <w:trHeight w:val="279"/>
        </w:trPr>
        <w:tc>
          <w:tcPr>
            <w:tcW w:w="2197" w:type="dxa"/>
            <w:gridSpan w:val="2"/>
            <w:shd w:val="clear" w:color="auto" w:fill="E5DFEC"/>
          </w:tcPr>
          <w:p w:rsidR="00CB7640" w:rsidRPr="008B33CF" w:rsidRDefault="00B246BE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  <w:hyperlink r:id="rId22" w:history="1">
              <w:r w:rsidR="00CB7640" w:rsidRPr="008B33CF">
                <w:rPr>
                  <w:rStyle w:val="Hyperlink"/>
                  <w:rFonts w:ascii="Calibri" w:hAnsi="Calibri" w:cs="Calibri"/>
                  <w:b/>
                  <w:sz w:val="22"/>
                  <w:szCs w:val="22"/>
                </w:rPr>
                <w:t>Restraint</w:t>
              </w:r>
            </w:hyperlink>
            <w:r w:rsidR="00CB7640" w:rsidRPr="008B33C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414" w:type="dxa"/>
            <w:gridSpan w:val="3"/>
            <w:shd w:val="clear" w:color="auto" w:fill="auto"/>
          </w:tcPr>
          <w:p w:rsidR="00CB7640" w:rsidRPr="008B33CF" w:rsidRDefault="00CB7640" w:rsidP="008B33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 xml:space="preserve">Restraint is part of a comprehensive </w:t>
            </w:r>
            <w:r w:rsidRPr="00925890">
              <w:rPr>
                <w:rFonts w:ascii="Calibri" w:hAnsi="Calibri" w:cs="Calibri"/>
                <w:sz w:val="22"/>
                <w:szCs w:val="22"/>
              </w:rPr>
              <w:t>risk management</w:t>
            </w:r>
            <w:r w:rsidRPr="008B33CF">
              <w:rPr>
                <w:rFonts w:ascii="Calibri" w:hAnsi="Calibri" w:cs="Calibri"/>
                <w:sz w:val="22"/>
                <w:szCs w:val="22"/>
              </w:rPr>
              <w:t xml:space="preserve"> intervention. It can only be applied if there is a clinical rationale and oversight. </w:t>
            </w:r>
          </w:p>
          <w:p w:rsidR="00CB7640" w:rsidRPr="008B33CF" w:rsidRDefault="00CB7640" w:rsidP="008B33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>Restraint can only be used in the context of ensuring, maintaining, or enhancing the safety of the</w:t>
            </w:r>
            <w:r w:rsidR="00850253" w:rsidRPr="008B33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D4B02" w:rsidRPr="008B33CF">
              <w:rPr>
                <w:rFonts w:ascii="Calibri" w:hAnsi="Calibri" w:cs="Calibri"/>
                <w:sz w:val="22"/>
                <w:szCs w:val="22"/>
              </w:rPr>
              <w:t>service user</w:t>
            </w:r>
            <w:r w:rsidR="007A621C" w:rsidRPr="008B33CF">
              <w:rPr>
                <w:rFonts w:ascii="Calibri" w:hAnsi="Calibri" w:cs="Calibri"/>
                <w:sz w:val="22"/>
                <w:szCs w:val="22"/>
              </w:rPr>
              <w:t>s</w:t>
            </w:r>
            <w:r w:rsidRPr="008B33CF">
              <w:rPr>
                <w:rFonts w:ascii="Calibri" w:hAnsi="Calibri" w:cs="Calibri"/>
                <w:sz w:val="22"/>
                <w:szCs w:val="22"/>
              </w:rPr>
              <w:t>, staff or others.</w:t>
            </w:r>
            <w:r w:rsidR="0092589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CB7640" w:rsidRPr="00E86066" w:rsidTr="00925890">
        <w:trPr>
          <w:trHeight w:val="279"/>
        </w:trPr>
        <w:tc>
          <w:tcPr>
            <w:tcW w:w="2197" w:type="dxa"/>
            <w:gridSpan w:val="2"/>
            <w:shd w:val="clear" w:color="auto" w:fill="E5DFEC"/>
          </w:tcPr>
          <w:p w:rsidR="00CB7640" w:rsidRPr="008B33CF" w:rsidRDefault="00CB7640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B33CF">
              <w:rPr>
                <w:rFonts w:ascii="Calibri" w:hAnsi="Calibri" w:cs="Calibri"/>
                <w:b/>
                <w:sz w:val="22"/>
                <w:szCs w:val="22"/>
              </w:rPr>
              <w:t>Personal restraint</w:t>
            </w:r>
          </w:p>
        </w:tc>
        <w:tc>
          <w:tcPr>
            <w:tcW w:w="7414" w:type="dxa"/>
            <w:gridSpan w:val="3"/>
            <w:shd w:val="clear" w:color="auto" w:fill="auto"/>
          </w:tcPr>
          <w:p w:rsidR="00CB7640" w:rsidRPr="008B33CF" w:rsidRDefault="00635731" w:rsidP="008B33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>S</w:t>
            </w:r>
            <w:r w:rsidR="007E5B4C" w:rsidRPr="008B33CF">
              <w:rPr>
                <w:rFonts w:ascii="Calibri" w:hAnsi="Calibri" w:cs="Calibri"/>
                <w:sz w:val="22"/>
                <w:szCs w:val="22"/>
              </w:rPr>
              <w:t xml:space="preserve">taff </w:t>
            </w:r>
            <w:r w:rsidRPr="008B33CF">
              <w:rPr>
                <w:rFonts w:ascii="Calibri" w:hAnsi="Calibri" w:cs="Calibri"/>
                <w:sz w:val="22"/>
                <w:szCs w:val="22"/>
              </w:rPr>
              <w:t>using</w:t>
            </w:r>
            <w:r w:rsidR="00CB7640" w:rsidRPr="008B33CF">
              <w:rPr>
                <w:rFonts w:ascii="Calibri" w:hAnsi="Calibri" w:cs="Calibri"/>
                <w:sz w:val="22"/>
                <w:szCs w:val="22"/>
              </w:rPr>
              <w:t xml:space="preserve"> their own body to intentionally limit the movement of a</w:t>
            </w:r>
            <w:r w:rsidR="00590580" w:rsidRPr="008B33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1019B" w:rsidRPr="008B33CF">
              <w:rPr>
                <w:rFonts w:ascii="Calibri" w:hAnsi="Calibri" w:cs="Calibri"/>
                <w:sz w:val="22"/>
                <w:szCs w:val="22"/>
              </w:rPr>
              <w:t>service user.</w:t>
            </w:r>
          </w:p>
        </w:tc>
      </w:tr>
      <w:tr w:rsidR="00CB7640" w:rsidRPr="00E86066" w:rsidTr="00925890">
        <w:trPr>
          <w:trHeight w:val="279"/>
        </w:trPr>
        <w:tc>
          <w:tcPr>
            <w:tcW w:w="2197" w:type="dxa"/>
            <w:gridSpan w:val="2"/>
            <w:shd w:val="clear" w:color="auto" w:fill="E5DFEC"/>
          </w:tcPr>
          <w:p w:rsidR="00CB7640" w:rsidRPr="008B33CF" w:rsidRDefault="00CB7640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B33CF">
              <w:rPr>
                <w:rFonts w:ascii="Calibri" w:hAnsi="Calibri" w:cs="Calibri"/>
                <w:b/>
                <w:sz w:val="22"/>
                <w:szCs w:val="22"/>
              </w:rPr>
              <w:t>Physical restraint</w:t>
            </w:r>
          </w:p>
        </w:tc>
        <w:tc>
          <w:tcPr>
            <w:tcW w:w="7414" w:type="dxa"/>
            <w:gridSpan w:val="3"/>
            <w:shd w:val="clear" w:color="auto" w:fill="auto"/>
          </w:tcPr>
          <w:p w:rsidR="00CB7640" w:rsidRPr="008B33CF" w:rsidRDefault="00CB7640" w:rsidP="008B33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>Where a service provider</w:t>
            </w:r>
            <w:r w:rsidR="00E66E6C" w:rsidRPr="008B33CF">
              <w:rPr>
                <w:rFonts w:ascii="Calibri" w:hAnsi="Calibri" w:cs="Calibri"/>
                <w:sz w:val="22"/>
                <w:szCs w:val="22"/>
              </w:rPr>
              <w:t>/staff</w:t>
            </w:r>
            <w:r w:rsidRPr="008B33CF">
              <w:rPr>
                <w:rFonts w:ascii="Calibri" w:hAnsi="Calibri" w:cs="Calibri"/>
                <w:sz w:val="22"/>
                <w:szCs w:val="22"/>
              </w:rPr>
              <w:t xml:space="preserve"> use</w:t>
            </w:r>
            <w:r w:rsidR="00E66E6C" w:rsidRPr="008B33CF">
              <w:rPr>
                <w:rFonts w:ascii="Calibri" w:hAnsi="Calibri" w:cs="Calibri"/>
                <w:sz w:val="22"/>
                <w:szCs w:val="22"/>
              </w:rPr>
              <w:t>s</w:t>
            </w:r>
            <w:r w:rsidRPr="008B33CF">
              <w:rPr>
                <w:rFonts w:ascii="Calibri" w:hAnsi="Calibri" w:cs="Calibri"/>
                <w:sz w:val="22"/>
                <w:szCs w:val="22"/>
              </w:rPr>
              <w:t xml:space="preserve"> equipment, devices or furniture that </w:t>
            </w:r>
            <w:r w:rsidR="00635731" w:rsidRPr="008B33CF">
              <w:rPr>
                <w:rFonts w:ascii="Calibri" w:hAnsi="Calibri" w:cs="Calibri"/>
                <w:sz w:val="22"/>
                <w:szCs w:val="22"/>
              </w:rPr>
              <w:t>limits a</w:t>
            </w:r>
            <w:r w:rsidR="00D227AD" w:rsidRPr="008B33CF">
              <w:rPr>
                <w:rFonts w:ascii="Calibri" w:hAnsi="Calibri" w:cs="Calibri"/>
                <w:sz w:val="22"/>
                <w:szCs w:val="22"/>
              </w:rPr>
              <w:t xml:space="preserve"> service users </w:t>
            </w:r>
            <w:r w:rsidRPr="008B33CF">
              <w:rPr>
                <w:rFonts w:ascii="Calibri" w:hAnsi="Calibri" w:cs="Calibri"/>
                <w:sz w:val="22"/>
                <w:szCs w:val="22"/>
              </w:rPr>
              <w:t xml:space="preserve">normal freedom of movement. </w:t>
            </w:r>
          </w:p>
        </w:tc>
      </w:tr>
      <w:tr w:rsidR="00CB7640" w:rsidRPr="00E86066" w:rsidTr="00925890">
        <w:trPr>
          <w:trHeight w:val="279"/>
        </w:trPr>
        <w:tc>
          <w:tcPr>
            <w:tcW w:w="2197" w:type="dxa"/>
            <w:gridSpan w:val="2"/>
            <w:shd w:val="clear" w:color="auto" w:fill="E5DFEC"/>
          </w:tcPr>
          <w:p w:rsidR="00CB7640" w:rsidRPr="008B33CF" w:rsidRDefault="00CB7640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B33CF">
              <w:rPr>
                <w:rFonts w:ascii="Calibri" w:hAnsi="Calibri" w:cs="Calibri"/>
                <w:b/>
                <w:sz w:val="22"/>
                <w:szCs w:val="22"/>
              </w:rPr>
              <w:t>Environmental restraint</w:t>
            </w:r>
          </w:p>
        </w:tc>
        <w:tc>
          <w:tcPr>
            <w:tcW w:w="7414" w:type="dxa"/>
            <w:gridSpan w:val="3"/>
            <w:shd w:val="clear" w:color="auto" w:fill="auto"/>
          </w:tcPr>
          <w:p w:rsidR="00CB7640" w:rsidRPr="008B33CF" w:rsidRDefault="00CB7640" w:rsidP="008B33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>Where a service provider intentionally restricts a</w:t>
            </w:r>
            <w:r w:rsidR="005B3966" w:rsidRPr="008B33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227AD" w:rsidRPr="008B33CF">
              <w:rPr>
                <w:rFonts w:ascii="Calibri" w:hAnsi="Calibri" w:cs="Calibri"/>
                <w:sz w:val="22"/>
                <w:szCs w:val="22"/>
              </w:rPr>
              <w:t xml:space="preserve">service users </w:t>
            </w:r>
            <w:r w:rsidRPr="008B33CF">
              <w:rPr>
                <w:rFonts w:ascii="Calibri" w:hAnsi="Calibri" w:cs="Calibri"/>
                <w:sz w:val="22"/>
                <w:szCs w:val="22"/>
              </w:rPr>
              <w:t xml:space="preserve">access to their environment. </w:t>
            </w:r>
            <w:r w:rsidR="00656AF4" w:rsidRPr="008B33CF">
              <w:rPr>
                <w:rFonts w:ascii="Calibri" w:hAnsi="Calibri" w:cs="Calibri"/>
                <w:sz w:val="22"/>
                <w:szCs w:val="22"/>
              </w:rPr>
              <w:t>Such as locked doors.</w:t>
            </w:r>
          </w:p>
        </w:tc>
      </w:tr>
      <w:tr w:rsidR="00CB7640" w:rsidRPr="00E86066" w:rsidTr="00925890">
        <w:trPr>
          <w:trHeight w:val="279"/>
        </w:trPr>
        <w:tc>
          <w:tcPr>
            <w:tcW w:w="2197" w:type="dxa"/>
            <w:gridSpan w:val="2"/>
            <w:shd w:val="clear" w:color="auto" w:fill="E5DFEC"/>
          </w:tcPr>
          <w:p w:rsidR="00CB7640" w:rsidRPr="008B33CF" w:rsidRDefault="00CB7640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B33C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Chemical restraint</w:t>
            </w:r>
          </w:p>
        </w:tc>
        <w:tc>
          <w:tcPr>
            <w:tcW w:w="7414" w:type="dxa"/>
            <w:gridSpan w:val="3"/>
            <w:shd w:val="clear" w:color="auto" w:fill="auto"/>
          </w:tcPr>
          <w:p w:rsidR="0029145B" w:rsidRPr="008B33CF" w:rsidRDefault="00CB7640" w:rsidP="00B852C2">
            <w:pPr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 xml:space="preserve">The inappropriate use of medication to render the </w:t>
            </w:r>
            <w:r w:rsidR="00D227AD" w:rsidRPr="008B33CF">
              <w:rPr>
                <w:rFonts w:ascii="Calibri" w:hAnsi="Calibri" w:cs="Calibri"/>
                <w:sz w:val="22"/>
                <w:szCs w:val="22"/>
              </w:rPr>
              <w:t>service user</w:t>
            </w:r>
            <w:r w:rsidR="00656AF4" w:rsidRPr="008B33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B33CF">
              <w:rPr>
                <w:rFonts w:ascii="Calibri" w:hAnsi="Calibri" w:cs="Calibri"/>
                <w:sz w:val="22"/>
                <w:szCs w:val="22"/>
              </w:rPr>
              <w:t>incapacitated</w:t>
            </w:r>
            <w:r w:rsidR="00B852C2">
              <w:rPr>
                <w:rFonts w:ascii="Calibri" w:hAnsi="Calibri" w:cs="Calibri"/>
                <w:sz w:val="22"/>
                <w:szCs w:val="22"/>
              </w:rPr>
              <w:t>.</w:t>
            </w:r>
            <w:r w:rsidR="00E22BF4" w:rsidRPr="008B33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B33CF">
              <w:rPr>
                <w:rFonts w:ascii="Calibri" w:hAnsi="Calibri" w:cs="Calibri"/>
                <w:sz w:val="22"/>
                <w:szCs w:val="22"/>
              </w:rPr>
              <w:t>This is not allowed under the Standard</w:t>
            </w:r>
            <w:r w:rsidR="00635731" w:rsidRPr="008B33CF">
              <w:rPr>
                <w:rFonts w:ascii="Calibri" w:hAnsi="Calibri" w:cs="Calibri"/>
                <w:sz w:val="22"/>
                <w:szCs w:val="22"/>
              </w:rPr>
              <w:t>: NZS8134.2.2008</w:t>
            </w:r>
            <w:r w:rsidRPr="008B33C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CB7640" w:rsidRPr="00E86066" w:rsidTr="00925890">
        <w:trPr>
          <w:trHeight w:val="279"/>
        </w:trPr>
        <w:tc>
          <w:tcPr>
            <w:tcW w:w="2197" w:type="dxa"/>
            <w:gridSpan w:val="2"/>
            <w:tcBorders>
              <w:bottom w:val="single" w:sz="4" w:space="0" w:color="auto"/>
            </w:tcBorders>
            <w:shd w:val="clear" w:color="auto" w:fill="E5DFEC"/>
          </w:tcPr>
          <w:p w:rsidR="00CB7640" w:rsidRPr="008B33CF" w:rsidRDefault="00984AA9" w:rsidP="007D47E9">
            <w:pPr>
              <w:rPr>
                <w:rStyle w:val="Hyperlink"/>
                <w:rFonts w:ascii="Calibri" w:hAnsi="Calibri" w:cs="Calibri"/>
                <w:b/>
                <w:sz w:val="22"/>
                <w:szCs w:val="22"/>
              </w:rPr>
            </w:pPr>
            <w:r w:rsidRPr="008B33CF">
              <w:rPr>
                <w:rFonts w:ascii="Calibri" w:hAnsi="Calibri" w:cs="Calibri"/>
                <w:b/>
                <w:sz w:val="22"/>
                <w:szCs w:val="22"/>
              </w:rPr>
              <w:fldChar w:fldCharType="begin"/>
            </w:r>
            <w:r w:rsidRPr="008B33CF">
              <w:rPr>
                <w:rFonts w:ascii="Calibri" w:hAnsi="Calibri" w:cs="Calibri"/>
                <w:b/>
                <w:sz w:val="22"/>
                <w:szCs w:val="22"/>
              </w:rPr>
              <w:instrText xml:space="preserve"> HYPERLINK "http://www.crisisprevention.com/Resources/Knowledge-Base/General/De-escalation-Techniques" </w:instrText>
            </w:r>
            <w:r w:rsidRPr="008B33C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="00CB7640" w:rsidRPr="008B33CF">
              <w:rPr>
                <w:rStyle w:val="Hyperlink"/>
                <w:rFonts w:ascii="Calibri" w:hAnsi="Calibri" w:cs="Calibri"/>
                <w:b/>
                <w:sz w:val="22"/>
                <w:szCs w:val="22"/>
              </w:rPr>
              <w:t>De-escalation/</w:t>
            </w:r>
          </w:p>
          <w:p w:rsidR="00CB7640" w:rsidRPr="008B33CF" w:rsidRDefault="00B852C2" w:rsidP="007D47E9">
            <w:pPr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Style w:val="Hyperlink"/>
                <w:rFonts w:ascii="Calibri" w:hAnsi="Calibri" w:cs="Calibri"/>
                <w:b/>
                <w:sz w:val="22"/>
                <w:szCs w:val="22"/>
              </w:rPr>
              <w:t>non-violent</w:t>
            </w:r>
            <w:r w:rsidR="00CB7640" w:rsidRPr="008B33CF">
              <w:rPr>
                <w:rStyle w:val="Hyperlink"/>
                <w:rFonts w:ascii="Calibri" w:hAnsi="Calibri" w:cs="Calibri"/>
                <w:b/>
                <w:sz w:val="22"/>
                <w:szCs w:val="22"/>
              </w:rPr>
              <w:t xml:space="preserve"> crisis intervention</w:t>
            </w:r>
            <w:r w:rsidR="00984AA9" w:rsidRPr="008B33C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7414" w:type="dxa"/>
            <w:gridSpan w:val="3"/>
            <w:shd w:val="clear" w:color="auto" w:fill="auto"/>
          </w:tcPr>
          <w:p w:rsidR="00CB7640" w:rsidRPr="008B33CF" w:rsidRDefault="00E20C58" w:rsidP="008B33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>De-escalation/non-</w:t>
            </w:r>
            <w:r w:rsidR="00CB7640" w:rsidRPr="008B33CF">
              <w:rPr>
                <w:rFonts w:ascii="Calibri" w:hAnsi="Calibri" w:cs="Calibri"/>
                <w:sz w:val="22"/>
                <w:szCs w:val="22"/>
              </w:rPr>
              <w:t xml:space="preserve">violent crisis </w:t>
            </w:r>
            <w:r w:rsidR="00635731" w:rsidRPr="008B33CF">
              <w:rPr>
                <w:rFonts w:ascii="Calibri" w:hAnsi="Calibri" w:cs="Calibri"/>
                <w:sz w:val="22"/>
                <w:szCs w:val="22"/>
              </w:rPr>
              <w:t>intervention is</w:t>
            </w:r>
            <w:r w:rsidR="00CB7640" w:rsidRPr="008B33CF">
              <w:rPr>
                <w:rFonts w:ascii="Calibri" w:hAnsi="Calibri" w:cs="Calibri"/>
                <w:sz w:val="22"/>
                <w:szCs w:val="22"/>
              </w:rPr>
              <w:t xml:space="preserve"> an interactive process (using specific strategies) in which an agitated or upset </w:t>
            </w:r>
            <w:r w:rsidR="00D227AD" w:rsidRPr="008B33CF">
              <w:rPr>
                <w:rFonts w:ascii="Calibri" w:hAnsi="Calibri" w:cs="Calibri"/>
                <w:sz w:val="22"/>
                <w:szCs w:val="22"/>
              </w:rPr>
              <w:t xml:space="preserve">service user </w:t>
            </w:r>
            <w:r w:rsidR="00CB7640" w:rsidRPr="008B33CF">
              <w:rPr>
                <w:rFonts w:ascii="Calibri" w:hAnsi="Calibri" w:cs="Calibri"/>
                <w:sz w:val="22"/>
                <w:szCs w:val="22"/>
              </w:rPr>
              <w:t>is re-directed form an unsafe course of action towards a supported and calmer emotional state.</w:t>
            </w:r>
          </w:p>
        </w:tc>
      </w:tr>
      <w:tr w:rsidR="00CB7640" w:rsidRPr="00E86066" w:rsidTr="00925890">
        <w:trPr>
          <w:trHeight w:val="279"/>
        </w:trPr>
        <w:tc>
          <w:tcPr>
            <w:tcW w:w="2197" w:type="dxa"/>
            <w:gridSpan w:val="2"/>
            <w:shd w:val="clear" w:color="auto" w:fill="E5DFEC"/>
          </w:tcPr>
          <w:p w:rsidR="00CB7640" w:rsidRPr="008B33CF" w:rsidRDefault="00B246BE" w:rsidP="007D47E9">
            <w:pPr>
              <w:rPr>
                <w:rFonts w:ascii="Calibri" w:hAnsi="Calibri" w:cs="Calibri"/>
                <w:b/>
                <w:sz w:val="22"/>
                <w:szCs w:val="22"/>
              </w:rPr>
            </w:pPr>
            <w:hyperlink r:id="rId23" w:history="1">
              <w:r w:rsidR="00CB7640" w:rsidRPr="008B33CF">
                <w:rPr>
                  <w:rStyle w:val="Hyperlink"/>
                  <w:rFonts w:ascii="Calibri" w:hAnsi="Calibri" w:cs="Calibri"/>
                  <w:b/>
                  <w:sz w:val="22"/>
                  <w:szCs w:val="22"/>
                </w:rPr>
                <w:t>Seclusion</w:t>
              </w:r>
            </w:hyperlink>
          </w:p>
        </w:tc>
        <w:tc>
          <w:tcPr>
            <w:tcW w:w="7414" w:type="dxa"/>
            <w:gridSpan w:val="3"/>
            <w:shd w:val="clear" w:color="auto" w:fill="auto"/>
          </w:tcPr>
          <w:p w:rsidR="00CB7640" w:rsidRPr="008B33CF" w:rsidRDefault="00CB7640" w:rsidP="00D227AD">
            <w:pPr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 xml:space="preserve">Where a </w:t>
            </w:r>
            <w:r w:rsidR="00D227AD" w:rsidRPr="008B33CF">
              <w:rPr>
                <w:rFonts w:ascii="Calibri" w:hAnsi="Calibri" w:cs="Calibri"/>
                <w:sz w:val="22"/>
                <w:szCs w:val="22"/>
              </w:rPr>
              <w:t xml:space="preserve">service user </w:t>
            </w:r>
            <w:r w:rsidRPr="008B33CF">
              <w:rPr>
                <w:rFonts w:ascii="Calibri" w:hAnsi="Calibri" w:cs="Calibri"/>
                <w:sz w:val="22"/>
                <w:szCs w:val="22"/>
              </w:rPr>
              <w:t>is placed alone in a room or area, at any time and for any duration, from which they cannot freely exit.</w:t>
            </w:r>
            <w:r w:rsidR="00D227AD" w:rsidRPr="008B33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B0BA9" w:rsidRPr="008B33CF">
              <w:rPr>
                <w:rFonts w:ascii="Calibri" w:hAnsi="Calibri" w:cs="Calibri"/>
                <w:sz w:val="22"/>
                <w:szCs w:val="22"/>
              </w:rPr>
              <w:t xml:space="preserve"> Seclusion can only be used if there is a </w:t>
            </w:r>
            <w:r w:rsidR="002B0BA9" w:rsidRPr="00B852C2">
              <w:rPr>
                <w:rFonts w:ascii="Calibri" w:hAnsi="Calibri" w:cs="Calibri"/>
                <w:b/>
                <w:sz w:val="22"/>
                <w:szCs w:val="22"/>
              </w:rPr>
              <w:t>legal</w:t>
            </w:r>
            <w:r w:rsidR="002B0BA9" w:rsidRPr="008B33CF">
              <w:rPr>
                <w:rFonts w:ascii="Calibri" w:hAnsi="Calibri" w:cs="Calibri"/>
                <w:sz w:val="22"/>
                <w:szCs w:val="22"/>
              </w:rPr>
              <w:t xml:space="preserve"> basis </w:t>
            </w:r>
            <w:r w:rsidR="00323881" w:rsidRPr="008B33CF">
              <w:rPr>
                <w:rFonts w:ascii="Calibri" w:hAnsi="Calibri" w:cs="Calibri"/>
                <w:sz w:val="22"/>
                <w:szCs w:val="22"/>
              </w:rPr>
              <w:t>for this intervention.</w:t>
            </w:r>
          </w:p>
        </w:tc>
      </w:tr>
    </w:tbl>
    <w:p w:rsidR="00011FE8" w:rsidRPr="008B33CF" w:rsidRDefault="00011FE8" w:rsidP="00CB7640">
      <w:pPr>
        <w:rPr>
          <w:rFonts w:ascii="Calibri" w:hAnsi="Calibri" w:cs="Calibri"/>
          <w:sz w:val="22"/>
          <w:szCs w:val="22"/>
        </w:rPr>
      </w:pPr>
    </w:p>
    <w:tbl>
      <w:tblPr>
        <w:tblW w:w="9464" w:type="dxa"/>
        <w:tblInd w:w="-142" w:type="dxa"/>
        <w:tblLook w:val="01E0" w:firstRow="1" w:lastRow="1" w:firstColumn="1" w:lastColumn="1" w:noHBand="0" w:noVBand="0"/>
      </w:tblPr>
      <w:tblGrid>
        <w:gridCol w:w="9464"/>
      </w:tblGrid>
      <w:tr w:rsidR="00CB7640" w:rsidRPr="00E86066" w:rsidTr="0011785C">
        <w:trPr>
          <w:trHeight w:val="323"/>
        </w:trPr>
        <w:tc>
          <w:tcPr>
            <w:tcW w:w="9464" w:type="dxa"/>
            <w:shd w:val="clear" w:color="auto" w:fill="E5DFEC"/>
          </w:tcPr>
          <w:p w:rsidR="00227B8F" w:rsidRPr="008B33CF" w:rsidRDefault="00CB7640" w:rsidP="001178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B33CF">
              <w:rPr>
                <w:rFonts w:ascii="Calibri" w:hAnsi="Calibri" w:cs="Calibri"/>
                <w:b/>
                <w:sz w:val="22"/>
                <w:szCs w:val="22"/>
                <w:shd w:val="clear" w:color="auto" w:fill="E5DFEC"/>
              </w:rPr>
              <w:t xml:space="preserve">Principles and </w:t>
            </w:r>
            <w:r w:rsidR="00227B8F" w:rsidRPr="008B33CF">
              <w:rPr>
                <w:rFonts w:ascii="Calibri" w:hAnsi="Calibri" w:cs="Calibri"/>
                <w:b/>
                <w:sz w:val="22"/>
                <w:szCs w:val="22"/>
                <w:shd w:val="clear" w:color="auto" w:fill="E5DFEC"/>
              </w:rPr>
              <w:t>p</w:t>
            </w:r>
            <w:r w:rsidRPr="008B33CF">
              <w:rPr>
                <w:rFonts w:ascii="Calibri" w:hAnsi="Calibri" w:cs="Calibri"/>
                <w:b/>
                <w:sz w:val="22"/>
                <w:szCs w:val="22"/>
                <w:shd w:val="clear" w:color="auto" w:fill="E5DFEC"/>
              </w:rPr>
              <w:t xml:space="preserve">rocesses </w:t>
            </w:r>
            <w:r w:rsidR="00227B8F" w:rsidRPr="008B33CF">
              <w:rPr>
                <w:rFonts w:ascii="Calibri" w:hAnsi="Calibri" w:cs="Calibri"/>
                <w:b/>
                <w:sz w:val="22"/>
                <w:szCs w:val="22"/>
                <w:shd w:val="clear" w:color="auto" w:fill="E5DFEC"/>
              </w:rPr>
              <w:t>s</w:t>
            </w:r>
            <w:r w:rsidRPr="008B33CF">
              <w:rPr>
                <w:rFonts w:ascii="Calibri" w:hAnsi="Calibri" w:cs="Calibri"/>
                <w:b/>
                <w:sz w:val="22"/>
                <w:szCs w:val="22"/>
                <w:shd w:val="clear" w:color="auto" w:fill="E5DFEC"/>
              </w:rPr>
              <w:t xml:space="preserve">upporting a </w:t>
            </w:r>
            <w:r w:rsidR="00227B8F" w:rsidRPr="008B33CF">
              <w:rPr>
                <w:rFonts w:ascii="Calibri" w:hAnsi="Calibri" w:cs="Calibri"/>
                <w:b/>
                <w:sz w:val="22"/>
                <w:szCs w:val="22"/>
                <w:shd w:val="clear" w:color="auto" w:fill="E5DFEC"/>
              </w:rPr>
              <w:t>restraint free e</w:t>
            </w:r>
            <w:r w:rsidRPr="008B33CF">
              <w:rPr>
                <w:rFonts w:ascii="Calibri" w:hAnsi="Calibri" w:cs="Calibri"/>
                <w:b/>
                <w:sz w:val="22"/>
                <w:szCs w:val="22"/>
                <w:shd w:val="clear" w:color="auto" w:fill="E5DFEC"/>
              </w:rPr>
              <w:t>nvironment</w:t>
            </w:r>
          </w:p>
        </w:tc>
      </w:tr>
    </w:tbl>
    <w:p w:rsidR="00CB7640" w:rsidRPr="008B33CF" w:rsidRDefault="005B38C9" w:rsidP="00CB7640">
      <w:pPr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4095749</wp:posOffset>
                </wp:positionH>
                <wp:positionV relativeFrom="paragraph">
                  <wp:posOffset>78105</wp:posOffset>
                </wp:positionV>
                <wp:extent cx="0" cy="2886075"/>
                <wp:effectExtent l="76200" t="0" r="38100" b="28575"/>
                <wp:wrapNone/>
                <wp:docPr id="40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6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4AEE2" id="Line 44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2.5pt,6.15pt" to="322.5pt,2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7216" behindDoc="0" locked="0" layoutInCell="1" allowOverlap="1">
                <wp:simplePos x="0" y="0"/>
                <wp:positionH relativeFrom="column">
                  <wp:posOffset>1724024</wp:posOffset>
                </wp:positionH>
                <wp:positionV relativeFrom="paragraph">
                  <wp:posOffset>78105</wp:posOffset>
                </wp:positionV>
                <wp:extent cx="0" cy="2886075"/>
                <wp:effectExtent l="76200" t="0" r="38100" b="28575"/>
                <wp:wrapNone/>
                <wp:docPr id="39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6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92E098" id="Line 41" o:spid="_x0000_s1026" style="position:absolute;z-index:251657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75pt,6.15pt" to="135.75pt,2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>
                <wp:simplePos x="0" y="0"/>
                <wp:positionH relativeFrom="column">
                  <wp:posOffset>2895599</wp:posOffset>
                </wp:positionH>
                <wp:positionV relativeFrom="paragraph">
                  <wp:posOffset>1905</wp:posOffset>
                </wp:positionV>
                <wp:extent cx="0" cy="85725"/>
                <wp:effectExtent l="0" t="0" r="0" b="9525"/>
                <wp:wrapNone/>
                <wp:docPr id="38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18CC75" id="Straight Connector 14" o:spid="_x0000_s1026" style="position:absolute;flip:x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28pt,.15pt" to="228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>
                <wp:simplePos x="0" y="0"/>
                <wp:positionH relativeFrom="column">
                  <wp:posOffset>2895599</wp:posOffset>
                </wp:positionH>
                <wp:positionV relativeFrom="paragraph">
                  <wp:posOffset>97155</wp:posOffset>
                </wp:positionV>
                <wp:extent cx="0" cy="152400"/>
                <wp:effectExtent l="76200" t="0" r="38100" b="38100"/>
                <wp:wrapNone/>
                <wp:docPr id="22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6BD3D" id="Line 42" o:spid="_x0000_s1026" style="position:absolute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8pt,7.65pt" to="228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MyjKQIAAEs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168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78104</wp:posOffset>
                </wp:positionV>
                <wp:extent cx="4200525" cy="0"/>
                <wp:effectExtent l="0" t="0" r="0" b="0"/>
                <wp:wrapNone/>
                <wp:docPr id="3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00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F6B150" id="Line 36" o:spid="_x0000_s1026" style="position:absolute;flip:x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5.25pt,6.15pt" to="396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6192" behindDoc="0" locked="0" layoutInCell="1" allowOverlap="1">
                <wp:simplePos x="0" y="0"/>
                <wp:positionH relativeFrom="column">
                  <wp:posOffset>828674</wp:posOffset>
                </wp:positionH>
                <wp:positionV relativeFrom="paragraph">
                  <wp:posOffset>78105</wp:posOffset>
                </wp:positionV>
                <wp:extent cx="0" cy="152400"/>
                <wp:effectExtent l="76200" t="0" r="38100" b="38100"/>
                <wp:wrapNone/>
                <wp:docPr id="36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ED6C62" id="Line 40" o:spid="_x0000_s1026" style="position:absolute;z-index: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5.25pt,6.15pt" to="65.2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8240" behindDoc="0" locked="0" layoutInCell="1" allowOverlap="1">
                <wp:simplePos x="0" y="0"/>
                <wp:positionH relativeFrom="column">
                  <wp:posOffset>5029199</wp:posOffset>
                </wp:positionH>
                <wp:positionV relativeFrom="paragraph">
                  <wp:posOffset>78105</wp:posOffset>
                </wp:positionV>
                <wp:extent cx="0" cy="152400"/>
                <wp:effectExtent l="76200" t="0" r="38100" b="38100"/>
                <wp:wrapNone/>
                <wp:docPr id="37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33A1C" id="Line 42" o:spid="_x0000_s1026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6pt,6.15pt" to="396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CB7640" w:rsidRPr="008B33CF" w:rsidRDefault="005B38C9" w:rsidP="00CB7640">
      <w:pPr>
        <w:tabs>
          <w:tab w:val="left" w:pos="4980"/>
          <w:tab w:val="left" w:pos="7050"/>
        </w:tabs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91440</wp:posOffset>
                </wp:positionV>
                <wp:extent cx="1600200" cy="274955"/>
                <wp:effectExtent l="57150" t="38100" r="57150" b="67945"/>
                <wp:wrapNone/>
                <wp:docPr id="3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7495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B7640" w:rsidRPr="008B33CF" w:rsidRDefault="00CB7640" w:rsidP="00CB764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5" o:spid="_x0000_s1027" type="#_x0000_t109" style="position:absolute;margin-left:333pt;margin-top:7.2pt;width:126pt;height:21.6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B7640" w:rsidRPr="008B33CF" w:rsidRDefault="00CB7640" w:rsidP="00CB764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Activities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69215</wp:posOffset>
                </wp:positionV>
                <wp:extent cx="2124075" cy="284480"/>
                <wp:effectExtent l="57150" t="38100" r="66675" b="77470"/>
                <wp:wrapNone/>
                <wp:docPr id="3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28448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B7640" w:rsidRPr="008B33CF" w:rsidRDefault="00CB7640" w:rsidP="00CB764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Relationships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8" type="#_x0000_t109" style="position:absolute;margin-left:145.5pt;margin-top:5.45pt;width:167.25pt;height:22.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B7640" w:rsidRPr="008B33CF" w:rsidRDefault="00CB7640" w:rsidP="00CB764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Relationships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80010</wp:posOffset>
                </wp:positionV>
                <wp:extent cx="1733550" cy="284480"/>
                <wp:effectExtent l="57150" t="38100" r="57150" b="77470"/>
                <wp:wrapNone/>
                <wp:docPr id="3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28448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B7640" w:rsidRPr="008B33CF" w:rsidRDefault="00CB7640" w:rsidP="00CB764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Physical Environment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9" type="#_x0000_t109" style="position:absolute;margin-left:-9pt;margin-top:6.3pt;width:136.5pt;height:22.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B7640" w:rsidRPr="008B33CF" w:rsidRDefault="00CB7640" w:rsidP="00CB764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Physical Environment</w:t>
                      </w:r>
                    </w:p>
                  </w:txbxContent>
                </v:textbox>
              </v:shape>
            </w:pict>
          </mc:Fallback>
        </mc:AlternateContent>
      </w:r>
      <w:r w:rsidR="00CB7640" w:rsidRPr="008B33CF">
        <w:rPr>
          <w:rFonts w:ascii="Calibri" w:hAnsi="Calibri" w:cs="Calibri"/>
          <w:sz w:val="22"/>
          <w:szCs w:val="22"/>
        </w:rPr>
        <w:tab/>
      </w:r>
      <w:r w:rsidR="00CB7640" w:rsidRPr="008B33CF">
        <w:rPr>
          <w:rFonts w:ascii="Calibri" w:hAnsi="Calibri" w:cs="Calibri"/>
          <w:sz w:val="22"/>
          <w:szCs w:val="22"/>
        </w:rPr>
        <w:tab/>
      </w: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5B38C9" w:rsidP="00CB7640">
      <w:pPr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7620</wp:posOffset>
                </wp:positionV>
                <wp:extent cx="1600200" cy="2476500"/>
                <wp:effectExtent l="95250" t="57150" r="95250" b="95250"/>
                <wp:wrapNone/>
                <wp:docPr id="3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4765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542BEB" w:rsidRDefault="00542BEB" w:rsidP="00CB7640">
                            <w:pPr>
                              <w:widowControl/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B7640" w:rsidRPr="008B33CF" w:rsidRDefault="002B0893" w:rsidP="00CB7640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Choice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activities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2B0893" w:rsidP="00CB7640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Maintaining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</w:t>
                            </w:r>
                            <w:r w:rsidR="007767C3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B0718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service users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’ routine activities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2B0893" w:rsidP="00CB7640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Facilitating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optimal wellness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767C3" w:rsidRPr="008B33CF" w:rsidRDefault="002B0893" w:rsidP="00CB7640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Healthy</w:t>
                            </w:r>
                            <w:r w:rsidR="007767C3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living program</w:t>
                            </w:r>
                            <w:r w:rsidR="00E20C58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</w:t>
                            </w:r>
                            <w:r w:rsidR="007767C3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es</w:t>
                            </w:r>
                            <w:r w:rsidR="003469B6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– please contact your local </w:t>
                            </w:r>
                            <w:hyperlink r:id="rId24" w:history="1">
                              <w:r w:rsidR="003469B6" w:rsidRPr="008B33C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PHO</w:t>
                              </w:r>
                            </w:hyperlink>
                            <w:r w:rsidR="003469B6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to find out what programmes are available in your local area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8" o:spid="_x0000_s1030" type="#_x0000_t109" style="position:absolute;margin-left:333pt;margin-top:.6pt;width:126pt;height:19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" fillcolor="#c9b5e8" stroked="f">
                <v:fill color2="#f0eaf9" rotate="t" angle="180" colors="0 #c9b5e8;22938f #d9cbee;1 #f0eaf9" focus="100%" type="gradient"/>
                <v:shadow on="t" color="black" opacity="20971f" offset="0,2.2pt"/>
                <v:textbox>
                  <w:txbxContent>
                    <w:p w:rsidR="00542BEB" w:rsidRDefault="00542BEB" w:rsidP="00CB7640">
                      <w:pPr>
                        <w:widowControl/>
                        <w:overflowPunct/>
                        <w:autoSpaceDE/>
                        <w:autoSpaceDN/>
                        <w:adjustRightInd/>
                        <w:rPr>
                          <w:rFonts w:ascii="Arial" w:hAnsi="Arial" w:cs="Arial"/>
                        </w:rPr>
                      </w:pPr>
                    </w:p>
                    <w:p w:rsidR="00CB7640" w:rsidRPr="008B33CF" w:rsidRDefault="002B0893" w:rsidP="00CB7640">
                      <w:pPr>
                        <w:widowControl/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Choice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activities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2B0893" w:rsidP="00CB7640">
                      <w:pPr>
                        <w:widowControl/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Maintaining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</w:t>
                      </w:r>
                      <w:r w:rsidR="007767C3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1B0718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service users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’ routine activities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2B0893" w:rsidP="00CB7640">
                      <w:pPr>
                        <w:widowControl/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Facilitating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optimal wellness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767C3" w:rsidRPr="008B33CF" w:rsidRDefault="002B0893" w:rsidP="00CB7640">
                      <w:pPr>
                        <w:widowControl/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Healthy</w:t>
                      </w:r>
                      <w:r w:rsidR="007767C3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living program</w:t>
                      </w:r>
                      <w:r w:rsidR="00E20C58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m</w:t>
                      </w:r>
                      <w:r w:rsidR="007767C3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es</w:t>
                      </w:r>
                      <w:r w:rsidR="003469B6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– please contact your local </w:t>
                      </w:r>
                      <w:hyperlink r:id="rId25" w:history="1">
                        <w:r w:rsidR="003469B6" w:rsidRPr="008B33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PHO</w:t>
                        </w:r>
                      </w:hyperlink>
                      <w:r w:rsidR="003469B6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to find out what programmes are available in your local area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24130</wp:posOffset>
                </wp:positionV>
                <wp:extent cx="1733550" cy="2200275"/>
                <wp:effectExtent l="76200" t="57150" r="76200" b="104775"/>
                <wp:wrapNone/>
                <wp:docPr id="3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22002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4F1536" w:rsidRDefault="004F1536" w:rsidP="00CB764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B7640" w:rsidRPr="008B33CF" w:rsidRDefault="00CB7640" w:rsidP="00CB764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Attending to</w:t>
                            </w:r>
                            <w:r w:rsidR="001B0718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service users’ </w:t>
                            </w: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individual needs (examples):</w:t>
                            </w:r>
                          </w:p>
                          <w:p w:rsidR="00CB7640" w:rsidRPr="008B33CF" w:rsidRDefault="00B852C2" w:rsidP="00CB7640">
                            <w:pPr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Enough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space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B852C2" w:rsidP="00CB7640">
                            <w:pPr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Quiet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space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B852C2" w:rsidP="00CB7640">
                            <w:pPr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Individual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space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B852C2" w:rsidP="00CB7640">
                            <w:pPr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Spaces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to meet others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B852C2" w:rsidP="00CB7640">
                            <w:pPr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Private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space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65383" w:rsidRPr="008B33CF" w:rsidRDefault="00B246BE" w:rsidP="00CB7640">
                            <w:pPr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26" w:history="1">
                              <w:r w:rsidR="00B852C2" w:rsidRPr="00B852C2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Sensory</w:t>
                              </w:r>
                              <w:r w:rsidR="00D65383" w:rsidRPr="00B852C2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modulation</w:t>
                              </w:r>
                            </w:hyperlink>
                            <w:r w:rsidR="00B852C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31" type="#_x0000_t109" style="position:absolute;margin-left:-9pt;margin-top:1.9pt;width:136.5pt;height:173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" fillcolor="#c9b5e8" stroked="f">
                <v:fill color2="#f0eaf9" rotate="t" angle="180" colors="0 #c9b5e8;22938f #d9cbee;1 #f0eaf9" focus="100%" type="gradient"/>
                <v:shadow on="t" color="black" opacity="20971f" offset="0,2.2pt"/>
                <v:textbox>
                  <w:txbxContent>
                    <w:p w:rsidR="004F1536" w:rsidRDefault="004F1536" w:rsidP="00CB7640">
                      <w:pPr>
                        <w:rPr>
                          <w:rFonts w:ascii="Arial" w:hAnsi="Arial" w:cs="Arial"/>
                        </w:rPr>
                      </w:pPr>
                    </w:p>
                    <w:p w:rsidR="00CB7640" w:rsidRPr="008B33CF" w:rsidRDefault="00CB7640" w:rsidP="00CB764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Attending to</w:t>
                      </w:r>
                      <w:r w:rsidR="001B0718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service users’ </w:t>
                      </w: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individual needs (examples):</w:t>
                      </w:r>
                    </w:p>
                    <w:p w:rsidR="00CB7640" w:rsidRPr="008B33CF" w:rsidRDefault="00B852C2" w:rsidP="00CB7640">
                      <w:pPr>
                        <w:widowControl/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Enough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space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B852C2" w:rsidP="00CB7640">
                      <w:pPr>
                        <w:widowControl/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Quiet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space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B852C2" w:rsidP="00CB7640">
                      <w:pPr>
                        <w:widowControl/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Individual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space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B852C2" w:rsidP="00CB7640">
                      <w:pPr>
                        <w:widowControl/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Spaces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to meet others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B852C2" w:rsidP="00CB7640">
                      <w:pPr>
                        <w:widowControl/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Private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space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65383" w:rsidRPr="008B33CF" w:rsidRDefault="00B852C2" w:rsidP="00CB7640">
                      <w:pPr>
                        <w:widowControl/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27" w:history="1">
                        <w:r w:rsidRPr="00B852C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Sensory</w:t>
                        </w:r>
                        <w:r w:rsidR="00D65383" w:rsidRPr="00B852C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mo</w:t>
                        </w:r>
                        <w:r w:rsidR="00D65383" w:rsidRPr="00B852C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d</w:t>
                        </w:r>
                        <w:r w:rsidR="00D65383" w:rsidRPr="00B852C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ulation</w:t>
                        </w:r>
                      </w:hyperlink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23495</wp:posOffset>
                </wp:positionV>
                <wp:extent cx="2124075" cy="2200275"/>
                <wp:effectExtent l="76200" t="57150" r="66675" b="104775"/>
                <wp:wrapNone/>
                <wp:docPr id="2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22002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CB7640" w:rsidRPr="008B33CF" w:rsidRDefault="00B852C2" w:rsidP="00CB7640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Choice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key worker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B852C2" w:rsidP="00CB7640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Honouring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</w:t>
                            </w:r>
                            <w:r w:rsidR="009E5D6B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service users’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right to company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B852C2" w:rsidP="00CB7640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Supporting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maintenance of family and support relationships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B852C2" w:rsidP="00CB7640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Engaging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B0718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an </w:t>
                            </w:r>
                            <w:hyperlink r:id="rId28" w:history="1">
                              <w:r w:rsidR="00CB7640" w:rsidRPr="008B33C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advocate</w:t>
                              </w:r>
                            </w:hyperlink>
                            <w:r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B0718" w:rsidRPr="008B33CF" w:rsidRDefault="00AB59BC" w:rsidP="00CB7640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Providing</w:t>
                            </w:r>
                            <w:r w:rsidR="00B852C2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29" w:history="1">
                              <w:r w:rsidR="001B0718" w:rsidRPr="008B33C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recovery focussed services</w:t>
                              </w:r>
                            </w:hyperlink>
                            <w:r w:rsidR="00B852C2"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B0718" w:rsidRPr="008B33CF" w:rsidRDefault="00666B1C" w:rsidP="00CB7640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Engaging peer support.</w:t>
                            </w:r>
                          </w:p>
                          <w:p w:rsidR="00872CDA" w:rsidRPr="008B33CF" w:rsidRDefault="00B852C2" w:rsidP="00CB7640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Provision</w:t>
                            </w:r>
                            <w:r w:rsidR="00872CDA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cultural supports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32" type="#_x0000_t109" style="position:absolute;margin-left:145.5pt;margin-top:1.85pt;width:167.25pt;height:173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" fillcolor="#c9b5e8" stroked="f">
                <v:fill color2="#f0eaf9" rotate="t" angle="180" colors="0 #c9b5e8;22938f #d9cbee;1 #f0eaf9" focus="100%" type="gradient"/>
                <v:shadow on="t" color="black" opacity="20971f" offset="0,2.2pt"/>
                <v:textbox>
                  <w:txbxContent>
                    <w:p w:rsidR="00CB7640" w:rsidRPr="008B33CF" w:rsidRDefault="00B852C2" w:rsidP="00CB7640">
                      <w:pPr>
                        <w:widowControl/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Choice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key worker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B852C2" w:rsidP="00CB7640">
                      <w:pPr>
                        <w:widowControl/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Honouring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</w:t>
                      </w:r>
                      <w:r w:rsidR="009E5D6B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service users’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right to company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B852C2" w:rsidP="00CB7640">
                      <w:pPr>
                        <w:widowControl/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Supporting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maintenance of family and support relationships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B852C2" w:rsidP="00CB7640">
                      <w:pPr>
                        <w:widowControl/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Engaging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1B0718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an </w:t>
                      </w:r>
                      <w:hyperlink r:id="rId30" w:history="1">
                        <w:r w:rsidR="00CB7640" w:rsidRPr="008B33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ad</w:t>
                        </w:r>
                        <w:r w:rsidR="00CB7640" w:rsidRPr="008B33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v</w:t>
                        </w:r>
                        <w:r w:rsidR="00CB7640" w:rsidRPr="008B33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ocate</w:t>
                        </w:r>
                      </w:hyperlink>
                      <w:r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B0718" w:rsidRPr="008B33CF" w:rsidRDefault="00AB59BC" w:rsidP="00CB7640">
                      <w:pPr>
                        <w:widowControl/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Providing</w:t>
                      </w:r>
                      <w:r w:rsidR="00B852C2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hyperlink r:id="rId31" w:history="1">
                        <w:r w:rsidR="001B0718" w:rsidRPr="008B33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recovery focussed services</w:t>
                        </w:r>
                      </w:hyperlink>
                      <w:r w:rsidR="00B852C2"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B0718" w:rsidRPr="008B33CF" w:rsidRDefault="00666B1C" w:rsidP="00CB7640">
                      <w:pPr>
                        <w:widowControl/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Engaging peer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support.</w:t>
                      </w:r>
                      <w:bookmarkStart w:id="1" w:name="_GoBack"/>
                      <w:bookmarkEnd w:id="1"/>
                    </w:p>
                    <w:p w:rsidR="00872CDA" w:rsidRPr="008B33CF" w:rsidRDefault="00B852C2" w:rsidP="00CB7640">
                      <w:pPr>
                        <w:widowControl/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Provision</w:t>
                      </w:r>
                      <w:r w:rsidR="00872CDA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cultural supports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jc w:val="center"/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E1406D" w:rsidP="00E1406D">
      <w:pPr>
        <w:tabs>
          <w:tab w:val="left" w:pos="2940"/>
        </w:tabs>
        <w:rPr>
          <w:rFonts w:ascii="Calibri" w:hAnsi="Calibri" w:cs="Calibri"/>
          <w:sz w:val="22"/>
          <w:szCs w:val="22"/>
        </w:rPr>
      </w:pPr>
      <w:r w:rsidRPr="008B33CF">
        <w:rPr>
          <w:rFonts w:ascii="Calibri" w:hAnsi="Calibri" w:cs="Calibri"/>
          <w:sz w:val="22"/>
          <w:szCs w:val="22"/>
        </w:rPr>
        <w:tab/>
      </w:r>
    </w:p>
    <w:p w:rsidR="00E1406D" w:rsidRPr="008B33CF" w:rsidRDefault="00E1406D" w:rsidP="00E1406D">
      <w:pPr>
        <w:tabs>
          <w:tab w:val="left" w:pos="2940"/>
        </w:tabs>
        <w:rPr>
          <w:rFonts w:ascii="Calibri" w:hAnsi="Calibri" w:cs="Calibri"/>
          <w:sz w:val="22"/>
          <w:szCs w:val="22"/>
        </w:rPr>
      </w:pPr>
    </w:p>
    <w:p w:rsidR="00E1406D" w:rsidRPr="008B33CF" w:rsidRDefault="00E1406D" w:rsidP="00E1406D">
      <w:pPr>
        <w:tabs>
          <w:tab w:val="left" w:pos="2940"/>
        </w:tabs>
        <w:rPr>
          <w:rFonts w:ascii="Calibri" w:hAnsi="Calibri" w:cs="Calibri"/>
          <w:sz w:val="22"/>
          <w:szCs w:val="22"/>
        </w:rPr>
      </w:pPr>
    </w:p>
    <w:p w:rsidR="001B0718" w:rsidRPr="008B33CF" w:rsidRDefault="001B0718" w:rsidP="00E1406D">
      <w:pPr>
        <w:tabs>
          <w:tab w:val="left" w:pos="2940"/>
        </w:tabs>
        <w:rPr>
          <w:rFonts w:ascii="Calibri" w:hAnsi="Calibri" w:cs="Calibri"/>
          <w:sz w:val="22"/>
          <w:szCs w:val="22"/>
        </w:rPr>
      </w:pPr>
    </w:p>
    <w:p w:rsidR="00B84D8C" w:rsidRPr="008B33CF" w:rsidRDefault="00B84D8C" w:rsidP="00E1406D">
      <w:pPr>
        <w:tabs>
          <w:tab w:val="left" w:pos="2940"/>
        </w:tabs>
        <w:rPr>
          <w:rFonts w:ascii="Calibri" w:hAnsi="Calibri" w:cs="Calibri"/>
          <w:sz w:val="22"/>
          <w:szCs w:val="22"/>
        </w:rPr>
      </w:pPr>
    </w:p>
    <w:p w:rsidR="00CB7640" w:rsidRPr="008B33CF" w:rsidRDefault="005B38C9" w:rsidP="00CB7640">
      <w:pPr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60960</wp:posOffset>
                </wp:positionV>
                <wp:extent cx="3848100" cy="257175"/>
                <wp:effectExtent l="57150" t="38100" r="76200" b="104775"/>
                <wp:wrapNone/>
                <wp:docPr id="2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2571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B7640" w:rsidRPr="008B33CF" w:rsidRDefault="004F6E7B" w:rsidP="00CB764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Service provider </w:t>
                            </w:r>
                            <w:r w:rsidR="007B7EF8"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behaviours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3" type="#_x0000_t109" style="position:absolute;margin-left:25.5pt;margin-top:4.8pt;width:303pt;height:20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B7640" w:rsidRPr="008B33CF" w:rsidRDefault="004F6E7B" w:rsidP="00CB764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Service provider </w:t>
                      </w:r>
                      <w:r w:rsidR="007B7EF8"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behaviours</w:t>
                      </w:r>
                    </w:p>
                  </w:txbxContent>
                </v:textbox>
              </v:shape>
            </w:pict>
          </mc:Fallback>
        </mc:AlternateContent>
      </w:r>
    </w:p>
    <w:p w:rsidR="00CB7640" w:rsidRPr="008B33CF" w:rsidRDefault="0011785C" w:rsidP="00CB7640">
      <w:pPr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147955</wp:posOffset>
                </wp:positionV>
                <wp:extent cx="3848100" cy="276225"/>
                <wp:effectExtent l="57150" t="38100" r="57150" b="85725"/>
                <wp:wrapNone/>
                <wp:docPr id="2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2762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90C7F" w:rsidRPr="008B33CF" w:rsidRDefault="00E90C7F" w:rsidP="00E90C7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Manager/staff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109" style="position:absolute;margin-left:25.5pt;margin-top:11.65pt;width:303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90C7F" w:rsidRPr="008B33CF" w:rsidRDefault="00E90C7F" w:rsidP="00E90C7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Manager/staff</w:t>
                      </w:r>
                    </w:p>
                  </w:txbxContent>
                </v:textbox>
              </v:shape>
            </w:pict>
          </mc:Fallback>
        </mc:AlternateContent>
      </w: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11785C" w:rsidP="00CB7640">
      <w:pPr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83185</wp:posOffset>
                </wp:positionV>
                <wp:extent cx="3848100" cy="2867025"/>
                <wp:effectExtent l="57150" t="57150" r="95250" b="123825"/>
                <wp:wrapNone/>
                <wp:docPr id="2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28670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CB7640" w:rsidRPr="008B33CF" w:rsidRDefault="00833E4F" w:rsidP="00CB7640">
                            <w:pPr>
                              <w:tabs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organisation 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will:</w:t>
                            </w:r>
                          </w:p>
                          <w:p w:rsidR="00B46C1B" w:rsidRPr="008B33CF" w:rsidRDefault="00833E4F" w:rsidP="00CB7640">
                            <w:pPr>
                              <w:widowControl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Provide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an emotional/spiritual safe space for </w:t>
                            </w:r>
                            <w:r w:rsidR="00B46C1B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service users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833E4F" w:rsidP="00B46C1B">
                            <w:pPr>
                              <w:pStyle w:val="ListParagraph"/>
                              <w:widowControl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42"/>
                                <w:tab w:val="left" w:pos="241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</w:t>
                            </w:r>
                            <w:r w:rsidR="00B46C1B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ot abuse their po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wer </w:t>
                            </w:r>
                            <w:r w:rsidR="00B46C1B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by</w:t>
                            </w:r>
                          </w:p>
                          <w:p w:rsidR="00CB7640" w:rsidRPr="008B33CF" w:rsidRDefault="00CB7640" w:rsidP="00CB7640">
                            <w:pPr>
                              <w:widowControl/>
                              <w:numPr>
                                <w:ilvl w:val="1"/>
                                <w:numId w:val="4"/>
                              </w:numPr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not keeping arrangements</w:t>
                            </w:r>
                          </w:p>
                          <w:p w:rsidR="00CB7640" w:rsidRPr="008B33CF" w:rsidRDefault="00CB7640" w:rsidP="00CB7640">
                            <w:pPr>
                              <w:widowControl/>
                              <w:numPr>
                                <w:ilvl w:val="1"/>
                                <w:numId w:val="4"/>
                              </w:numPr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using punishment to manage behaviour</w:t>
                            </w:r>
                          </w:p>
                          <w:p w:rsidR="00CB7640" w:rsidRPr="008B33CF" w:rsidRDefault="00CB7640" w:rsidP="00CB7640">
                            <w:pPr>
                              <w:widowControl/>
                              <w:numPr>
                                <w:ilvl w:val="1"/>
                                <w:numId w:val="4"/>
                              </w:numPr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giving mixed messages</w:t>
                            </w:r>
                          </w:p>
                          <w:p w:rsidR="00CB7640" w:rsidRPr="008B33CF" w:rsidRDefault="00CB7640" w:rsidP="00CB7640">
                            <w:pPr>
                              <w:widowControl/>
                              <w:numPr>
                                <w:ilvl w:val="1"/>
                                <w:numId w:val="4"/>
                              </w:numPr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unreasonably withholding information</w:t>
                            </w:r>
                          </w:p>
                          <w:p w:rsidR="00CB7640" w:rsidRPr="008B33CF" w:rsidRDefault="00CB7640" w:rsidP="00CB7640">
                            <w:pPr>
                              <w:widowControl/>
                              <w:numPr>
                                <w:ilvl w:val="1"/>
                                <w:numId w:val="4"/>
                              </w:numPr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refusing to answer question</w:t>
                            </w:r>
                          </w:p>
                          <w:p w:rsidR="00CB7640" w:rsidRPr="008B33CF" w:rsidRDefault="00CB7640" w:rsidP="00CB7640">
                            <w:pPr>
                              <w:widowControl/>
                              <w:numPr>
                                <w:ilvl w:val="1"/>
                                <w:numId w:val="4"/>
                              </w:numPr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emotional outbursts</w:t>
                            </w:r>
                          </w:p>
                          <w:p w:rsidR="00CB7640" w:rsidRPr="008B33CF" w:rsidRDefault="00CB7640" w:rsidP="00CB7640">
                            <w:pPr>
                              <w:widowControl/>
                              <w:numPr>
                                <w:ilvl w:val="1"/>
                                <w:numId w:val="4"/>
                              </w:numPr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undervaluing, criticising or mock</w:t>
                            </w:r>
                            <w:r w:rsidR="00833E4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833E4F" w:rsidP="00CB7640">
                            <w:pPr>
                              <w:widowControl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Implementation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the </w:t>
                            </w:r>
                            <w:r w:rsidR="0074005E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service users’ 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rights </w:t>
                            </w:r>
                            <w:r w:rsidR="0074005E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related 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policies and procedures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Default="00833E4F" w:rsidP="00CB7640">
                            <w:pPr>
                              <w:widowControl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Implementation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organisational 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values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33E4F" w:rsidRPr="008B33CF" w:rsidRDefault="00B246BE" w:rsidP="00CB7640">
                            <w:pPr>
                              <w:widowControl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32" w:history="1">
                              <w:r w:rsidR="00833E4F" w:rsidRPr="00833E4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Implementation of Values informed practice.</w:t>
                              </w:r>
                            </w:hyperlink>
                          </w:p>
                          <w:p w:rsidR="0074005E" w:rsidRPr="008B33CF" w:rsidRDefault="00833E4F" w:rsidP="0074005E">
                            <w:pPr>
                              <w:pStyle w:val="ListParagraph"/>
                              <w:widowControl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="0074005E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mplementation of  ‘</w:t>
                            </w:r>
                            <w:hyperlink r:id="rId33" w:history="1">
                              <w:r w:rsidR="0074005E" w:rsidRPr="008B33C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Let’s get Real’</w:t>
                              </w:r>
                            </w:hyperlink>
                            <w:r w:rsidR="0074005E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5" type="#_x0000_t109" style="position:absolute;margin-left:25.5pt;margin-top:6.55pt;width:303pt;height:225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" fillcolor="#c9b5e8" stroked="f">
                <v:fill color2="#f0eaf9" rotate="t" angle="180" colors="0 #c9b5e8;22938f #d9cbee;1 #f0eaf9" focus="100%" type="gradient"/>
                <v:shadow on="t" color="black" opacity="20971f" offset="0,2.2pt"/>
                <v:textbox>
                  <w:txbxContent>
                    <w:p w:rsidR="00CB7640" w:rsidRPr="008B33CF" w:rsidRDefault="00833E4F" w:rsidP="00CB7640">
                      <w:pPr>
                        <w:tabs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organisation 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will:</w:t>
                      </w:r>
                    </w:p>
                    <w:p w:rsidR="00B46C1B" w:rsidRPr="008B33CF" w:rsidRDefault="00833E4F" w:rsidP="00CB7640">
                      <w:pPr>
                        <w:widowControl/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Provide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an emotional/spiritual safe space for </w:t>
                      </w:r>
                      <w:r w:rsidR="00B46C1B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service users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833E4F" w:rsidP="00B46C1B">
                      <w:pPr>
                        <w:pStyle w:val="ListParagraph"/>
                        <w:widowControl/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42"/>
                          <w:tab w:val="left" w:pos="241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N</w:t>
                      </w:r>
                      <w:r w:rsidR="00B46C1B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ot abuse their po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wer </w:t>
                      </w:r>
                      <w:r w:rsidR="00B46C1B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by</w:t>
                      </w:r>
                    </w:p>
                    <w:p w:rsidR="00CB7640" w:rsidRPr="008B33CF" w:rsidRDefault="00CB7640" w:rsidP="00CB7640">
                      <w:pPr>
                        <w:widowControl/>
                        <w:numPr>
                          <w:ilvl w:val="1"/>
                          <w:numId w:val="4"/>
                        </w:numPr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not keeping arrangements</w:t>
                      </w:r>
                    </w:p>
                    <w:p w:rsidR="00CB7640" w:rsidRPr="008B33CF" w:rsidRDefault="00CB7640" w:rsidP="00CB7640">
                      <w:pPr>
                        <w:widowControl/>
                        <w:numPr>
                          <w:ilvl w:val="1"/>
                          <w:numId w:val="4"/>
                        </w:numPr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using punishment to manage behaviour</w:t>
                      </w:r>
                    </w:p>
                    <w:p w:rsidR="00CB7640" w:rsidRPr="008B33CF" w:rsidRDefault="00CB7640" w:rsidP="00CB7640">
                      <w:pPr>
                        <w:widowControl/>
                        <w:numPr>
                          <w:ilvl w:val="1"/>
                          <w:numId w:val="4"/>
                        </w:numPr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giving mixed messages</w:t>
                      </w:r>
                    </w:p>
                    <w:p w:rsidR="00CB7640" w:rsidRPr="008B33CF" w:rsidRDefault="00CB7640" w:rsidP="00CB7640">
                      <w:pPr>
                        <w:widowControl/>
                        <w:numPr>
                          <w:ilvl w:val="1"/>
                          <w:numId w:val="4"/>
                        </w:numPr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unreasonably withholding information</w:t>
                      </w:r>
                    </w:p>
                    <w:p w:rsidR="00CB7640" w:rsidRPr="008B33CF" w:rsidRDefault="00CB7640" w:rsidP="00CB7640">
                      <w:pPr>
                        <w:widowControl/>
                        <w:numPr>
                          <w:ilvl w:val="1"/>
                          <w:numId w:val="4"/>
                        </w:numPr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refusing to answer question</w:t>
                      </w:r>
                    </w:p>
                    <w:p w:rsidR="00CB7640" w:rsidRPr="008B33CF" w:rsidRDefault="00CB7640" w:rsidP="00CB7640">
                      <w:pPr>
                        <w:widowControl/>
                        <w:numPr>
                          <w:ilvl w:val="1"/>
                          <w:numId w:val="4"/>
                        </w:numPr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emotional outbursts</w:t>
                      </w:r>
                    </w:p>
                    <w:p w:rsidR="00CB7640" w:rsidRPr="008B33CF" w:rsidRDefault="00CB7640" w:rsidP="00CB7640">
                      <w:pPr>
                        <w:widowControl/>
                        <w:numPr>
                          <w:ilvl w:val="1"/>
                          <w:numId w:val="4"/>
                        </w:numPr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undervaluing, criticising or mock</w:t>
                      </w:r>
                      <w:r w:rsidR="00833E4F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833E4F" w:rsidP="00CB7640">
                      <w:pPr>
                        <w:widowControl/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Implementation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the </w:t>
                      </w:r>
                      <w:r w:rsidR="0074005E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service users’ 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rights </w:t>
                      </w:r>
                      <w:r w:rsidR="0074005E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related 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policies and procedures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Default="00833E4F" w:rsidP="00CB7640">
                      <w:pPr>
                        <w:widowControl/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Implementation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organisational 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values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33E4F" w:rsidRPr="008B33CF" w:rsidRDefault="00833E4F" w:rsidP="00CB7640">
                      <w:pPr>
                        <w:widowControl/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34" w:history="1">
                        <w:r w:rsidRPr="00833E4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Implementation of Values informed practice.</w:t>
                        </w:r>
                      </w:hyperlink>
                    </w:p>
                    <w:p w:rsidR="0074005E" w:rsidRPr="008B33CF" w:rsidRDefault="00833E4F" w:rsidP="0074005E">
                      <w:pPr>
                        <w:pStyle w:val="ListParagraph"/>
                        <w:widowControl/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42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="0074005E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mplementation of  ‘</w:t>
                      </w:r>
                      <w:hyperlink r:id="rId35" w:history="1">
                        <w:r w:rsidR="0074005E" w:rsidRPr="008B33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Let’s get </w:t>
                        </w:r>
                        <w:r w:rsidR="0074005E" w:rsidRPr="008B33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R</w:t>
                        </w:r>
                        <w:r w:rsidR="0074005E" w:rsidRPr="008B33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eal’</w:t>
                        </w:r>
                      </w:hyperlink>
                      <w:r w:rsidR="0074005E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E90C7F" w:rsidRPr="008B33CF" w:rsidRDefault="00E90C7F" w:rsidP="00CB7640">
      <w:pPr>
        <w:rPr>
          <w:rFonts w:ascii="Calibri" w:hAnsi="Calibri" w:cs="Calibri"/>
          <w:sz w:val="22"/>
          <w:szCs w:val="22"/>
        </w:rPr>
      </w:pPr>
    </w:p>
    <w:p w:rsidR="00E90C7F" w:rsidRPr="008B33CF" w:rsidRDefault="00E90C7F" w:rsidP="00CB7640">
      <w:pPr>
        <w:rPr>
          <w:rFonts w:ascii="Calibri" w:hAnsi="Calibri" w:cs="Calibri"/>
          <w:sz w:val="22"/>
          <w:szCs w:val="22"/>
        </w:rPr>
      </w:pPr>
    </w:p>
    <w:p w:rsidR="00E90C7F" w:rsidRPr="008B33CF" w:rsidRDefault="00E90C7F" w:rsidP="00CB7640">
      <w:pPr>
        <w:rPr>
          <w:rFonts w:ascii="Calibri" w:hAnsi="Calibri" w:cs="Calibri"/>
          <w:sz w:val="22"/>
          <w:szCs w:val="22"/>
        </w:rPr>
      </w:pPr>
    </w:p>
    <w:p w:rsidR="009B74E4" w:rsidRPr="008B33CF" w:rsidRDefault="009B74E4" w:rsidP="00D71AE3">
      <w:pPr>
        <w:jc w:val="center"/>
        <w:rPr>
          <w:rFonts w:ascii="Calibri" w:hAnsi="Calibri" w:cs="Calibri"/>
          <w:sz w:val="22"/>
          <w:szCs w:val="22"/>
        </w:rPr>
      </w:pPr>
    </w:p>
    <w:p w:rsidR="00CB7640" w:rsidRDefault="005B38C9" w:rsidP="00CB7640">
      <w:pPr>
        <w:rPr>
          <w:rFonts w:ascii="Calibri" w:hAnsi="Calibri" w:cs="Calibri"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-17780</wp:posOffset>
                </wp:positionV>
                <wp:extent cx="5962650" cy="295275"/>
                <wp:effectExtent l="57150" t="38100" r="76200" b="104775"/>
                <wp:wrapNone/>
                <wp:docPr id="2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B7640" w:rsidRPr="008B33CF" w:rsidRDefault="00CB7640" w:rsidP="00DC5CFE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Interventions and </w:t>
                            </w:r>
                            <w:r w:rsidR="00AA4B4A"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processes supporting a restraint f</w:t>
                            </w:r>
                            <w:r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ree </w:t>
                            </w:r>
                            <w:r w:rsidR="00AA4B4A"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</w:t>
                            </w:r>
                            <w:r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nvironment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6" type="#_x0000_t202" style="position:absolute;margin-left:-3.75pt;margin-top:-1.4pt;width:469.5pt;height:2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B7640" w:rsidRPr="008B33CF" w:rsidRDefault="00CB7640" w:rsidP="00DC5CFE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Interventions and </w:t>
                      </w:r>
                      <w:r w:rsidR="00AA4B4A"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processes supporting a restraint f</w:t>
                      </w:r>
                      <w:r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ree </w:t>
                      </w:r>
                      <w:r w:rsidR="00AA4B4A"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</w:t>
                      </w:r>
                      <w:r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nvironment</w:t>
                      </w:r>
                    </w:p>
                  </w:txbxContent>
                </v:textbox>
              </v:shape>
            </w:pict>
          </mc:Fallback>
        </mc:AlternateContent>
      </w:r>
    </w:p>
    <w:p w:rsidR="00546555" w:rsidRDefault="005854E8" w:rsidP="00CB7640">
      <w:pPr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5028565</wp:posOffset>
                </wp:positionH>
                <wp:positionV relativeFrom="paragraph">
                  <wp:posOffset>95885</wp:posOffset>
                </wp:positionV>
                <wp:extent cx="0" cy="142875"/>
                <wp:effectExtent l="76200" t="0" r="38100" b="28575"/>
                <wp:wrapNone/>
                <wp:docPr id="25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74CE7" id="Line 51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5.95pt,7.55pt" to="395.9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3018790</wp:posOffset>
                </wp:positionH>
                <wp:positionV relativeFrom="paragraph">
                  <wp:posOffset>113030</wp:posOffset>
                </wp:positionV>
                <wp:extent cx="0" cy="114300"/>
                <wp:effectExtent l="76200" t="0" r="38100" b="38100"/>
                <wp:wrapNone/>
                <wp:docPr id="21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83BEC" id="Line 50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7.7pt,8.9pt" to="237.7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942340</wp:posOffset>
                </wp:positionH>
                <wp:positionV relativeFrom="paragraph">
                  <wp:posOffset>105410</wp:posOffset>
                </wp:positionV>
                <wp:extent cx="0" cy="114300"/>
                <wp:effectExtent l="76200" t="0" r="38100" b="38100"/>
                <wp:wrapNone/>
                <wp:docPr id="2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2ED9A1" id="Line 49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4.2pt,8.3pt" to="74.2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7daKQIAAEs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CB7640" w:rsidRPr="008B33CF" w:rsidRDefault="005854E8" w:rsidP="00CB7640">
      <w:pPr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50800</wp:posOffset>
                </wp:positionV>
                <wp:extent cx="1962150" cy="295275"/>
                <wp:effectExtent l="57150" t="38100" r="76200" b="104775"/>
                <wp:wrapNone/>
                <wp:docPr id="1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952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B7640" w:rsidRPr="008B33CF" w:rsidRDefault="00CB7640" w:rsidP="00CB764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37" type="#_x0000_t109" style="position:absolute;margin-left:-3.75pt;margin-top:4pt;width:154.5pt;height:23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B7640" w:rsidRPr="008B33CF" w:rsidRDefault="00CB7640" w:rsidP="00CB764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Training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69850</wp:posOffset>
                </wp:positionV>
                <wp:extent cx="1952625" cy="276225"/>
                <wp:effectExtent l="57150" t="38100" r="85725" b="104775"/>
                <wp:wrapNone/>
                <wp:docPr id="1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2762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B7640" w:rsidRPr="008B33CF" w:rsidRDefault="00CB7640" w:rsidP="00CB764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Assessment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38" type="#_x0000_t109" style="position:absolute;margin-left:163.5pt;margin-top:5.5pt;width:153.75pt;height:21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B7640" w:rsidRPr="008B33CF" w:rsidRDefault="00CB7640" w:rsidP="00CB764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Assessment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88900</wp:posOffset>
                </wp:positionV>
                <wp:extent cx="1771650" cy="257175"/>
                <wp:effectExtent l="57150" t="38100" r="76200" b="104775"/>
                <wp:wrapNone/>
                <wp:docPr id="2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2571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B7640" w:rsidRPr="008B33CF" w:rsidRDefault="00CB7640" w:rsidP="00CB764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</w:t>
                            </w:r>
                            <w:r w:rsidR="00DC5CFE"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lanning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39" type="#_x0000_t109" style="position:absolute;margin-left:325.5pt;margin-top:7pt;width:139.5pt;height:20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B7640" w:rsidRPr="008B33CF" w:rsidRDefault="00CB7640" w:rsidP="00CB764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</w:t>
                      </w:r>
                      <w:r w:rsidR="00DC5CFE"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lanning</w:t>
                      </w:r>
                    </w:p>
                  </w:txbxContent>
                </v:textbox>
              </v:shape>
            </w:pict>
          </mc:Fallback>
        </mc:AlternateContent>
      </w:r>
    </w:p>
    <w:p w:rsidR="00CB7640" w:rsidRPr="008B33CF" w:rsidRDefault="005854E8" w:rsidP="00CB7640">
      <w:pPr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173990</wp:posOffset>
                </wp:positionV>
                <wp:extent cx="1962150" cy="1943100"/>
                <wp:effectExtent l="38100" t="57150" r="19050" b="19050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19431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CB7640" w:rsidRPr="008B33CF" w:rsidRDefault="00833E4F" w:rsidP="00CB764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DC5CFE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taff ha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ve:</w:t>
                            </w:r>
                          </w:p>
                          <w:p w:rsidR="00E35E29" w:rsidRPr="008B33CF" w:rsidRDefault="00546555" w:rsidP="00CB7640">
                            <w:pPr>
                              <w:widowControl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De-escalation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training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CB7640" w:rsidRPr="008B33CF" w:rsidRDefault="00546555" w:rsidP="00CB7640">
                            <w:pPr>
                              <w:widowControl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Risk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management</w:t>
                            </w:r>
                            <w:r w:rsidR="00DC5CFE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/safety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training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CB7640" w:rsidRPr="008B33CF" w:rsidRDefault="00546555" w:rsidP="00CB7640">
                            <w:pPr>
                              <w:widowControl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Consumer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rights training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46316" w:rsidRPr="008B33CF" w:rsidRDefault="00546555" w:rsidP="00CB7640">
                            <w:pPr>
                              <w:widowControl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33E4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Sensory</w:t>
                            </w:r>
                            <w:r w:rsidR="00246316" w:rsidRPr="00833E4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modulation training</w:t>
                            </w:r>
                            <w:r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46316" w:rsidRPr="008B33CF" w:rsidRDefault="00B246BE" w:rsidP="00CB7640">
                            <w:pPr>
                              <w:widowControl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36" w:history="1">
                              <w:r w:rsidR="00546555" w:rsidRPr="00833E4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Trauma</w:t>
                              </w:r>
                              <w:r w:rsidR="00246316" w:rsidRPr="00833E4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informed care</w:t>
                              </w:r>
                            </w:hyperlink>
                            <w:r w:rsidR="00246316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knowledge</w:t>
                            </w:r>
                            <w:r w:rsidR="0054655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46316" w:rsidRPr="008B33CF" w:rsidRDefault="00B246BE" w:rsidP="00CB7640">
                            <w:pPr>
                              <w:widowControl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37" w:history="1">
                              <w:r w:rsidR="00546555" w:rsidRPr="00833E4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Training</w:t>
                              </w:r>
                              <w:r w:rsidR="00246316" w:rsidRPr="00833E4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in recovery approaches</w:t>
                              </w:r>
                              <w:r w:rsidR="00546555" w:rsidRPr="00833E4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.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40" type="#_x0000_t109" style="position:absolute;margin-left:-3.75pt;margin-top:13.7pt;width:154.5pt;height:15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" fillcolor="#c9b5e8" stroked="f">
                <v:fill color2="#f0eaf9" rotate="t" angle="180" colors="0 #c9b5e8;22938f #d9cbee;1 #f0eaf9" focus="100%" type="gradient"/>
                <v:textbox>
                  <w:txbxContent>
                    <w:p w:rsidR="00CB7640" w:rsidRPr="008B33CF" w:rsidRDefault="00833E4F" w:rsidP="00CB764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DC5CFE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taff ha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ve:</w:t>
                      </w:r>
                    </w:p>
                    <w:p w:rsidR="00E35E29" w:rsidRPr="008B33CF" w:rsidRDefault="00546555" w:rsidP="00CB7640">
                      <w:pPr>
                        <w:widowControl/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De-escalation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training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B7640" w:rsidRPr="008B33CF" w:rsidRDefault="00546555" w:rsidP="00CB7640">
                      <w:pPr>
                        <w:widowControl/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Risk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management</w:t>
                      </w:r>
                      <w:r w:rsidR="00DC5CFE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/safety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training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B7640" w:rsidRPr="008B33CF" w:rsidRDefault="00546555" w:rsidP="00CB7640">
                      <w:pPr>
                        <w:widowControl/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Consumer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rights training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46316" w:rsidRPr="008B33CF" w:rsidRDefault="00546555" w:rsidP="00CB7640">
                      <w:pPr>
                        <w:widowControl/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33E4F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Sensory</w:t>
                      </w:r>
                      <w:r w:rsidR="00246316" w:rsidRPr="00833E4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modulation training</w:t>
                      </w:r>
                      <w:r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46316" w:rsidRPr="008B33CF" w:rsidRDefault="00833E4F" w:rsidP="00CB7640">
                      <w:pPr>
                        <w:widowControl/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38" w:history="1">
                        <w:r w:rsidR="00546555" w:rsidRPr="00833E4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Trauma</w:t>
                        </w:r>
                        <w:r w:rsidR="00246316" w:rsidRPr="00833E4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in</w:t>
                        </w:r>
                        <w:r w:rsidR="00246316" w:rsidRPr="00833E4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f</w:t>
                        </w:r>
                        <w:r w:rsidR="00246316" w:rsidRPr="00833E4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ormed care</w:t>
                        </w:r>
                      </w:hyperlink>
                      <w:r w:rsidR="00246316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knowledge</w:t>
                      </w:r>
                      <w:r w:rsidR="00546555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46316" w:rsidRPr="008B33CF" w:rsidRDefault="00833E4F" w:rsidP="00CB7640">
                      <w:pPr>
                        <w:widowControl/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39" w:history="1">
                        <w:r w:rsidR="00546555" w:rsidRPr="00833E4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Tra</w:t>
                        </w:r>
                        <w:r w:rsidR="00546555" w:rsidRPr="00833E4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i</w:t>
                        </w:r>
                        <w:r w:rsidR="00546555" w:rsidRPr="00833E4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ning</w:t>
                        </w:r>
                        <w:r w:rsidR="00246316" w:rsidRPr="00833E4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in recovery approaches</w:t>
                        </w:r>
                        <w:r w:rsidR="00546555" w:rsidRPr="00833E4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.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CB7640" w:rsidRPr="008B33CF" w:rsidRDefault="005854E8" w:rsidP="00CB7640">
      <w:pPr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23495</wp:posOffset>
                </wp:positionV>
                <wp:extent cx="1771650" cy="1943100"/>
                <wp:effectExtent l="57150" t="57150" r="38100" b="38100"/>
                <wp:wrapNone/>
                <wp:docPr id="17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19431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CB7640" w:rsidRPr="008B33CF" w:rsidRDefault="00E35E29" w:rsidP="00CB764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Service users 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will participate</w:t>
                            </w: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in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and determine all aspects of service delivery such as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CB7640" w:rsidRPr="005854E8" w:rsidRDefault="005854E8" w:rsidP="00CB7640">
                            <w:pPr>
                              <w:widowControl/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854E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Wellness</w:t>
                            </w:r>
                            <w:r w:rsidR="00CB7640" w:rsidRPr="005854E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plan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5854E8" w:rsidRDefault="005854E8" w:rsidP="00CB7640">
                            <w:pPr>
                              <w:widowControl/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854E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Relapse</w:t>
                            </w:r>
                            <w:r w:rsidR="00CB7640" w:rsidRPr="005854E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prevention plan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5854E8" w:rsidRDefault="005854E8" w:rsidP="00CB7640">
                            <w:pPr>
                              <w:widowControl/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854E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Safety</w:t>
                            </w:r>
                            <w:r w:rsidR="00CB7640" w:rsidRPr="005854E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plan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583736" w:rsidRPr="005854E8" w:rsidRDefault="005854E8" w:rsidP="00CB7640">
                            <w:pPr>
                              <w:widowControl/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854E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Collaborative</w:t>
                            </w:r>
                            <w:r w:rsidR="00583736" w:rsidRPr="005854E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records/notes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5E18D5" w:rsidRPr="005854E8" w:rsidRDefault="005854E8" w:rsidP="00CB7640">
                            <w:pPr>
                              <w:widowControl/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854E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Advanced</w:t>
                            </w:r>
                            <w:r w:rsidR="005E18D5" w:rsidRPr="005854E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directives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41" type="#_x0000_t109" style="position:absolute;margin-left:325.5pt;margin-top:1.85pt;width:139.5pt;height:15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" fillcolor="#c9b5e8" stroked="f">
                <v:fill color2="#f0eaf9" rotate="t" angle="180" colors="0 #c9b5e8;22938f #d9cbee;1 #f0eaf9" focus="100%" type="gradient"/>
                <v:textbox>
                  <w:txbxContent>
                    <w:p w:rsidR="00CB7640" w:rsidRPr="008B33CF" w:rsidRDefault="00E35E29" w:rsidP="00CB764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Service users 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will participate</w:t>
                      </w: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in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and determine all aspects of service delivery such as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:</w:t>
                      </w:r>
                    </w:p>
                    <w:p w:rsidR="00CB7640" w:rsidRPr="005854E8" w:rsidRDefault="005854E8" w:rsidP="00CB7640">
                      <w:pPr>
                        <w:widowControl/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854E8">
                        <w:rPr>
                          <w:rFonts w:ascii="Calibri" w:hAnsi="Calibri" w:cs="Calibri"/>
                          <w:sz w:val="22"/>
                          <w:szCs w:val="22"/>
                        </w:rPr>
                        <w:t>Wellness</w:t>
                      </w:r>
                      <w:r w:rsidR="00CB7640" w:rsidRPr="005854E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plan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5854E8" w:rsidRDefault="005854E8" w:rsidP="00CB7640">
                      <w:pPr>
                        <w:widowControl/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854E8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Relapse</w:t>
                      </w:r>
                      <w:r w:rsidR="00CB7640" w:rsidRPr="005854E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prevention plan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5854E8" w:rsidRDefault="005854E8" w:rsidP="00CB7640">
                      <w:pPr>
                        <w:widowControl/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854E8">
                        <w:rPr>
                          <w:rFonts w:ascii="Calibri" w:hAnsi="Calibri" w:cs="Calibri"/>
                          <w:sz w:val="22"/>
                          <w:szCs w:val="22"/>
                        </w:rPr>
                        <w:t>Safety</w:t>
                      </w:r>
                      <w:r w:rsidR="00CB7640" w:rsidRPr="005854E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plan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583736" w:rsidRPr="005854E8" w:rsidRDefault="005854E8" w:rsidP="00CB7640">
                      <w:pPr>
                        <w:widowControl/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854E8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Collaborative</w:t>
                      </w:r>
                      <w:r w:rsidR="00583736" w:rsidRPr="005854E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records/notes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5E18D5" w:rsidRPr="005854E8" w:rsidRDefault="005854E8" w:rsidP="00CB7640">
                      <w:pPr>
                        <w:widowControl/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854E8">
                        <w:rPr>
                          <w:rFonts w:ascii="Calibri" w:hAnsi="Calibri" w:cs="Calibri"/>
                          <w:sz w:val="22"/>
                          <w:szCs w:val="22"/>
                        </w:rPr>
                        <w:t>Advanced</w:t>
                      </w:r>
                      <w:r w:rsidR="005E18D5" w:rsidRPr="005854E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directives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12700</wp:posOffset>
                </wp:positionV>
                <wp:extent cx="1952625" cy="1943100"/>
                <wp:effectExtent l="38100" t="38100" r="28575" b="19050"/>
                <wp:wrapNone/>
                <wp:docPr id="1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19431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546555" w:rsidRDefault="00E35E29" w:rsidP="00E35E29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Service users’ assessments include: </w:t>
                            </w:r>
                            <w:r w:rsidR="00DC5CFE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CB7640" w:rsidRPr="00546555" w:rsidRDefault="00546555" w:rsidP="0054655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4655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Triggers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546555" w:rsidP="00CB7640">
                            <w:pPr>
                              <w:widowControl/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Early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warning signs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546555" w:rsidP="00CB7640">
                            <w:pPr>
                              <w:widowControl/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Cultural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protocols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546555" w:rsidP="00CB7640">
                            <w:pPr>
                              <w:widowControl/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Risks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546555" w:rsidP="00CB7640">
                            <w:pPr>
                              <w:widowControl/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Strengths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and resilience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546555" w:rsidP="00CB7640">
                            <w:pPr>
                              <w:widowControl/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Previous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successful de-escalation </w:t>
                            </w:r>
                            <w:r w:rsidR="00E35E29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strategies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35E29" w:rsidRPr="008B33CF" w:rsidRDefault="00546555" w:rsidP="00CB7640">
                            <w:pPr>
                              <w:widowControl/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Utilisation</w:t>
                            </w:r>
                            <w:r w:rsidR="00E35E29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resources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42" type="#_x0000_t109" style="position:absolute;margin-left:163.5pt;margin-top:1pt;width:153.75pt;height:15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" fillcolor="#c9b5e8" stroked="f">
                <v:fill color2="#f0eaf9" rotate="t" angle="180" colors="0 #c9b5e8;22938f #d9cbee;1 #f0eaf9" focus="100%" type="gradient"/>
                <v:textbox>
                  <w:txbxContent>
                    <w:p w:rsidR="00546555" w:rsidRDefault="00E35E29" w:rsidP="00E35E29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Service users’ assessments include: </w:t>
                      </w:r>
                      <w:r w:rsidR="00DC5CFE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B7640" w:rsidRPr="00546555" w:rsidRDefault="00546555" w:rsidP="0054655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46555">
                        <w:rPr>
                          <w:rFonts w:ascii="Calibri" w:hAnsi="Calibri" w:cs="Calibri"/>
                          <w:sz w:val="22"/>
                          <w:szCs w:val="22"/>
                        </w:rPr>
                        <w:t>Triggers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546555" w:rsidP="00CB7640">
                      <w:pPr>
                        <w:widowControl/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Early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warning signs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546555" w:rsidP="00CB7640">
                      <w:pPr>
                        <w:widowControl/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Cultural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protocols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546555" w:rsidP="00CB7640">
                      <w:pPr>
                        <w:widowControl/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Risks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546555" w:rsidP="00CB7640">
                      <w:pPr>
                        <w:widowControl/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Strengths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and resilience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546555" w:rsidP="00CB7640">
                      <w:pPr>
                        <w:widowControl/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Previous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successful de-escalation </w:t>
                      </w:r>
                      <w:r w:rsidR="00E35E29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strategies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E35E29" w:rsidRPr="008B33CF" w:rsidRDefault="00546555" w:rsidP="00CB7640">
                      <w:pPr>
                        <w:widowControl/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Utilisation</w:t>
                      </w:r>
                      <w:r w:rsidR="00E35E29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resources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ind w:firstLine="720"/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5854E8" w:rsidP="00CB7640">
      <w:pPr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5028565</wp:posOffset>
                </wp:positionH>
                <wp:positionV relativeFrom="paragraph">
                  <wp:posOffset>83185</wp:posOffset>
                </wp:positionV>
                <wp:extent cx="0" cy="123825"/>
                <wp:effectExtent l="76200" t="0" r="38100" b="28575"/>
                <wp:wrapNone/>
                <wp:docPr id="14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0994E" id="Line 62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5.95pt,6.55pt" to="395.9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>
                <wp:simplePos x="0" y="0"/>
                <wp:positionH relativeFrom="column">
                  <wp:posOffset>942340</wp:posOffset>
                </wp:positionH>
                <wp:positionV relativeFrom="paragraph">
                  <wp:posOffset>73660</wp:posOffset>
                </wp:positionV>
                <wp:extent cx="0" cy="123825"/>
                <wp:effectExtent l="76200" t="0" r="38100" b="28575"/>
                <wp:wrapNone/>
                <wp:docPr id="12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A179BA" id="Line 60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4.2pt,5.8pt" to="74.2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>
                <wp:simplePos x="0" y="0"/>
                <wp:positionH relativeFrom="column">
                  <wp:posOffset>3018790</wp:posOffset>
                </wp:positionH>
                <wp:positionV relativeFrom="paragraph">
                  <wp:posOffset>73660</wp:posOffset>
                </wp:positionV>
                <wp:extent cx="0" cy="123825"/>
                <wp:effectExtent l="76200" t="0" r="38100" b="28575"/>
                <wp:wrapNone/>
                <wp:docPr id="1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AEBC03" id="Line 61" o:spid="_x0000_s1026" style="position:absolute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7.7pt,5.8pt" to="237.7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">
                <v:stroke endarrow="block"/>
              </v:line>
            </w:pict>
          </mc:Fallback>
        </mc:AlternateContent>
      </w:r>
    </w:p>
    <w:p w:rsidR="00CB7640" w:rsidRPr="008B33CF" w:rsidRDefault="005854E8" w:rsidP="00CB7640">
      <w:pPr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34925</wp:posOffset>
                </wp:positionV>
                <wp:extent cx="1771650" cy="266700"/>
                <wp:effectExtent l="57150" t="38100" r="76200" b="9525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2667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B7640" w:rsidRPr="008B33CF" w:rsidRDefault="00CB7640" w:rsidP="00CB764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Documentation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43" type="#_x0000_t109" style="position:absolute;margin-left:325.5pt;margin-top:2.75pt;width:139.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B7640" w:rsidRPr="008B33CF" w:rsidRDefault="00CB7640" w:rsidP="00CB764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Documentation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34925</wp:posOffset>
                </wp:positionV>
                <wp:extent cx="1952625" cy="266700"/>
                <wp:effectExtent l="57150" t="38100" r="85725" b="95250"/>
                <wp:wrapNone/>
                <wp:docPr id="10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2667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B7640" w:rsidRPr="008B33CF" w:rsidRDefault="00CB7640" w:rsidP="00CB764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Monitoring/Evaluation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44" type="#_x0000_t109" style="position:absolute;margin-left:163.5pt;margin-top:2.75pt;width:153.7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B7640" w:rsidRPr="008B33CF" w:rsidRDefault="00CB7640" w:rsidP="00CB764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Monitoring/Evaluation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34925</wp:posOffset>
                </wp:positionV>
                <wp:extent cx="1962150" cy="266700"/>
                <wp:effectExtent l="57150" t="38100" r="76200" b="95250"/>
                <wp:wrapNone/>
                <wp:docPr id="9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667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B7640" w:rsidRPr="008B33CF" w:rsidRDefault="00CB7640" w:rsidP="00CB764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45" type="#_x0000_t109" style="position:absolute;margin-left:-3.75pt;margin-top:2.75pt;width:154.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B7640" w:rsidRPr="008B33CF" w:rsidRDefault="00CB7640" w:rsidP="00CB764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Implementation</w:t>
                      </w:r>
                    </w:p>
                  </w:txbxContent>
                </v:textbox>
              </v:shape>
            </w:pict>
          </mc:Fallback>
        </mc:AlternateContent>
      </w:r>
    </w:p>
    <w:p w:rsidR="00CB7640" w:rsidRPr="008B33CF" w:rsidRDefault="002306B9" w:rsidP="00CB7640">
      <w:pPr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140335</wp:posOffset>
                </wp:positionV>
                <wp:extent cx="1771650" cy="1495425"/>
                <wp:effectExtent l="76200" t="57150" r="76200" b="123825"/>
                <wp:wrapNone/>
                <wp:docPr id="8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14954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CB7640" w:rsidRPr="008B33CF" w:rsidRDefault="00CB7640" w:rsidP="00E20C5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All de-escalation events and emergency calls to the police/crisis service will be documented on the </w:t>
                            </w:r>
                            <w:r w:rsidRPr="005854E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Adverse Event </w:t>
                            </w:r>
                            <w:r w:rsidR="007B7EF8" w:rsidRPr="005854E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Report.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46" type="#_x0000_t109" style="position:absolute;margin-left:326.25pt;margin-top:11.05pt;width:139.5pt;height:11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" fillcolor="#c9b5e8" stroked="f">
                <v:fill color2="#f0eaf9" rotate="t" angle="180" colors="0 #c9b5e8;22938f #d9cbee;1 #f0eaf9" focus="100%" type="gradient"/>
                <v:shadow on="t" color="black" opacity="20971f" offset="0,2.2pt"/>
                <v:textbox>
                  <w:txbxContent>
                    <w:p w:rsidR="00CB7640" w:rsidRPr="008B33CF" w:rsidRDefault="00CB7640" w:rsidP="00E20C5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All de-escalation events and emergency calls to the police/crisis service will be documented on the </w:t>
                      </w:r>
                      <w:r w:rsidRPr="005854E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Adverse Event </w:t>
                      </w:r>
                      <w:r w:rsidR="007B7EF8" w:rsidRPr="005854E8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Report.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140335</wp:posOffset>
                </wp:positionV>
                <wp:extent cx="1952625" cy="1495425"/>
                <wp:effectExtent l="76200" t="57150" r="85725" b="123825"/>
                <wp:wrapNone/>
                <wp:docPr id="7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14954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CB7640" w:rsidRPr="008B33CF" w:rsidRDefault="00CB7640" w:rsidP="00E20C58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De-escalation interventions will be reviewed each time they are applied for:</w:t>
                            </w:r>
                          </w:p>
                          <w:p w:rsidR="00CB7640" w:rsidRPr="008B33CF" w:rsidRDefault="003F2B94" w:rsidP="00CB7640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Effectiveness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3F2B94" w:rsidP="00CB7640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Client</w:t>
                            </w:r>
                            <w:r w:rsidR="00CB764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perception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3F2B94" w:rsidP="00CB7640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Safety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3F2B94" w:rsidP="00CB7640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overflowPunct/>
                              <w:autoSpaceDE/>
                              <w:autoSpaceDN/>
                              <w:adjustRightInd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Relevancy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B7640" w:rsidRPr="008B33CF" w:rsidRDefault="00CB7640" w:rsidP="00CB764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47" type="#_x0000_t109" style="position:absolute;margin-left:163.5pt;margin-top:11.05pt;width:153.75pt;height:11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" fillcolor="#c9b5e8" stroked="f">
                <v:fill color2="#f0eaf9" rotate="t" angle="180" colors="0 #c9b5e8;22938f #d9cbee;1 #f0eaf9" focus="100%" type="gradient"/>
                <v:shadow on="t" color="black" opacity="20971f" offset="0,2.2pt"/>
                <v:textbox>
                  <w:txbxContent>
                    <w:p w:rsidR="00CB7640" w:rsidRPr="008B33CF" w:rsidRDefault="00CB7640" w:rsidP="00E20C58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De-escalation interventions will be reviewed each time they are applied for:</w:t>
                      </w:r>
                    </w:p>
                    <w:p w:rsidR="00CB7640" w:rsidRPr="008B33CF" w:rsidRDefault="003F2B94" w:rsidP="00CB7640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Effectiveness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3F2B94" w:rsidP="00CB7640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Client</w:t>
                      </w:r>
                      <w:r w:rsidR="00CB764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perception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3F2B94" w:rsidP="00CB7640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Safety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3F2B94" w:rsidP="00CB7640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overflowPunct/>
                        <w:autoSpaceDE/>
                        <w:autoSpaceDN/>
                        <w:adjustRightInd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Relevancy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B7640" w:rsidRPr="008B33CF" w:rsidRDefault="00CB7640" w:rsidP="00CB764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130811</wp:posOffset>
                </wp:positionV>
                <wp:extent cx="1962150" cy="1504950"/>
                <wp:effectExtent l="76200" t="57150" r="76200" b="114300"/>
                <wp:wrapNone/>
                <wp:docPr id="6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15049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CB7640" w:rsidRPr="008B33CF" w:rsidRDefault="00CB7640" w:rsidP="00E20C5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De-escalation interventions will be implemented as soon as early warning signs/ trigger responses or </w:t>
                            </w:r>
                            <w:r w:rsidR="005E18D5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distressing/risky </w:t>
                            </w: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behaviour occurs.</w:t>
                            </w:r>
                          </w:p>
                          <w:p w:rsidR="00CB7640" w:rsidRPr="008B33CF" w:rsidRDefault="00CB7640" w:rsidP="00E20C5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Strategies discussed with the client and documented in the plans will be implemented</w:t>
                            </w:r>
                            <w:r w:rsidR="00453D20"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8B33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48" type="#_x0000_t109" style="position:absolute;margin-left:-3.75pt;margin-top:10.3pt;width:154.5pt;height:1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" fillcolor="#c9b5e8" stroked="f">
                <v:fill color2="#f0eaf9" rotate="t" angle="180" colors="0 #c9b5e8;22938f #d9cbee;1 #f0eaf9" focus="100%" type="gradient"/>
                <v:shadow on="t" color="black" opacity="20971f" offset="0,2.2pt"/>
                <v:textbox>
                  <w:txbxContent>
                    <w:p w:rsidR="00CB7640" w:rsidRPr="008B33CF" w:rsidRDefault="00CB7640" w:rsidP="00E20C5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De-escalation interventions will be implemented as soon as early warning signs/ trigger responses or </w:t>
                      </w:r>
                      <w:r w:rsidR="005E18D5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distressing/risky </w:t>
                      </w: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behaviour occurs.</w:t>
                      </w:r>
                    </w:p>
                    <w:p w:rsidR="00CB7640" w:rsidRPr="008B33CF" w:rsidRDefault="00CB7640" w:rsidP="00E20C5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Strategies discussed with the client and documented in the plans will be implemented</w:t>
                      </w:r>
                      <w:r w:rsidR="00453D20"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8B33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246316" w:rsidRPr="008B33CF" w:rsidRDefault="00246316" w:rsidP="00CB7640">
      <w:pPr>
        <w:rPr>
          <w:rFonts w:ascii="Calibri" w:hAnsi="Calibri" w:cs="Calibri"/>
          <w:sz w:val="22"/>
          <w:szCs w:val="22"/>
        </w:rPr>
      </w:pPr>
    </w:p>
    <w:p w:rsidR="00246316" w:rsidRPr="008B33CF" w:rsidRDefault="00246316" w:rsidP="00CB7640">
      <w:pPr>
        <w:rPr>
          <w:rFonts w:ascii="Calibri" w:hAnsi="Calibri" w:cs="Calibri"/>
          <w:sz w:val="22"/>
          <w:szCs w:val="22"/>
        </w:rPr>
      </w:pPr>
    </w:p>
    <w:p w:rsidR="00246316" w:rsidRPr="008B33CF" w:rsidRDefault="00246316" w:rsidP="00CB7640">
      <w:pPr>
        <w:rPr>
          <w:rFonts w:ascii="Calibri" w:hAnsi="Calibri" w:cs="Calibri"/>
          <w:sz w:val="22"/>
          <w:szCs w:val="22"/>
        </w:rPr>
      </w:pPr>
    </w:p>
    <w:p w:rsidR="00246316" w:rsidRPr="008B33CF" w:rsidRDefault="00246316" w:rsidP="00CB7640">
      <w:pPr>
        <w:rPr>
          <w:rFonts w:ascii="Calibri" w:hAnsi="Calibri" w:cs="Calibri"/>
          <w:sz w:val="22"/>
          <w:szCs w:val="22"/>
        </w:rPr>
      </w:pPr>
    </w:p>
    <w:p w:rsidR="00246316" w:rsidRPr="008B33CF" w:rsidRDefault="00246316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2306B9" w:rsidP="00CB7640">
      <w:pPr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D2C4D5" wp14:editId="0BD5E30B">
                <wp:simplePos x="0" y="0"/>
                <wp:positionH relativeFrom="column">
                  <wp:posOffset>1485900</wp:posOffset>
                </wp:positionH>
                <wp:positionV relativeFrom="paragraph">
                  <wp:posOffset>111760</wp:posOffset>
                </wp:positionV>
                <wp:extent cx="3333750" cy="4116070"/>
                <wp:effectExtent l="38100" t="38100" r="38100" b="55880"/>
                <wp:wrapNone/>
                <wp:docPr id="1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0" cy="411607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2E5B42" w:rsidRPr="008B33CF" w:rsidRDefault="008F308A" w:rsidP="002306B9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141980" cy="4068751"/>
                                  <wp:effectExtent l="0" t="0" r="1270" b="8255"/>
                                  <wp:docPr id="3" name="Picture 3" descr="Handshake, Regard, Cooperate, Connect, Uni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andshake, Regard, Cooperate, Connect, Uni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1980" cy="40687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2C4D5" id="_x0000_s1049" type="#_x0000_t109" style="position:absolute;margin-left:117pt;margin-top:8.8pt;width:262.5pt;height:324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" fillcolor="#c9b5e8" stroked="f">
                <v:fill color2="#f0eaf9" rotate="t" angle="180" colors="0 #c9b5e8;22938f #d9cbee;1 #f0eaf9" focus="100%" type="gradient"/>
                <v:textbox>
                  <w:txbxContent>
                    <w:p w:rsidR="002E5B42" w:rsidRPr="008B33CF" w:rsidRDefault="008F308A" w:rsidP="002306B9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141980" cy="4068751"/>
                            <wp:effectExtent l="0" t="0" r="1270" b="8255"/>
                            <wp:docPr id="3" name="Picture 3" descr="Handshake, Regard, Cooperate, Connect, Uni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andshake, Regard, Cooperate, Connect, Uni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1980" cy="40687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B7640" w:rsidRPr="008B33CF" w:rsidRDefault="00CB7640" w:rsidP="00CB7640">
      <w:pPr>
        <w:tabs>
          <w:tab w:val="left" w:pos="1215"/>
        </w:tabs>
        <w:rPr>
          <w:rFonts w:ascii="Calibri" w:hAnsi="Calibri" w:cs="Calibri"/>
          <w:sz w:val="22"/>
          <w:szCs w:val="22"/>
        </w:rPr>
      </w:pPr>
      <w:r w:rsidRPr="008B33CF">
        <w:rPr>
          <w:rFonts w:ascii="Calibri" w:hAnsi="Calibri" w:cs="Calibri"/>
          <w:sz w:val="22"/>
          <w:szCs w:val="22"/>
        </w:rPr>
        <w:tab/>
      </w: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B67272" w:rsidP="00CB76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431D12" w:rsidRPr="008B33CF" w:rsidRDefault="00431D12" w:rsidP="00CB7640">
      <w:pPr>
        <w:rPr>
          <w:rFonts w:ascii="Calibri" w:hAnsi="Calibri" w:cs="Calibri"/>
          <w:sz w:val="22"/>
          <w:szCs w:val="22"/>
        </w:rPr>
      </w:pPr>
    </w:p>
    <w:p w:rsidR="00431D12" w:rsidRPr="008B33CF" w:rsidRDefault="00431D12" w:rsidP="00CB7640">
      <w:pPr>
        <w:rPr>
          <w:rFonts w:ascii="Calibri" w:hAnsi="Calibri" w:cs="Calibri"/>
          <w:sz w:val="22"/>
          <w:szCs w:val="22"/>
        </w:rPr>
      </w:pPr>
    </w:p>
    <w:p w:rsidR="00431D12" w:rsidRPr="008B33CF" w:rsidRDefault="00431D12" w:rsidP="00CB7640">
      <w:pPr>
        <w:rPr>
          <w:rFonts w:ascii="Calibri" w:hAnsi="Calibri" w:cs="Calibri"/>
          <w:sz w:val="22"/>
          <w:szCs w:val="22"/>
        </w:rPr>
      </w:pPr>
    </w:p>
    <w:p w:rsidR="00431D12" w:rsidRPr="008B33CF" w:rsidRDefault="00431D12" w:rsidP="00CB7640">
      <w:pPr>
        <w:rPr>
          <w:rFonts w:ascii="Calibri" w:hAnsi="Calibri" w:cs="Calibri"/>
          <w:sz w:val="22"/>
          <w:szCs w:val="22"/>
        </w:rPr>
      </w:pPr>
    </w:p>
    <w:p w:rsidR="00431D12" w:rsidRPr="008B33CF" w:rsidRDefault="00431D12" w:rsidP="00CB7640">
      <w:pPr>
        <w:rPr>
          <w:rFonts w:ascii="Calibri" w:hAnsi="Calibri" w:cs="Calibri"/>
          <w:sz w:val="22"/>
          <w:szCs w:val="22"/>
        </w:rPr>
      </w:pPr>
    </w:p>
    <w:p w:rsidR="00431D12" w:rsidRPr="008B33CF" w:rsidRDefault="00431D12" w:rsidP="00CB7640">
      <w:pPr>
        <w:rPr>
          <w:rFonts w:ascii="Calibri" w:hAnsi="Calibri" w:cs="Calibri"/>
          <w:sz w:val="22"/>
          <w:szCs w:val="22"/>
        </w:rPr>
      </w:pPr>
    </w:p>
    <w:p w:rsidR="00431D12" w:rsidRPr="008B33CF" w:rsidRDefault="00431D12" w:rsidP="00CB7640">
      <w:pPr>
        <w:rPr>
          <w:rFonts w:ascii="Calibri" w:hAnsi="Calibri" w:cs="Calibri"/>
          <w:sz w:val="22"/>
          <w:szCs w:val="22"/>
        </w:rPr>
      </w:pPr>
    </w:p>
    <w:p w:rsidR="00431D12" w:rsidRPr="008B33CF" w:rsidRDefault="00431D12" w:rsidP="00CB7640">
      <w:pPr>
        <w:rPr>
          <w:rFonts w:ascii="Calibri" w:hAnsi="Calibri" w:cs="Calibri"/>
          <w:sz w:val="22"/>
          <w:szCs w:val="22"/>
        </w:rPr>
      </w:pPr>
    </w:p>
    <w:p w:rsidR="00431D12" w:rsidRPr="008B33CF" w:rsidRDefault="00431D12" w:rsidP="00CB7640">
      <w:pPr>
        <w:rPr>
          <w:rFonts w:ascii="Calibri" w:hAnsi="Calibri" w:cs="Calibri"/>
          <w:sz w:val="22"/>
          <w:szCs w:val="22"/>
        </w:rPr>
      </w:pPr>
    </w:p>
    <w:p w:rsidR="00594852" w:rsidRPr="008B33CF" w:rsidRDefault="00594852" w:rsidP="00594852">
      <w:pPr>
        <w:pStyle w:val="Heading1"/>
        <w:rPr>
          <w:rFonts w:ascii="Calibri" w:hAnsi="Calibri" w:cs="Calibri"/>
          <w:sz w:val="28"/>
          <w:szCs w:val="28"/>
        </w:rPr>
      </w:pPr>
      <w:r w:rsidRPr="008B33CF">
        <w:rPr>
          <w:rFonts w:ascii="Calibri" w:hAnsi="Calibri" w:cs="Calibri"/>
          <w:sz w:val="28"/>
          <w:szCs w:val="28"/>
        </w:rPr>
        <w:lastRenderedPageBreak/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594852" w:rsidRPr="00AF487A" w:rsidTr="008B33CF">
        <w:tc>
          <w:tcPr>
            <w:tcW w:w="4111" w:type="dxa"/>
            <w:shd w:val="clear" w:color="auto" w:fill="auto"/>
          </w:tcPr>
          <w:p w:rsidR="00594852" w:rsidRPr="008B33CF" w:rsidRDefault="00594852" w:rsidP="008B33CF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594852" w:rsidRPr="008B33CF" w:rsidRDefault="00594852" w:rsidP="008B33CF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8B33CF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594852" w:rsidTr="008B33CF">
        <w:tc>
          <w:tcPr>
            <w:tcW w:w="4111" w:type="dxa"/>
            <w:shd w:val="clear" w:color="auto" w:fill="auto"/>
          </w:tcPr>
          <w:p w:rsidR="00594852" w:rsidRDefault="00594852" w:rsidP="008B33CF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594852" w:rsidRDefault="00594852" w:rsidP="008B33CF">
            <w:pPr>
              <w:tabs>
                <w:tab w:val="left" w:pos="1275"/>
              </w:tabs>
            </w:pPr>
          </w:p>
        </w:tc>
      </w:tr>
      <w:tr w:rsidR="00594852" w:rsidTr="008B33CF">
        <w:tc>
          <w:tcPr>
            <w:tcW w:w="4111" w:type="dxa"/>
            <w:shd w:val="clear" w:color="auto" w:fill="auto"/>
          </w:tcPr>
          <w:p w:rsidR="00594852" w:rsidRDefault="00594852" w:rsidP="008B33CF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594852" w:rsidRDefault="00594852" w:rsidP="008B33CF">
            <w:pPr>
              <w:tabs>
                <w:tab w:val="left" w:pos="1275"/>
              </w:tabs>
            </w:pPr>
          </w:p>
        </w:tc>
      </w:tr>
      <w:tr w:rsidR="00594852" w:rsidTr="008B33CF">
        <w:tc>
          <w:tcPr>
            <w:tcW w:w="4111" w:type="dxa"/>
            <w:shd w:val="clear" w:color="auto" w:fill="auto"/>
          </w:tcPr>
          <w:p w:rsidR="00594852" w:rsidRDefault="00594852" w:rsidP="008B33CF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594852" w:rsidRDefault="00594852" w:rsidP="008B33CF">
            <w:pPr>
              <w:tabs>
                <w:tab w:val="left" w:pos="1275"/>
              </w:tabs>
            </w:pPr>
          </w:p>
        </w:tc>
      </w:tr>
      <w:tr w:rsidR="00594852" w:rsidTr="008B33CF">
        <w:tc>
          <w:tcPr>
            <w:tcW w:w="4111" w:type="dxa"/>
            <w:shd w:val="clear" w:color="auto" w:fill="auto"/>
          </w:tcPr>
          <w:p w:rsidR="00594852" w:rsidRDefault="00594852" w:rsidP="008B33CF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594852" w:rsidRDefault="00594852" w:rsidP="008B33CF">
            <w:pPr>
              <w:tabs>
                <w:tab w:val="left" w:pos="1275"/>
              </w:tabs>
            </w:pPr>
          </w:p>
        </w:tc>
      </w:tr>
    </w:tbl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  <w:r w:rsidRPr="008B33CF">
        <w:rPr>
          <w:rFonts w:ascii="Calibri" w:hAnsi="Calibri" w:cs="Calibri"/>
          <w:sz w:val="22"/>
          <w:szCs w:val="22"/>
        </w:rPr>
        <w:tab/>
      </w: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rPr>
          <w:rFonts w:ascii="Calibri" w:hAnsi="Calibri" w:cs="Calibri"/>
          <w:sz w:val="22"/>
          <w:szCs w:val="22"/>
        </w:rPr>
      </w:pPr>
    </w:p>
    <w:p w:rsidR="00CB7640" w:rsidRPr="008B33CF" w:rsidRDefault="00CB7640" w:rsidP="00CB7640">
      <w:pPr>
        <w:tabs>
          <w:tab w:val="left" w:pos="1080"/>
        </w:tabs>
        <w:rPr>
          <w:rFonts w:ascii="Calibri" w:hAnsi="Calibri" w:cs="Calibri"/>
          <w:sz w:val="22"/>
          <w:szCs w:val="22"/>
        </w:rPr>
      </w:pPr>
    </w:p>
    <w:p w:rsidR="00945BC7" w:rsidRPr="008B33CF" w:rsidRDefault="00945BC7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120" w:rsidRPr="008B33CF" w:rsidRDefault="00E86120">
      <w:pPr>
        <w:rPr>
          <w:rFonts w:ascii="Calibri" w:hAnsi="Calibri" w:cs="Calibri"/>
          <w:sz w:val="22"/>
          <w:szCs w:val="22"/>
        </w:rPr>
      </w:pPr>
    </w:p>
    <w:p w:rsidR="00E86066" w:rsidRPr="008B33CF" w:rsidRDefault="00E86066">
      <w:pPr>
        <w:rPr>
          <w:rFonts w:ascii="Calibri" w:hAnsi="Calibri" w:cs="Calibri"/>
          <w:sz w:val="22"/>
          <w:szCs w:val="22"/>
        </w:rPr>
      </w:pPr>
    </w:p>
    <w:sectPr w:rsidR="00E86066" w:rsidRPr="008B33CF" w:rsidSect="00BE2CF6">
      <w:headerReference w:type="default" r:id="rId42"/>
      <w:footerReference w:type="default" r:id="rId43"/>
      <w:pgSz w:w="11906" w:h="16838"/>
      <w:pgMar w:top="1440" w:right="1286" w:bottom="1440" w:left="144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DBA" w:rsidRDefault="005F2DBA">
      <w:r>
        <w:separator/>
      </w:r>
    </w:p>
  </w:endnote>
  <w:endnote w:type="continuationSeparator" w:id="0">
    <w:p w:rsidR="005F2DBA" w:rsidRDefault="005F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restonScrip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2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722"/>
      <w:gridCol w:w="1275"/>
      <w:gridCol w:w="1264"/>
      <w:gridCol w:w="862"/>
      <w:gridCol w:w="1118"/>
      <w:gridCol w:w="1559"/>
      <w:gridCol w:w="1272"/>
    </w:tblGrid>
    <w:tr w:rsidR="00BE2CF6" w:rsidRPr="00022CBE" w:rsidTr="002111D6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2CF6" w:rsidRPr="00022CBE" w:rsidRDefault="00BE2CF6" w:rsidP="00BE2CF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2CF6" w:rsidRPr="00022CBE" w:rsidRDefault="00BE2CF6" w:rsidP="00BE2CF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2CF6" w:rsidRPr="00022CBE" w:rsidRDefault="00BE2CF6" w:rsidP="00BE2CF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7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2CF6" w:rsidRPr="00022CBE" w:rsidRDefault="00BE2CF6" w:rsidP="00BE2CF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September </w:t>
          </w:r>
          <w:r w:rsidRPr="00022CBE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2CF6" w:rsidRPr="00022CBE" w:rsidRDefault="00BE2CF6" w:rsidP="00BE2CF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2CF6" w:rsidRPr="00022CBE" w:rsidRDefault="00BE2CF6" w:rsidP="00BE2CF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BE2CF6" w:rsidRPr="00022CBE" w:rsidRDefault="00BE2CF6" w:rsidP="00BE2CF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111" w:type="dxa"/>
        </w:tcPr>
        <w:p w:rsidR="00BE2CF6" w:rsidRPr="00022CBE" w:rsidRDefault="00BE2CF6" w:rsidP="00BE2CF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Sept.</w:t>
          </w:r>
          <w:r w:rsidRPr="00022CBE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BE2CF6" w:rsidRPr="00022CBE" w:rsidRDefault="00BE2CF6" w:rsidP="00BE2CF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BE2CF6" w:rsidRPr="00022CBE" w:rsidRDefault="00BE2CF6" w:rsidP="00BE2CF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36536A" w:rsidRDefault="00DC4787" w:rsidP="00DC4787">
    <w:pPr>
      <w:pStyle w:val="Footer"/>
      <w:tabs>
        <w:tab w:val="left" w:pos="3930"/>
        <w:tab w:val="right" w:pos="918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DBA" w:rsidRDefault="005F2DBA">
      <w:r>
        <w:separator/>
      </w:r>
    </w:p>
  </w:footnote>
  <w:footnote w:type="continuationSeparator" w:id="0">
    <w:p w:rsidR="005F2DBA" w:rsidRDefault="005F2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CF6" w:rsidRDefault="00BE2CF6" w:rsidP="00BE2CF6">
    <w:pPr>
      <w:pStyle w:val="Header"/>
      <w:tabs>
        <w:tab w:val="clear" w:pos="4153"/>
        <w:tab w:val="clear" w:pos="8306"/>
        <w:tab w:val="left" w:pos="8340"/>
      </w:tabs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8145DF" wp14:editId="21626B95">
              <wp:simplePos x="0" y="0"/>
              <wp:positionH relativeFrom="column">
                <wp:posOffset>-400050</wp:posOffset>
              </wp:positionH>
              <wp:positionV relativeFrom="paragraph">
                <wp:posOffset>181610</wp:posOffset>
              </wp:positionV>
              <wp:extent cx="962025" cy="304800"/>
              <wp:effectExtent l="0" t="0" r="9525" b="0"/>
              <wp:wrapNone/>
              <wp:docPr id="3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2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2CF6" w:rsidRPr="00BE2CF6" w:rsidRDefault="00BE2CF6" w:rsidP="00BE2CF6">
                          <w:pP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 w:rsidRPr="00BE2CF6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8145DF"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margin-left:-31.5pt;margin-top:14.3pt;width:7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" stroked="f">
              <v:textbox>
                <w:txbxContent>
                  <w:p w:rsidR="00BE2CF6" w:rsidRPr="00BE2CF6" w:rsidRDefault="00BE2CF6" w:rsidP="00BE2CF6">
                    <w:pPr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BE2CF6">
                      <w:rPr>
                        <w:rFonts w:ascii="Calibri" w:hAnsi="Calibri" w:cs="Calibri"/>
                        <w:sz w:val="22"/>
                        <w:szCs w:val="22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>
      <w:tab/>
    </w:r>
  </w:p>
  <w:p w:rsidR="00BE2CF6" w:rsidRDefault="00BE2CF6" w:rsidP="00BE2CF6">
    <w:pPr>
      <w:pStyle w:val="Header"/>
      <w:tabs>
        <w:tab w:val="left" w:pos="8430"/>
        <w:tab w:val="right" w:pos="10204"/>
      </w:tabs>
      <w:jc w:val="right"/>
      <w:rPr>
        <w:rFonts w:ascii="Calibri" w:hAnsi="Calibri" w:cs="Calibri"/>
        <w:b/>
        <w:bCs/>
        <w:sz w:val="22"/>
        <w:szCs w:val="22"/>
      </w:rPr>
    </w:pPr>
    <w:r>
      <w:tab/>
      <w:t xml:space="preserve">                                                                                                                                                         </w:t>
    </w:r>
    <w:r>
      <w:rPr>
        <w:rFonts w:ascii="PrestonScript" w:hAnsi="PrestonScript"/>
        <w:color w:val="800000"/>
        <w:sz w:val="28"/>
        <w:szCs w:val="28"/>
      </w:rPr>
      <w:t xml:space="preserve"> </w:t>
    </w:r>
    <w:r w:rsidRPr="00CF655B">
      <w:rPr>
        <w:rFonts w:ascii="Calibri" w:hAnsi="Calibri" w:cs="Calibri"/>
        <w:sz w:val="22"/>
        <w:szCs w:val="22"/>
      </w:rPr>
      <w:t xml:space="preserve">Page </w:t>
    </w:r>
    <w:r w:rsidRPr="00CF655B">
      <w:rPr>
        <w:rFonts w:ascii="Calibri" w:hAnsi="Calibri" w:cs="Calibri"/>
        <w:b/>
        <w:bCs/>
        <w:sz w:val="22"/>
        <w:szCs w:val="22"/>
      </w:rPr>
      <w:fldChar w:fldCharType="begin"/>
    </w:r>
    <w:r w:rsidRPr="00CF655B">
      <w:rPr>
        <w:rFonts w:ascii="Calibri" w:hAnsi="Calibri" w:cs="Calibri"/>
        <w:b/>
        <w:bCs/>
        <w:sz w:val="22"/>
        <w:szCs w:val="22"/>
      </w:rPr>
      <w:instrText xml:space="preserve"> PAGE </w:instrText>
    </w:r>
    <w:r w:rsidRPr="00CF655B">
      <w:rPr>
        <w:rFonts w:ascii="Calibri" w:hAnsi="Calibri" w:cs="Calibri"/>
        <w:b/>
        <w:bCs/>
        <w:sz w:val="22"/>
        <w:szCs w:val="22"/>
      </w:rPr>
      <w:fldChar w:fldCharType="separate"/>
    </w:r>
    <w:r w:rsidR="00B246BE">
      <w:rPr>
        <w:rFonts w:ascii="Calibri" w:hAnsi="Calibri" w:cs="Calibri"/>
        <w:b/>
        <w:bCs/>
        <w:noProof/>
        <w:sz w:val="22"/>
        <w:szCs w:val="22"/>
      </w:rPr>
      <w:t>2</w:t>
    </w:r>
    <w:r w:rsidRPr="00CF655B">
      <w:rPr>
        <w:rFonts w:ascii="Calibri" w:hAnsi="Calibri" w:cs="Calibri"/>
        <w:b/>
        <w:bCs/>
        <w:sz w:val="22"/>
        <w:szCs w:val="22"/>
      </w:rPr>
      <w:fldChar w:fldCharType="end"/>
    </w:r>
    <w:r w:rsidRPr="00CF655B">
      <w:rPr>
        <w:rFonts w:ascii="Calibri" w:hAnsi="Calibri" w:cs="Calibri"/>
        <w:sz w:val="22"/>
        <w:szCs w:val="22"/>
      </w:rPr>
      <w:t xml:space="preserve"> of </w:t>
    </w:r>
    <w:r w:rsidRPr="00CF655B">
      <w:rPr>
        <w:rFonts w:ascii="Calibri" w:hAnsi="Calibri" w:cs="Calibri"/>
        <w:b/>
        <w:bCs/>
        <w:sz w:val="22"/>
        <w:szCs w:val="22"/>
      </w:rPr>
      <w:fldChar w:fldCharType="begin"/>
    </w:r>
    <w:r w:rsidRPr="00CF655B">
      <w:rPr>
        <w:rFonts w:ascii="Calibri" w:hAnsi="Calibri" w:cs="Calibri"/>
        <w:b/>
        <w:bCs/>
        <w:sz w:val="22"/>
        <w:szCs w:val="22"/>
      </w:rPr>
      <w:instrText xml:space="preserve"> NUMPAGES  </w:instrText>
    </w:r>
    <w:r w:rsidRPr="00CF655B">
      <w:rPr>
        <w:rFonts w:ascii="Calibri" w:hAnsi="Calibri" w:cs="Calibri"/>
        <w:b/>
        <w:bCs/>
        <w:sz w:val="22"/>
        <w:szCs w:val="22"/>
      </w:rPr>
      <w:fldChar w:fldCharType="separate"/>
    </w:r>
    <w:r w:rsidR="00B246BE">
      <w:rPr>
        <w:rFonts w:ascii="Calibri" w:hAnsi="Calibri" w:cs="Calibri"/>
        <w:b/>
        <w:bCs/>
        <w:noProof/>
        <w:sz w:val="22"/>
        <w:szCs w:val="22"/>
      </w:rPr>
      <w:t>4</w:t>
    </w:r>
    <w:r w:rsidRPr="00CF655B">
      <w:rPr>
        <w:rFonts w:ascii="Calibri" w:hAnsi="Calibri" w:cs="Calibri"/>
        <w:b/>
        <w:bCs/>
        <w:sz w:val="22"/>
        <w:szCs w:val="22"/>
      </w:rPr>
      <w:fldChar w:fldCharType="end"/>
    </w:r>
  </w:p>
  <w:p w:rsidR="00BE2CF6" w:rsidRPr="00BE2CF6" w:rsidRDefault="00BE2CF6" w:rsidP="00BE2CF6">
    <w:pPr>
      <w:pStyle w:val="Header"/>
      <w:tabs>
        <w:tab w:val="left" w:pos="8430"/>
        <w:tab w:val="right" w:pos="10204"/>
      </w:tabs>
      <w:jc w:val="center"/>
      <w:rPr>
        <w:rFonts w:ascii="Calibri" w:hAnsi="Calibri" w:cs="Calibri"/>
        <w:sz w:val="28"/>
        <w:szCs w:val="28"/>
      </w:rPr>
    </w:pPr>
    <w:r>
      <w:rPr>
        <w:rFonts w:ascii="Calibri" w:hAnsi="Calibri" w:cs="Calibri"/>
        <w:b/>
        <w:bCs/>
        <w:sz w:val="28"/>
        <w:szCs w:val="28"/>
      </w:rPr>
      <w:t>Ma</w:t>
    </w:r>
    <w:r w:rsidR="00B532AF">
      <w:rPr>
        <w:rFonts w:ascii="Calibri" w:hAnsi="Calibri" w:cs="Calibri"/>
        <w:b/>
        <w:bCs/>
        <w:sz w:val="28"/>
        <w:szCs w:val="28"/>
      </w:rPr>
      <w:t>intaining</w:t>
    </w:r>
    <w:r>
      <w:rPr>
        <w:rFonts w:ascii="Calibri" w:hAnsi="Calibri" w:cs="Calibri"/>
        <w:b/>
        <w:bCs/>
        <w:sz w:val="28"/>
        <w:szCs w:val="28"/>
      </w:rPr>
      <w:t xml:space="preserve"> a Restraint Free Environment</w:t>
    </w:r>
  </w:p>
  <w:p w:rsidR="00B25076" w:rsidRPr="00E86066" w:rsidRDefault="00B25076" w:rsidP="00BE2CF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5896"/>
    <w:multiLevelType w:val="hybridMultilevel"/>
    <w:tmpl w:val="972AA52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D0104"/>
    <w:multiLevelType w:val="hybridMultilevel"/>
    <w:tmpl w:val="2EC81E8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745054"/>
    <w:multiLevelType w:val="hybridMultilevel"/>
    <w:tmpl w:val="D69CC10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6D4A4E"/>
    <w:multiLevelType w:val="hybridMultilevel"/>
    <w:tmpl w:val="AD80839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EF57A7"/>
    <w:multiLevelType w:val="hybridMultilevel"/>
    <w:tmpl w:val="C8D0475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EA20241"/>
    <w:multiLevelType w:val="hybridMultilevel"/>
    <w:tmpl w:val="43E65F8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3206F76"/>
    <w:multiLevelType w:val="hybridMultilevel"/>
    <w:tmpl w:val="88F252E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3D173D8"/>
    <w:multiLevelType w:val="hybridMultilevel"/>
    <w:tmpl w:val="CF8496A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4954144"/>
    <w:multiLevelType w:val="hybridMultilevel"/>
    <w:tmpl w:val="4C0E16A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8"/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120"/>
    <w:rsid w:val="00011FE8"/>
    <w:rsid w:val="00047B27"/>
    <w:rsid w:val="0005472D"/>
    <w:rsid w:val="0006144F"/>
    <w:rsid w:val="000809CF"/>
    <w:rsid w:val="00081EAD"/>
    <w:rsid w:val="000B1F0F"/>
    <w:rsid w:val="000E1BD9"/>
    <w:rsid w:val="000E2690"/>
    <w:rsid w:val="000E3F34"/>
    <w:rsid w:val="0011785C"/>
    <w:rsid w:val="00134CA3"/>
    <w:rsid w:val="00145BC9"/>
    <w:rsid w:val="001562B1"/>
    <w:rsid w:val="00164C4F"/>
    <w:rsid w:val="001664E7"/>
    <w:rsid w:val="00177FCE"/>
    <w:rsid w:val="001B0718"/>
    <w:rsid w:val="001D3D6C"/>
    <w:rsid w:val="001D695B"/>
    <w:rsid w:val="001D72C4"/>
    <w:rsid w:val="001E4D13"/>
    <w:rsid w:val="001F6BB9"/>
    <w:rsid w:val="00207A05"/>
    <w:rsid w:val="00227466"/>
    <w:rsid w:val="00227B8F"/>
    <w:rsid w:val="002306B9"/>
    <w:rsid w:val="00246316"/>
    <w:rsid w:val="00254296"/>
    <w:rsid w:val="0029145B"/>
    <w:rsid w:val="002B0893"/>
    <w:rsid w:val="002B0BA9"/>
    <w:rsid w:val="002C3EE6"/>
    <w:rsid w:val="002C6B36"/>
    <w:rsid w:val="002D41AF"/>
    <w:rsid w:val="002E0A58"/>
    <w:rsid w:val="002E5B42"/>
    <w:rsid w:val="002E7761"/>
    <w:rsid w:val="00323881"/>
    <w:rsid w:val="003469B6"/>
    <w:rsid w:val="00347F77"/>
    <w:rsid w:val="00351738"/>
    <w:rsid w:val="00351958"/>
    <w:rsid w:val="0036536A"/>
    <w:rsid w:val="003A3C50"/>
    <w:rsid w:val="003C1BA7"/>
    <w:rsid w:val="003C2C38"/>
    <w:rsid w:val="003F2B94"/>
    <w:rsid w:val="00407573"/>
    <w:rsid w:val="00421537"/>
    <w:rsid w:val="00431D12"/>
    <w:rsid w:val="00453D20"/>
    <w:rsid w:val="00472795"/>
    <w:rsid w:val="00477FC3"/>
    <w:rsid w:val="004C5070"/>
    <w:rsid w:val="004D4FAC"/>
    <w:rsid w:val="004D5212"/>
    <w:rsid w:val="004F1536"/>
    <w:rsid w:val="004F6E7B"/>
    <w:rsid w:val="00542BEB"/>
    <w:rsid w:val="00546555"/>
    <w:rsid w:val="00583736"/>
    <w:rsid w:val="005854E8"/>
    <w:rsid w:val="00590580"/>
    <w:rsid w:val="00594852"/>
    <w:rsid w:val="005B38C9"/>
    <w:rsid w:val="005B3966"/>
    <w:rsid w:val="005D1A82"/>
    <w:rsid w:val="005D4B02"/>
    <w:rsid w:val="005E18D5"/>
    <w:rsid w:val="005F2DBA"/>
    <w:rsid w:val="006007CA"/>
    <w:rsid w:val="00635731"/>
    <w:rsid w:val="006374FC"/>
    <w:rsid w:val="00656AF4"/>
    <w:rsid w:val="00666B1C"/>
    <w:rsid w:val="006D055C"/>
    <w:rsid w:val="006F697E"/>
    <w:rsid w:val="00731271"/>
    <w:rsid w:val="0074005E"/>
    <w:rsid w:val="007470CD"/>
    <w:rsid w:val="007767C3"/>
    <w:rsid w:val="00795C06"/>
    <w:rsid w:val="007A621C"/>
    <w:rsid w:val="007A7E8E"/>
    <w:rsid w:val="007B0919"/>
    <w:rsid w:val="007B7EF8"/>
    <w:rsid w:val="007D47E9"/>
    <w:rsid w:val="007E5B4C"/>
    <w:rsid w:val="00827CA1"/>
    <w:rsid w:val="00833E4F"/>
    <w:rsid w:val="00850253"/>
    <w:rsid w:val="00872CDA"/>
    <w:rsid w:val="00886830"/>
    <w:rsid w:val="008B33CF"/>
    <w:rsid w:val="008B4BE8"/>
    <w:rsid w:val="008B7572"/>
    <w:rsid w:val="008F2E8C"/>
    <w:rsid w:val="008F308A"/>
    <w:rsid w:val="0090486C"/>
    <w:rsid w:val="0090548A"/>
    <w:rsid w:val="00925890"/>
    <w:rsid w:val="00930CEF"/>
    <w:rsid w:val="00945BC7"/>
    <w:rsid w:val="00957751"/>
    <w:rsid w:val="00960734"/>
    <w:rsid w:val="00967B98"/>
    <w:rsid w:val="00973892"/>
    <w:rsid w:val="00976568"/>
    <w:rsid w:val="0098479E"/>
    <w:rsid w:val="00984AA9"/>
    <w:rsid w:val="00994071"/>
    <w:rsid w:val="009A5FCE"/>
    <w:rsid w:val="009B091E"/>
    <w:rsid w:val="009B74E4"/>
    <w:rsid w:val="009C62BE"/>
    <w:rsid w:val="009E5D6B"/>
    <w:rsid w:val="009F5F57"/>
    <w:rsid w:val="00A1019B"/>
    <w:rsid w:val="00A144B3"/>
    <w:rsid w:val="00A40417"/>
    <w:rsid w:val="00A633BF"/>
    <w:rsid w:val="00A80E64"/>
    <w:rsid w:val="00A941FB"/>
    <w:rsid w:val="00AA4B4A"/>
    <w:rsid w:val="00AB59BC"/>
    <w:rsid w:val="00AC2495"/>
    <w:rsid w:val="00AC2886"/>
    <w:rsid w:val="00AF6358"/>
    <w:rsid w:val="00AF71ED"/>
    <w:rsid w:val="00B246BE"/>
    <w:rsid w:val="00B25076"/>
    <w:rsid w:val="00B360A9"/>
    <w:rsid w:val="00B428D3"/>
    <w:rsid w:val="00B46C1B"/>
    <w:rsid w:val="00B532AF"/>
    <w:rsid w:val="00B64566"/>
    <w:rsid w:val="00B67272"/>
    <w:rsid w:val="00B84D8C"/>
    <w:rsid w:val="00B852C2"/>
    <w:rsid w:val="00BB1812"/>
    <w:rsid w:val="00BD6DBE"/>
    <w:rsid w:val="00BE2CF6"/>
    <w:rsid w:val="00BF2E54"/>
    <w:rsid w:val="00BF65D2"/>
    <w:rsid w:val="00C047D3"/>
    <w:rsid w:val="00C060F4"/>
    <w:rsid w:val="00C158D7"/>
    <w:rsid w:val="00C56FD8"/>
    <w:rsid w:val="00C97A5D"/>
    <w:rsid w:val="00CB37F7"/>
    <w:rsid w:val="00CB7640"/>
    <w:rsid w:val="00CE2FEC"/>
    <w:rsid w:val="00D13E80"/>
    <w:rsid w:val="00D227AD"/>
    <w:rsid w:val="00D24A4A"/>
    <w:rsid w:val="00D42070"/>
    <w:rsid w:val="00D50647"/>
    <w:rsid w:val="00D63274"/>
    <w:rsid w:val="00D65383"/>
    <w:rsid w:val="00D71AE3"/>
    <w:rsid w:val="00D804FE"/>
    <w:rsid w:val="00D96FD7"/>
    <w:rsid w:val="00DB400F"/>
    <w:rsid w:val="00DC4787"/>
    <w:rsid w:val="00DC5CFE"/>
    <w:rsid w:val="00DE44AF"/>
    <w:rsid w:val="00DF642C"/>
    <w:rsid w:val="00E0400D"/>
    <w:rsid w:val="00E11E89"/>
    <w:rsid w:val="00E1406D"/>
    <w:rsid w:val="00E20C58"/>
    <w:rsid w:val="00E22BF4"/>
    <w:rsid w:val="00E35E29"/>
    <w:rsid w:val="00E66E6C"/>
    <w:rsid w:val="00E86066"/>
    <w:rsid w:val="00E86120"/>
    <w:rsid w:val="00E90C7F"/>
    <w:rsid w:val="00EF163B"/>
    <w:rsid w:val="00F11446"/>
    <w:rsid w:val="00F16112"/>
    <w:rsid w:val="00F34B45"/>
    <w:rsid w:val="00FF23FC"/>
    <w:rsid w:val="00FF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D9F58A-2626-48E2-9713-5388914D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120"/>
    <w:pPr>
      <w:widowControl w:val="0"/>
      <w:overflowPunct w:val="0"/>
      <w:autoSpaceDE w:val="0"/>
      <w:autoSpaceDN w:val="0"/>
      <w:adjustRightInd w:val="0"/>
    </w:pPr>
    <w:rPr>
      <w:color w:val="000000"/>
      <w:kern w:val="28"/>
    </w:rPr>
  </w:style>
  <w:style w:type="paragraph" w:styleId="Heading1">
    <w:name w:val="heading 1"/>
    <w:basedOn w:val="Normal"/>
    <w:link w:val="Heading1Char"/>
    <w:uiPriority w:val="9"/>
    <w:qFormat/>
    <w:rsid w:val="00594852"/>
    <w:pPr>
      <w:widowControl/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5076"/>
    <w:pPr>
      <w:widowControl/>
      <w:tabs>
        <w:tab w:val="center" w:pos="4153"/>
        <w:tab w:val="right" w:pos="8306"/>
      </w:tabs>
      <w:overflowPunct/>
      <w:autoSpaceDE/>
      <w:autoSpaceDN/>
      <w:adjustRightInd/>
    </w:pPr>
    <w:rPr>
      <w:color w:val="auto"/>
      <w:kern w:val="0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B25076"/>
    <w:pPr>
      <w:widowControl/>
      <w:tabs>
        <w:tab w:val="center" w:pos="4153"/>
        <w:tab w:val="right" w:pos="8306"/>
      </w:tabs>
      <w:overflowPunct/>
      <w:autoSpaceDE/>
      <w:autoSpaceDN/>
      <w:adjustRightInd/>
    </w:pPr>
    <w:rPr>
      <w:color w:val="auto"/>
      <w:kern w:val="0"/>
      <w:sz w:val="24"/>
      <w:szCs w:val="24"/>
      <w:lang w:val="en-GB" w:eastAsia="en-GB"/>
    </w:rPr>
  </w:style>
  <w:style w:type="table" w:styleId="TableGrid">
    <w:name w:val="Table Grid"/>
    <w:basedOn w:val="TableNormal"/>
    <w:uiPriority w:val="59"/>
    <w:rsid w:val="00CB7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B764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CB76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B7640"/>
    <w:rPr>
      <w:rFonts w:ascii="Tahoma" w:hAnsi="Tahoma" w:cs="Tahoma"/>
      <w:color w:val="000000"/>
      <w:kern w:val="28"/>
      <w:sz w:val="16"/>
      <w:szCs w:val="16"/>
    </w:rPr>
  </w:style>
  <w:style w:type="character" w:customStyle="1" w:styleId="FooterChar">
    <w:name w:val="Footer Char"/>
    <w:link w:val="Footer"/>
    <w:uiPriority w:val="99"/>
    <w:rsid w:val="0036536A"/>
    <w:rPr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rsid w:val="00886830"/>
    <w:rPr>
      <w:sz w:val="24"/>
      <w:szCs w:val="24"/>
      <w:lang w:val="en-GB" w:eastAsia="en-GB"/>
    </w:rPr>
  </w:style>
  <w:style w:type="character" w:customStyle="1" w:styleId="Heading1Char">
    <w:name w:val="Heading 1 Char"/>
    <w:link w:val="Heading1"/>
    <w:uiPriority w:val="9"/>
    <w:rsid w:val="00594852"/>
    <w:rPr>
      <w:b/>
      <w:bCs/>
      <w:kern w:val="36"/>
      <w:sz w:val="48"/>
      <w:szCs w:val="48"/>
    </w:rPr>
  </w:style>
  <w:style w:type="character" w:styleId="FollowedHyperlink">
    <w:name w:val="FollowedHyperlink"/>
    <w:rsid w:val="00BD6DBE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B46C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alth.govt.nz/your-health/services-and-support/health-care-services/mental-health-services/crisis-assessment-teams" TargetMode="External"/><Relationship Id="rId13" Type="http://schemas.openxmlformats.org/officeDocument/2006/relationships/hyperlink" Target="http://www.legislation.govt.nz/act/public/1990/0109/latest/DLM224792.html" TargetMode="External"/><Relationship Id="rId18" Type="http://schemas.openxmlformats.org/officeDocument/2006/relationships/hyperlink" Target="https://www.tepou.co.nz/initiatives/sensory-modulation-research--now-and-into-the-future/207" TargetMode="External"/><Relationship Id="rId26" Type="http://schemas.openxmlformats.org/officeDocument/2006/relationships/hyperlink" Target="https://www.tepou.co.nz/initiatives/sensory-modulation/103" TargetMode="External"/><Relationship Id="rId39" Type="http://schemas.openxmlformats.org/officeDocument/2006/relationships/hyperlink" Target="https://www.tepou.co.nz/initiatives/lets-get-real/10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areerforce.org.nz/wordpress/wp-content/uploads/WB26976v2.pdf" TargetMode="External"/><Relationship Id="rId34" Type="http://schemas.openxmlformats.org/officeDocument/2006/relationships/hyperlink" Target="https://www.tepou.co.nz/resources/values-informed-practice/801" TargetMode="External"/><Relationship Id="rId42" Type="http://schemas.openxmlformats.org/officeDocument/2006/relationships/header" Target="header1.xml"/><Relationship Id="rId7" Type="http://schemas.openxmlformats.org/officeDocument/2006/relationships/hyperlink" Target="http://www.health.govt.nz/your-health/services-and-support/health-care-services/mental-health-services/crisis-assessment-teams" TargetMode="External"/><Relationship Id="rId12" Type="http://schemas.openxmlformats.org/officeDocument/2006/relationships/hyperlink" Target="http://www.legislation.govt.nz/act/public/2001/0093/latest/DLM119975.html" TargetMode="External"/><Relationship Id="rId17" Type="http://schemas.openxmlformats.org/officeDocument/2006/relationships/hyperlink" Target="https://www.tepou.co.nz/initiatives/reducing-seclusion-and-restraint/102" TargetMode="External"/><Relationship Id="rId25" Type="http://schemas.openxmlformats.org/officeDocument/2006/relationships/hyperlink" Target="http://www.healthpages.co.nz/health-a-wellbeing-services/primary-health-organisations" TargetMode="External"/><Relationship Id="rId33" Type="http://schemas.openxmlformats.org/officeDocument/2006/relationships/hyperlink" Target="http://www.tepou.co.nz/supporting-workforce/lets-get-real" TargetMode="External"/><Relationship Id="rId38" Type="http://schemas.openxmlformats.org/officeDocument/2006/relationships/hyperlink" Target="https://www.tepou.co.nz/resources/trauma-informed-care-workshop-resources/226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mprehensivecare.co.nz/wp-content/uploads/2013/03/Best-Practice-CALD-Cultural-Competency-Standards-Framework-Jun13.pdf" TargetMode="External"/><Relationship Id="rId20" Type="http://schemas.openxmlformats.org/officeDocument/2006/relationships/hyperlink" Target="http://store.samhsa.gov/product/Roadmap-to-Seclusion-and-Restraint-Free-Mental-Health-Services-CD-/SMA06-4055" TargetMode="External"/><Relationship Id="rId29" Type="http://schemas.openxmlformats.org/officeDocument/2006/relationships/hyperlink" Target="http://www.tepou.co.nz/library/tepou/lets-get-real-overview" TargetMode="External"/><Relationship Id="rId41" Type="http://schemas.openxmlformats.org/officeDocument/2006/relationships/image" Target="media/image2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gislation.govt.nz/act/public/1994/0088/latest/DLM333584.html" TargetMode="External"/><Relationship Id="rId24" Type="http://schemas.openxmlformats.org/officeDocument/2006/relationships/hyperlink" Target="http://www.healthpages.co.nz/health-a-wellbeing-services/primary-health-organisations" TargetMode="External"/><Relationship Id="rId32" Type="http://schemas.openxmlformats.org/officeDocument/2006/relationships/hyperlink" Target="https://www.tepou.co.nz/resources/values-informed-practice/801" TargetMode="External"/><Relationship Id="rId37" Type="http://schemas.openxmlformats.org/officeDocument/2006/relationships/hyperlink" Target="https://www.tepou.co.nz/initiatives/lets-get-real/107" TargetMode="External"/><Relationship Id="rId40" Type="http://schemas.openxmlformats.org/officeDocument/2006/relationships/image" Target="media/image2.jpe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legislation.govt.nz/act/public/1992/0046/latest/DLM262176.html" TargetMode="External"/><Relationship Id="rId23" Type="http://schemas.openxmlformats.org/officeDocument/2006/relationships/hyperlink" Target="http://www.health.govt.nz/publication/seclusion-under-mental-health-compulsory-assessment-and-treatment-act-1992" TargetMode="External"/><Relationship Id="rId28" Type="http://schemas.openxmlformats.org/officeDocument/2006/relationships/hyperlink" Target="http://advocacy.hdc.org.nz/find-an-advocate" TargetMode="External"/><Relationship Id="rId36" Type="http://schemas.openxmlformats.org/officeDocument/2006/relationships/hyperlink" Target="https://www.tepou.co.nz/resources/trauma-informed-care-workshop-resources/226" TargetMode="External"/><Relationship Id="rId10" Type="http://schemas.openxmlformats.org/officeDocument/2006/relationships/hyperlink" Target="http://www.legislation.govt.nz/regulation/public/1996/0078/latest/whole.html" TargetMode="External"/><Relationship Id="rId19" Type="http://schemas.openxmlformats.org/officeDocument/2006/relationships/hyperlink" Target="http://www.wikihow.com/Defuse-an-Argument" TargetMode="External"/><Relationship Id="rId31" Type="http://schemas.openxmlformats.org/officeDocument/2006/relationships/hyperlink" Target="http://www.tepou.co.nz/library/tepou/lets-get-real-overview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://www.legislation.govt.nz/act/public/1993/0082/latest/DLM304212.html" TargetMode="External"/><Relationship Id="rId22" Type="http://schemas.openxmlformats.org/officeDocument/2006/relationships/hyperlink" Target="http://www.careerforce.org.nz/wordpress/wp-content/uploads/WB26976v2.pdf" TargetMode="External"/><Relationship Id="rId27" Type="http://schemas.openxmlformats.org/officeDocument/2006/relationships/hyperlink" Target="https://www.tepou.co.nz/initiatives/sensory-modulation/103" TargetMode="External"/><Relationship Id="rId30" Type="http://schemas.openxmlformats.org/officeDocument/2006/relationships/hyperlink" Target="http://advocacy.hdc.org.nz/find-an-advocate" TargetMode="External"/><Relationship Id="rId35" Type="http://schemas.openxmlformats.org/officeDocument/2006/relationships/hyperlink" Target="http://www.tepou.co.nz/supporting-workforce/lets-get-real" TargetMode="External"/><Relationship Id="rId43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Documents\jobqueriesoctober2012\fairleigh2\DOCUMEN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 TEMPLATE</Template>
  <TotalTime>0</TotalTime>
  <Pages>4</Pages>
  <Words>413</Words>
  <Characters>4140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Absolute Quality</Company>
  <LinksUpToDate>false</LinksUpToDate>
  <CharactersWithSpaces>4544</CharactersWithSpaces>
  <SharedDoc>false</SharedDoc>
  <HLinks>
    <vt:vector size="174" baseType="variant">
      <vt:variant>
        <vt:i4>5111817</vt:i4>
      </vt:variant>
      <vt:variant>
        <vt:i4>54</vt:i4>
      </vt:variant>
      <vt:variant>
        <vt:i4>0</vt:i4>
      </vt:variant>
      <vt:variant>
        <vt:i4>5</vt:i4>
      </vt:variant>
      <vt:variant>
        <vt:lpwstr>http://www.health.govt.nz/publication/seclusion-under-mental-health-compulsory-assessment-and-treatment-act-1992</vt:lpwstr>
      </vt:variant>
      <vt:variant>
        <vt:lpwstr/>
      </vt:variant>
      <vt:variant>
        <vt:i4>655380</vt:i4>
      </vt:variant>
      <vt:variant>
        <vt:i4>51</vt:i4>
      </vt:variant>
      <vt:variant>
        <vt:i4>0</vt:i4>
      </vt:variant>
      <vt:variant>
        <vt:i4>5</vt:i4>
      </vt:variant>
      <vt:variant>
        <vt:lpwstr>http://www.crisisprevention.com/Resources/Knowledge-Base/General/De-escalation-Techniques</vt:lpwstr>
      </vt:variant>
      <vt:variant>
        <vt:lpwstr/>
      </vt:variant>
      <vt:variant>
        <vt:i4>4915274</vt:i4>
      </vt:variant>
      <vt:variant>
        <vt:i4>48</vt:i4>
      </vt:variant>
      <vt:variant>
        <vt:i4>0</vt:i4>
      </vt:variant>
      <vt:variant>
        <vt:i4>5</vt:i4>
      </vt:variant>
      <vt:variant>
        <vt:lpwstr>http://www.careerforce.org.nz/wordpress/wp-content/uploads/WB26976v2.pdf</vt:lpwstr>
      </vt:variant>
      <vt:variant>
        <vt:lpwstr/>
      </vt:variant>
      <vt:variant>
        <vt:i4>4915274</vt:i4>
      </vt:variant>
      <vt:variant>
        <vt:i4>45</vt:i4>
      </vt:variant>
      <vt:variant>
        <vt:i4>0</vt:i4>
      </vt:variant>
      <vt:variant>
        <vt:i4>5</vt:i4>
      </vt:variant>
      <vt:variant>
        <vt:lpwstr>http://www.careerforce.org.nz/wordpress/wp-content/uploads/WB26976v2.pdf</vt:lpwstr>
      </vt:variant>
      <vt:variant>
        <vt:lpwstr/>
      </vt:variant>
      <vt:variant>
        <vt:i4>4259915</vt:i4>
      </vt:variant>
      <vt:variant>
        <vt:i4>42</vt:i4>
      </vt:variant>
      <vt:variant>
        <vt:i4>0</vt:i4>
      </vt:variant>
      <vt:variant>
        <vt:i4>5</vt:i4>
      </vt:variant>
      <vt:variant>
        <vt:lpwstr>http://store.samhsa.gov/product/Roadmap-to-Seclusion-and-Restraint-Free-Mental-Health-Services-CD-/SMA06-4055</vt:lpwstr>
      </vt:variant>
      <vt:variant>
        <vt:lpwstr/>
      </vt:variant>
      <vt:variant>
        <vt:i4>7143541</vt:i4>
      </vt:variant>
      <vt:variant>
        <vt:i4>39</vt:i4>
      </vt:variant>
      <vt:variant>
        <vt:i4>0</vt:i4>
      </vt:variant>
      <vt:variant>
        <vt:i4>5</vt:i4>
      </vt:variant>
      <vt:variant>
        <vt:lpwstr>http://www.tepou.co.nz/</vt:lpwstr>
      </vt:variant>
      <vt:variant>
        <vt:lpwstr/>
      </vt:variant>
      <vt:variant>
        <vt:i4>1114122</vt:i4>
      </vt:variant>
      <vt:variant>
        <vt:i4>36</vt:i4>
      </vt:variant>
      <vt:variant>
        <vt:i4>0</vt:i4>
      </vt:variant>
      <vt:variant>
        <vt:i4>5</vt:i4>
      </vt:variant>
      <vt:variant>
        <vt:lpwstr>http://www.wikihow.com/Defuse-an-Argument</vt:lpwstr>
      </vt:variant>
      <vt:variant>
        <vt:lpwstr/>
      </vt:variant>
      <vt:variant>
        <vt:i4>7340077</vt:i4>
      </vt:variant>
      <vt:variant>
        <vt:i4>33</vt:i4>
      </vt:variant>
      <vt:variant>
        <vt:i4>0</vt:i4>
      </vt:variant>
      <vt:variant>
        <vt:i4>5</vt:i4>
      </vt:variant>
      <vt:variant>
        <vt:lpwstr>http://www.health.vic.gov.au/chiefpsychiatrist/creatingsafety/ntac/module1.pdf</vt:lpwstr>
      </vt:variant>
      <vt:variant>
        <vt:lpwstr/>
      </vt:variant>
      <vt:variant>
        <vt:i4>5832794</vt:i4>
      </vt:variant>
      <vt:variant>
        <vt:i4>30</vt:i4>
      </vt:variant>
      <vt:variant>
        <vt:i4>0</vt:i4>
      </vt:variant>
      <vt:variant>
        <vt:i4>5</vt:i4>
      </vt:variant>
      <vt:variant>
        <vt:lpwstr>http://www.tepou.co.nz/improving-services/acutes-suite/sensory-modulation</vt:lpwstr>
      </vt:variant>
      <vt:variant>
        <vt:lpwstr/>
      </vt:variant>
      <vt:variant>
        <vt:i4>6291519</vt:i4>
      </vt:variant>
      <vt:variant>
        <vt:i4>27</vt:i4>
      </vt:variant>
      <vt:variant>
        <vt:i4>0</vt:i4>
      </vt:variant>
      <vt:variant>
        <vt:i4>5</vt:i4>
      </vt:variant>
      <vt:variant>
        <vt:lpwstr>http://www.tepou.co.nz/improving-services/trauma-informed-care</vt:lpwstr>
      </vt:variant>
      <vt:variant>
        <vt:lpwstr/>
      </vt:variant>
      <vt:variant>
        <vt:i4>1245264</vt:i4>
      </vt:variant>
      <vt:variant>
        <vt:i4>24</vt:i4>
      </vt:variant>
      <vt:variant>
        <vt:i4>0</vt:i4>
      </vt:variant>
      <vt:variant>
        <vt:i4>5</vt:i4>
      </vt:variant>
      <vt:variant>
        <vt:lpwstr>http://www.caldresources.org.nz/info/ResourceLanding.php</vt:lpwstr>
      </vt:variant>
      <vt:variant>
        <vt:lpwstr/>
      </vt:variant>
      <vt:variant>
        <vt:i4>1900635</vt:i4>
      </vt:variant>
      <vt:variant>
        <vt:i4>21</vt:i4>
      </vt:variant>
      <vt:variant>
        <vt:i4>0</vt:i4>
      </vt:variant>
      <vt:variant>
        <vt:i4>5</vt:i4>
      </vt:variant>
      <vt:variant>
        <vt:lpwstr>http://www.health.govt.nz/our-work/regulation-health-and-disability-system/certification-healthcare-services/health-and-disability-services-standards</vt:lpwstr>
      </vt:variant>
      <vt:variant>
        <vt:lpwstr/>
      </vt:variant>
      <vt:variant>
        <vt:i4>6029325</vt:i4>
      </vt:variant>
      <vt:variant>
        <vt:i4>18</vt:i4>
      </vt:variant>
      <vt:variant>
        <vt:i4>0</vt:i4>
      </vt:variant>
      <vt:variant>
        <vt:i4>5</vt:i4>
      </vt:variant>
      <vt:variant>
        <vt:lpwstr>http://www.legislation.govt.nz/act/public/1992/0046/latest/DLM262176.html</vt:lpwstr>
      </vt:variant>
      <vt:variant>
        <vt:lpwstr/>
      </vt:variant>
      <vt:variant>
        <vt:i4>5242888</vt:i4>
      </vt:variant>
      <vt:variant>
        <vt:i4>15</vt:i4>
      </vt:variant>
      <vt:variant>
        <vt:i4>0</vt:i4>
      </vt:variant>
      <vt:variant>
        <vt:i4>5</vt:i4>
      </vt:variant>
      <vt:variant>
        <vt:lpwstr>http://www.legislation.govt.nz/act/public/1993/0082/latest/DLM304212.html</vt:lpwstr>
      </vt:variant>
      <vt:variant>
        <vt:lpwstr/>
      </vt:variant>
      <vt:variant>
        <vt:i4>6029323</vt:i4>
      </vt:variant>
      <vt:variant>
        <vt:i4>12</vt:i4>
      </vt:variant>
      <vt:variant>
        <vt:i4>0</vt:i4>
      </vt:variant>
      <vt:variant>
        <vt:i4>5</vt:i4>
      </vt:variant>
      <vt:variant>
        <vt:lpwstr>http://www.legislation.govt.nz/act/public/1990/0109/latest/DLM224792.html</vt:lpwstr>
      </vt:variant>
      <vt:variant>
        <vt:lpwstr/>
      </vt:variant>
      <vt:variant>
        <vt:i4>5701642</vt:i4>
      </vt:variant>
      <vt:variant>
        <vt:i4>9</vt:i4>
      </vt:variant>
      <vt:variant>
        <vt:i4>0</vt:i4>
      </vt:variant>
      <vt:variant>
        <vt:i4>5</vt:i4>
      </vt:variant>
      <vt:variant>
        <vt:lpwstr>http://www.legislation.govt.nz/act/public/2001/0093/latest/DLM119975.html</vt:lpwstr>
      </vt:variant>
      <vt:variant>
        <vt:lpwstr/>
      </vt:variant>
      <vt:variant>
        <vt:i4>5570572</vt:i4>
      </vt:variant>
      <vt:variant>
        <vt:i4>6</vt:i4>
      </vt:variant>
      <vt:variant>
        <vt:i4>0</vt:i4>
      </vt:variant>
      <vt:variant>
        <vt:i4>5</vt:i4>
      </vt:variant>
      <vt:variant>
        <vt:lpwstr>http://www.legislation.govt.nz/act/public/1994/0088/latest/DLM333584.html</vt:lpwstr>
      </vt:variant>
      <vt:variant>
        <vt:lpwstr/>
      </vt:variant>
      <vt:variant>
        <vt:i4>1966162</vt:i4>
      </vt:variant>
      <vt:variant>
        <vt:i4>3</vt:i4>
      </vt:variant>
      <vt:variant>
        <vt:i4>0</vt:i4>
      </vt:variant>
      <vt:variant>
        <vt:i4>5</vt:i4>
      </vt:variant>
      <vt:variant>
        <vt:lpwstr>http://www.legislation.govt.nz/regulation/public/1996/0078/latest/whole.html</vt:lpwstr>
      </vt:variant>
      <vt:variant>
        <vt:lpwstr/>
      </vt:variant>
      <vt:variant>
        <vt:i4>6225927</vt:i4>
      </vt:variant>
      <vt:variant>
        <vt:i4>0</vt:i4>
      </vt:variant>
      <vt:variant>
        <vt:i4>0</vt:i4>
      </vt:variant>
      <vt:variant>
        <vt:i4>5</vt:i4>
      </vt:variant>
      <vt:variant>
        <vt:lpwstr>https://www.health.govt.nz/system/files/documents/pages/81342-2008-nzs-health-and-disability-services-restraint-minimisation.pdf</vt:lpwstr>
      </vt:variant>
      <vt:variant>
        <vt:lpwstr/>
      </vt:variant>
      <vt:variant>
        <vt:i4>4063282</vt:i4>
      </vt:variant>
      <vt:variant>
        <vt:i4>27</vt:i4>
      </vt:variant>
      <vt:variant>
        <vt:i4>0</vt:i4>
      </vt:variant>
      <vt:variant>
        <vt:i4>5</vt:i4>
      </vt:variant>
      <vt:variant>
        <vt:lpwstr>http://www.tepou.co.nz/supporting-workforce</vt:lpwstr>
      </vt:variant>
      <vt:variant>
        <vt:lpwstr/>
      </vt:variant>
      <vt:variant>
        <vt:i4>6291519</vt:i4>
      </vt:variant>
      <vt:variant>
        <vt:i4>24</vt:i4>
      </vt:variant>
      <vt:variant>
        <vt:i4>0</vt:i4>
      </vt:variant>
      <vt:variant>
        <vt:i4>5</vt:i4>
      </vt:variant>
      <vt:variant>
        <vt:lpwstr>http://www.tepou.co.nz/improving-services/trauma-informed-care</vt:lpwstr>
      </vt:variant>
      <vt:variant>
        <vt:lpwstr/>
      </vt:variant>
      <vt:variant>
        <vt:i4>7798885</vt:i4>
      </vt:variant>
      <vt:variant>
        <vt:i4>21</vt:i4>
      </vt:variant>
      <vt:variant>
        <vt:i4>0</vt:i4>
      </vt:variant>
      <vt:variant>
        <vt:i4>5</vt:i4>
      </vt:variant>
      <vt:variant>
        <vt:lpwstr>http://www.tepou.co.nz/training/sensory-modulation-training</vt:lpwstr>
      </vt:variant>
      <vt:variant>
        <vt:lpwstr/>
      </vt:variant>
      <vt:variant>
        <vt:i4>458831</vt:i4>
      </vt:variant>
      <vt:variant>
        <vt:i4>18</vt:i4>
      </vt:variant>
      <vt:variant>
        <vt:i4>0</vt:i4>
      </vt:variant>
      <vt:variant>
        <vt:i4>5</vt:i4>
      </vt:variant>
      <vt:variant>
        <vt:lpwstr>http://www.tepou.co.nz/supporting-workforce/lets-get-real</vt:lpwstr>
      </vt:variant>
      <vt:variant>
        <vt:lpwstr/>
      </vt:variant>
      <vt:variant>
        <vt:i4>2097188</vt:i4>
      </vt:variant>
      <vt:variant>
        <vt:i4>15</vt:i4>
      </vt:variant>
      <vt:variant>
        <vt:i4>0</vt:i4>
      </vt:variant>
      <vt:variant>
        <vt:i4>5</vt:i4>
      </vt:variant>
      <vt:variant>
        <vt:lpwstr>http://www.intentionalpeersupport.org/</vt:lpwstr>
      </vt:variant>
      <vt:variant>
        <vt:lpwstr/>
      </vt:variant>
      <vt:variant>
        <vt:i4>6750319</vt:i4>
      </vt:variant>
      <vt:variant>
        <vt:i4>12</vt:i4>
      </vt:variant>
      <vt:variant>
        <vt:i4>0</vt:i4>
      </vt:variant>
      <vt:variant>
        <vt:i4>5</vt:i4>
      </vt:variant>
      <vt:variant>
        <vt:lpwstr>http://www.tepou.co.nz/library/tepou/lets-get-real-overview</vt:lpwstr>
      </vt:variant>
      <vt:variant>
        <vt:lpwstr/>
      </vt:variant>
      <vt:variant>
        <vt:i4>3473523</vt:i4>
      </vt:variant>
      <vt:variant>
        <vt:i4>9</vt:i4>
      </vt:variant>
      <vt:variant>
        <vt:i4>0</vt:i4>
      </vt:variant>
      <vt:variant>
        <vt:i4>5</vt:i4>
      </vt:variant>
      <vt:variant>
        <vt:lpwstr>http://advocacy.hdc.org.nz/find-an-advocate</vt:lpwstr>
      </vt:variant>
      <vt:variant>
        <vt:lpwstr/>
      </vt:variant>
      <vt:variant>
        <vt:i4>5832794</vt:i4>
      </vt:variant>
      <vt:variant>
        <vt:i4>6</vt:i4>
      </vt:variant>
      <vt:variant>
        <vt:i4>0</vt:i4>
      </vt:variant>
      <vt:variant>
        <vt:i4>5</vt:i4>
      </vt:variant>
      <vt:variant>
        <vt:lpwstr>http://www.tepou.co.nz/improving-services/acutes-suite/sensory-modulation</vt:lpwstr>
      </vt:variant>
      <vt:variant>
        <vt:lpwstr/>
      </vt:variant>
      <vt:variant>
        <vt:i4>1638479</vt:i4>
      </vt:variant>
      <vt:variant>
        <vt:i4>3</vt:i4>
      </vt:variant>
      <vt:variant>
        <vt:i4>0</vt:i4>
      </vt:variant>
      <vt:variant>
        <vt:i4>5</vt:i4>
      </vt:variant>
      <vt:variant>
        <vt:lpwstr>http://www.healthpages.co.nz/health-a-wellbeing-services/primary-health-organisations</vt:lpwstr>
      </vt:variant>
      <vt:variant>
        <vt:lpwstr/>
      </vt:variant>
      <vt:variant>
        <vt:i4>7340143</vt:i4>
      </vt:variant>
      <vt:variant>
        <vt:i4>0</vt:i4>
      </vt:variant>
      <vt:variant>
        <vt:i4>0</vt:i4>
      </vt:variant>
      <vt:variant>
        <vt:i4>5</vt:i4>
      </vt:variant>
      <vt:variant>
        <vt:lpwstr>https://www.health.govt.nz/your-health/services-and-support/health-care-services/mental-health-services/crisis-assessment-teams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cp:lastModifiedBy>Sue Erby</cp:lastModifiedBy>
  <cp:revision>2</cp:revision>
  <cp:lastPrinted>1900-12-31T12:00:00Z</cp:lastPrinted>
  <dcterms:created xsi:type="dcterms:W3CDTF">2017-08-29T02:58:00Z</dcterms:created>
  <dcterms:modified xsi:type="dcterms:W3CDTF">2017-08-29T02:58:00Z</dcterms:modified>
</cp:coreProperties>
</file>