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6"/>
        <w:gridCol w:w="7389"/>
      </w:tblGrid>
      <w:tr w:rsidR="00FA217A" w:rsidRPr="00F82CD4" w:rsidTr="00BF0A32">
        <w:tc>
          <w:tcPr>
            <w:tcW w:w="1836" w:type="dxa"/>
            <w:shd w:val="clear" w:color="auto" w:fill="92D050"/>
          </w:tcPr>
          <w:p w:rsidR="00FA217A" w:rsidRPr="00AA491B" w:rsidRDefault="00FA217A" w:rsidP="0089439D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 w:rsidRPr="00AA491B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389" w:type="dxa"/>
            <w:shd w:val="clear" w:color="auto" w:fill="auto"/>
          </w:tcPr>
          <w:p w:rsidR="00FA217A" w:rsidRPr="00AA491B" w:rsidRDefault="00FA217A" w:rsidP="002E2041">
            <w:pPr>
              <w:rPr>
                <w:rFonts w:ascii="Calibri" w:hAnsi="Calibri" w:cs="Calibri"/>
                <w:sz w:val="22"/>
                <w:szCs w:val="22"/>
              </w:rPr>
            </w:pPr>
            <w:r w:rsidRPr="00AA491B">
              <w:rPr>
                <w:rFonts w:ascii="Calibri" w:hAnsi="Calibri" w:cs="Calibri"/>
                <w:sz w:val="22"/>
                <w:szCs w:val="22"/>
              </w:rPr>
              <w:t xml:space="preserve">Pacific </w:t>
            </w:r>
            <w:r w:rsidR="002E2041" w:rsidRPr="00AA491B">
              <w:rPr>
                <w:rFonts w:ascii="Calibri" w:hAnsi="Calibri" w:cs="Calibri"/>
                <w:sz w:val="22"/>
                <w:szCs w:val="22"/>
              </w:rPr>
              <w:t>service users and their families/fono</w:t>
            </w:r>
            <w:r w:rsidRPr="00AA491B">
              <w:rPr>
                <w:rFonts w:ascii="Calibri" w:hAnsi="Calibri" w:cs="Calibri"/>
                <w:sz w:val="22"/>
                <w:szCs w:val="22"/>
              </w:rPr>
              <w:t xml:space="preserve"> have their health and disability needs met in a manner that respects and acknowledges their individual and cultural values and beliefs.</w:t>
            </w:r>
          </w:p>
        </w:tc>
      </w:tr>
      <w:tr w:rsidR="00FA217A" w:rsidRPr="00F82CD4" w:rsidTr="00BF0A32">
        <w:tc>
          <w:tcPr>
            <w:tcW w:w="1836" w:type="dxa"/>
            <w:shd w:val="clear" w:color="auto" w:fill="92D050"/>
          </w:tcPr>
          <w:p w:rsidR="00FA217A" w:rsidRPr="00AA491B" w:rsidRDefault="00FA217A" w:rsidP="0089439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491B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389" w:type="dxa"/>
            <w:shd w:val="clear" w:color="auto" w:fill="auto"/>
          </w:tcPr>
          <w:p w:rsidR="00FA217A" w:rsidRPr="00AA491B" w:rsidRDefault="00FA217A" w:rsidP="00E64E3C">
            <w:pPr>
              <w:rPr>
                <w:rFonts w:ascii="Calibri" w:hAnsi="Calibri" w:cs="Calibri"/>
                <w:sz w:val="22"/>
                <w:szCs w:val="22"/>
              </w:rPr>
            </w:pPr>
            <w:r w:rsidRPr="00AA491B">
              <w:rPr>
                <w:rFonts w:ascii="Calibri" w:hAnsi="Calibri" w:cs="Calibri"/>
                <w:sz w:val="22"/>
                <w:szCs w:val="22"/>
              </w:rPr>
              <w:t xml:space="preserve">The processes described apply to all </w:t>
            </w:r>
            <w:r w:rsidR="00E64E3C">
              <w:rPr>
                <w:rFonts w:ascii="Calibri" w:hAnsi="Calibri" w:cs="Calibri"/>
                <w:sz w:val="22"/>
                <w:szCs w:val="22"/>
              </w:rPr>
              <w:t xml:space="preserve">service providers </w:t>
            </w:r>
            <w:r w:rsidR="002E2041" w:rsidRPr="00AA491B">
              <w:rPr>
                <w:rFonts w:ascii="Calibri" w:hAnsi="Calibri" w:cs="Calibri"/>
                <w:sz w:val="22"/>
                <w:szCs w:val="22"/>
              </w:rPr>
              <w:t xml:space="preserve">that have service user/family fono contact </w:t>
            </w:r>
            <w:r w:rsidR="000E69AE" w:rsidRPr="00AA491B">
              <w:rPr>
                <w:rFonts w:ascii="Calibri" w:hAnsi="Calibri" w:cs="Calibri"/>
                <w:sz w:val="22"/>
                <w:szCs w:val="22"/>
              </w:rPr>
              <w:t xml:space="preserve">with persons that </w:t>
            </w:r>
            <w:r w:rsidR="002E2041" w:rsidRPr="00AA491B">
              <w:rPr>
                <w:rFonts w:ascii="Calibri" w:hAnsi="Calibri" w:cs="Calibri"/>
                <w:sz w:val="22"/>
                <w:szCs w:val="22"/>
              </w:rPr>
              <w:t xml:space="preserve">identify </w:t>
            </w:r>
            <w:r w:rsidR="00E64E3C" w:rsidRPr="00AA491B">
              <w:rPr>
                <w:rFonts w:ascii="Calibri" w:hAnsi="Calibri" w:cs="Calibri"/>
                <w:sz w:val="22"/>
                <w:szCs w:val="22"/>
              </w:rPr>
              <w:t>as Pacific</w:t>
            </w:r>
            <w:r w:rsidRPr="00AA491B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 xml:space="preserve"> people.</w:t>
            </w:r>
          </w:p>
        </w:tc>
      </w:tr>
      <w:tr w:rsidR="00FA217A" w:rsidRPr="00F82CD4" w:rsidTr="00BF0A32">
        <w:tc>
          <w:tcPr>
            <w:tcW w:w="9225" w:type="dxa"/>
            <w:gridSpan w:val="2"/>
            <w:shd w:val="clear" w:color="auto" w:fill="92D050"/>
          </w:tcPr>
          <w:p w:rsidR="00FA217A" w:rsidRPr="00AA491B" w:rsidRDefault="00FA217A" w:rsidP="00AA491B">
            <w:pPr>
              <w:jc w:val="both"/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</w:pPr>
            <w:r w:rsidRPr="00AA491B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BD7A55" w:rsidRPr="00F82CD4" w:rsidTr="00BF0A32">
        <w:trPr>
          <w:trHeight w:val="700"/>
        </w:trPr>
        <w:tc>
          <w:tcPr>
            <w:tcW w:w="1836" w:type="dxa"/>
            <w:shd w:val="clear" w:color="auto" w:fill="92D050"/>
          </w:tcPr>
          <w:p w:rsidR="00BD7A55" w:rsidRPr="00AA491B" w:rsidRDefault="00BD7A55" w:rsidP="0089439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491B">
              <w:rPr>
                <w:rFonts w:ascii="Calibri" w:hAnsi="Calibri" w:cs="Calibri"/>
                <w:b/>
                <w:sz w:val="22"/>
                <w:szCs w:val="22"/>
              </w:rPr>
              <w:t>Publications</w:t>
            </w:r>
          </w:p>
        </w:tc>
        <w:tc>
          <w:tcPr>
            <w:tcW w:w="7389" w:type="dxa"/>
            <w:shd w:val="clear" w:color="auto" w:fill="auto"/>
          </w:tcPr>
          <w:p w:rsidR="001443DA" w:rsidRDefault="00F467EE" w:rsidP="00AA491B">
            <w:pPr>
              <w:jc w:val="both"/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8" w:history="1">
              <w:r w:rsidR="001443DA" w:rsidRPr="00AA491B">
                <w:rPr>
                  <w:rStyle w:val="Hyperlink"/>
                  <w:rFonts w:ascii="Calibri" w:hAnsi="Calibri" w:cs="Calibri"/>
                  <w:sz w:val="22"/>
                  <w:szCs w:val="22"/>
                </w:rPr>
                <w:t>Fonofale</w:t>
              </w:r>
            </w:hyperlink>
          </w:p>
          <w:p w:rsidR="000668D1" w:rsidRDefault="00F467EE" w:rsidP="00AA491B">
            <w:pPr>
              <w:jc w:val="both"/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9" w:history="1">
              <w:r w:rsidR="000668D1" w:rsidRPr="00AA491B">
                <w:rPr>
                  <w:rStyle w:val="Hyperlink"/>
                  <w:rFonts w:ascii="Calibri" w:hAnsi="Calibri" w:cs="Calibri"/>
                  <w:sz w:val="22"/>
                  <w:szCs w:val="22"/>
                </w:rPr>
                <w:t>Mental Health and Addictions Pacific Cultural Practice Framework For the Auckland Region</w:t>
              </w:r>
            </w:hyperlink>
            <w:r w:rsidR="000668D1" w:rsidRPr="00AA491B">
              <w:rPr>
                <w:rStyle w:val="Hyperlink"/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C00743" w:rsidRDefault="00C00743" w:rsidP="00AA491B">
            <w:pPr>
              <w:jc w:val="both"/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r>
              <w:rPr>
                <w:rStyle w:val="Hyperlink"/>
                <w:rFonts w:ascii="Calibri" w:hAnsi="Calibri" w:cs="Calibri"/>
                <w:sz w:val="22"/>
                <w:szCs w:val="22"/>
              </w:rPr>
              <w:t>Pacific Cultural Competencies – Literature Review (MOH)</w:t>
            </w:r>
          </w:p>
          <w:p w:rsidR="000668D1" w:rsidRPr="00AA491B" w:rsidRDefault="00F467EE" w:rsidP="00AA491B">
            <w:pPr>
              <w:jc w:val="both"/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10" w:history="1">
              <w:r w:rsidR="000668D1" w:rsidRPr="00AA491B">
                <w:rPr>
                  <w:rStyle w:val="Hyperlink"/>
                  <w:rFonts w:ascii="Calibri" w:hAnsi="Calibri" w:cs="Calibri"/>
                  <w:sz w:val="22"/>
                  <w:szCs w:val="22"/>
                </w:rPr>
                <w:t>Pacific Models of Health</w:t>
              </w:r>
            </w:hyperlink>
          </w:p>
          <w:p w:rsidR="00F82CD4" w:rsidRPr="00AA491B" w:rsidRDefault="00F467EE" w:rsidP="00AA49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1" w:history="1">
              <w:r w:rsidR="00B41ED8" w:rsidRPr="00AA491B">
                <w:rPr>
                  <w:rStyle w:val="Hyperlink"/>
                  <w:rFonts w:ascii="Calibri" w:hAnsi="Calibri" w:cs="Calibri"/>
                  <w:sz w:val="22"/>
                  <w:szCs w:val="22"/>
                </w:rPr>
                <w:t>Pacific Peoples and Mental Health</w:t>
              </w:r>
            </w:hyperlink>
          </w:p>
          <w:p w:rsidR="00000C66" w:rsidRPr="00AA491B" w:rsidRDefault="00F467EE" w:rsidP="00AA491B">
            <w:pPr>
              <w:jc w:val="both"/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12" w:history="1">
              <w:r w:rsidR="00000C66" w:rsidRPr="00AA491B">
                <w:rPr>
                  <w:rStyle w:val="Hyperlink"/>
                  <w:rFonts w:ascii="Calibri" w:hAnsi="Calibri" w:cs="Calibri"/>
                  <w:sz w:val="22"/>
                  <w:szCs w:val="22"/>
                </w:rPr>
                <w:t>Pacific Providers Making a Difference</w:t>
              </w:r>
            </w:hyperlink>
          </w:p>
          <w:p w:rsidR="00215175" w:rsidRDefault="00F467EE" w:rsidP="000668D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215175" w:rsidRPr="00C917E4">
                <w:rPr>
                  <w:rStyle w:val="Hyperlink"/>
                  <w:rFonts w:ascii="Calibri" w:hAnsi="Calibri" w:cs="Calibri"/>
                  <w:sz w:val="22"/>
                  <w:szCs w:val="22"/>
                </w:rPr>
                <w:t>Te Pou (2009). Working with Pacific people</w:t>
              </w:r>
            </w:hyperlink>
            <w:r w:rsidR="00215175" w:rsidRPr="00C917E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C00743" w:rsidRPr="00C00743" w:rsidRDefault="00C00743" w:rsidP="00C00743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HYPERLINK "https://www.tepou.co.nz/uploads/files/resource-assets/seitapu-pacific-mental-health-and-addiction-cultural-and-clinical-competencies-framework.pdf"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00743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 xml:space="preserve">Seitapu - Pacific Mental Health and Addiction Cultural &amp; Clinical Competencies </w:t>
            </w:r>
          </w:p>
          <w:p w:rsidR="00C00743" w:rsidRDefault="00C00743" w:rsidP="00C0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743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Framework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:rsidR="00C00743" w:rsidRPr="00C00743" w:rsidRDefault="00C00743" w:rsidP="00C0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7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C00743" w:rsidRPr="00AA491B" w:rsidRDefault="00C00743" w:rsidP="000668D1">
            <w:pPr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</w:tr>
      <w:tr w:rsidR="00FA217A" w:rsidRPr="00F82CD4" w:rsidTr="00BF0A32">
        <w:tc>
          <w:tcPr>
            <w:tcW w:w="1836" w:type="dxa"/>
            <w:shd w:val="clear" w:color="auto" w:fill="92D050"/>
          </w:tcPr>
          <w:p w:rsidR="00FA217A" w:rsidRPr="00AA491B" w:rsidRDefault="00FA217A" w:rsidP="0089439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491B">
              <w:rPr>
                <w:rFonts w:ascii="Calibri" w:hAnsi="Calibri" w:cs="Calibri"/>
                <w:b/>
                <w:sz w:val="22"/>
                <w:szCs w:val="22"/>
              </w:rPr>
              <w:t>Standards</w:t>
            </w:r>
          </w:p>
        </w:tc>
        <w:tc>
          <w:tcPr>
            <w:tcW w:w="7389" w:type="dxa"/>
            <w:shd w:val="clear" w:color="auto" w:fill="auto"/>
          </w:tcPr>
          <w:p w:rsidR="00FA217A" w:rsidRPr="00AA491B" w:rsidRDefault="00F467EE" w:rsidP="00AA491B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14" w:history="1">
              <w:r w:rsidR="00FA217A" w:rsidRPr="00AA491B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NZS 8134: 2008 Health and Disability Services Standards</w:t>
              </w:r>
            </w:hyperlink>
            <w:r w:rsidR="00714439" w:rsidRPr="00AA491B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 xml:space="preserve"> </w:t>
            </w:r>
          </w:p>
          <w:p w:rsidR="00714439" w:rsidRPr="00AA491B" w:rsidRDefault="00714439" w:rsidP="00AA491B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r w:rsidRPr="00C917E4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>NZS 8158: 2012 Home and community support Sector Standard</w:t>
            </w:r>
            <w:r w:rsidR="00C31F03" w:rsidRPr="00AA491B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 xml:space="preserve"> </w:t>
            </w:r>
          </w:p>
        </w:tc>
      </w:tr>
      <w:tr w:rsidR="00FA217A" w:rsidRPr="00F82CD4" w:rsidTr="00BF0A32">
        <w:tc>
          <w:tcPr>
            <w:tcW w:w="9225" w:type="dxa"/>
            <w:gridSpan w:val="2"/>
            <w:shd w:val="clear" w:color="auto" w:fill="92D050"/>
          </w:tcPr>
          <w:p w:rsidR="00FA217A" w:rsidRPr="00AA491B" w:rsidRDefault="00FA217A" w:rsidP="00AA491B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  <w:lang w:val="en-NZ"/>
              </w:rPr>
            </w:pPr>
            <w:r w:rsidRPr="00AA491B">
              <w:rPr>
                <w:rFonts w:ascii="Calibri" w:hAnsi="Calibri" w:cs="Calibri"/>
                <w:b/>
                <w:iCs/>
                <w:sz w:val="22"/>
                <w:szCs w:val="22"/>
                <w:lang w:val="en-NZ"/>
              </w:rPr>
              <w:t xml:space="preserve">Pacific Service Provider Contacts </w:t>
            </w:r>
          </w:p>
        </w:tc>
      </w:tr>
      <w:tr w:rsidR="00FA217A" w:rsidRPr="00F82CD4" w:rsidTr="00BF0A32">
        <w:tc>
          <w:tcPr>
            <w:tcW w:w="1836" w:type="dxa"/>
            <w:shd w:val="clear" w:color="auto" w:fill="92D050"/>
          </w:tcPr>
          <w:p w:rsidR="00FA217A" w:rsidRPr="00AA491B" w:rsidRDefault="00943766" w:rsidP="0089439D">
            <w:pPr>
              <w:rPr>
                <w:rFonts w:ascii="Calibri" w:hAnsi="Calibri" w:cs="Calibri"/>
                <w:sz w:val="22"/>
                <w:szCs w:val="22"/>
              </w:rPr>
            </w:pPr>
            <w:r w:rsidRPr="00AA491B">
              <w:rPr>
                <w:rFonts w:ascii="Calibri" w:hAnsi="Calibri" w:cs="Calibri"/>
                <w:sz w:val="22"/>
                <w:szCs w:val="22"/>
              </w:rPr>
              <w:t>Mātua</w:t>
            </w:r>
          </w:p>
        </w:tc>
        <w:tc>
          <w:tcPr>
            <w:tcW w:w="7389" w:type="dxa"/>
            <w:shd w:val="clear" w:color="auto" w:fill="auto"/>
          </w:tcPr>
          <w:p w:rsidR="00222869" w:rsidRPr="00AA491B" w:rsidRDefault="00F467EE" w:rsidP="0089439D">
            <w:pPr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943766" w:rsidRPr="008870CE">
                <w:rPr>
                  <w:rStyle w:val="Hyperlink"/>
                  <w:rFonts w:ascii="Calibri" w:hAnsi="Calibri" w:cs="Calibri"/>
                  <w:sz w:val="22"/>
                  <w:szCs w:val="22"/>
                </w:rPr>
                <w:t>Mātua</w:t>
              </w:r>
              <w:r w:rsidR="00BD0D76" w:rsidRPr="008870CE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Advisory Council</w:t>
              </w:r>
            </w:hyperlink>
          </w:p>
          <w:p w:rsidR="009933EA" w:rsidRPr="009A3351" w:rsidRDefault="009A3351" w:rsidP="0089439D">
            <w:pPr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HYPERLINK "http://www.countiesmanukau.health.nz/our-services/pacific-health-services/"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9933EA" w:rsidRPr="009A3351">
              <w:rPr>
                <w:rStyle w:val="Hyperlink"/>
                <w:rFonts w:ascii="Calibri" w:hAnsi="Calibri" w:cs="Calibri"/>
                <w:sz w:val="22"/>
                <w:szCs w:val="22"/>
              </w:rPr>
              <w:t>Counties Manukau – Pacific Health</w:t>
            </w:r>
          </w:p>
          <w:p w:rsidR="00A57B32" w:rsidRPr="00AA491B" w:rsidRDefault="009A3351" w:rsidP="0089439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hyperlink r:id="rId16" w:history="1">
              <w:r w:rsidR="00A57B32" w:rsidRPr="00AA491B">
                <w:rPr>
                  <w:rStyle w:val="Hyperlink"/>
                  <w:rFonts w:ascii="Calibri" w:hAnsi="Calibri" w:cs="Calibri"/>
                  <w:sz w:val="22"/>
                  <w:szCs w:val="22"/>
                </w:rPr>
                <w:t>Waitemata DHB – Pacific Health</w:t>
              </w:r>
            </w:hyperlink>
          </w:p>
          <w:p w:rsidR="00A57B32" w:rsidRPr="00AA491B" w:rsidRDefault="00F467EE" w:rsidP="0089439D">
            <w:pPr>
              <w:rPr>
                <w:rFonts w:ascii="Calibri" w:hAnsi="Calibri" w:cs="Calibri"/>
                <w:sz w:val="22"/>
                <w:szCs w:val="22"/>
              </w:rPr>
            </w:pPr>
            <w:hyperlink r:id="rId17" w:history="1">
              <w:r w:rsidR="00A57B32" w:rsidRPr="00AA491B">
                <w:rPr>
                  <w:rStyle w:val="Hyperlink"/>
                  <w:rFonts w:ascii="Calibri" w:hAnsi="Calibri" w:cs="Calibri"/>
                  <w:sz w:val="22"/>
                  <w:szCs w:val="22"/>
                </w:rPr>
                <w:t>Auckland DHB – Pacific Health</w:t>
              </w:r>
            </w:hyperlink>
          </w:p>
          <w:p w:rsidR="00A57B32" w:rsidRPr="00AA491B" w:rsidRDefault="00F467EE" w:rsidP="0089439D">
            <w:pPr>
              <w:rPr>
                <w:rFonts w:ascii="Calibri" w:hAnsi="Calibri" w:cs="Calibri"/>
                <w:sz w:val="22"/>
                <w:szCs w:val="22"/>
              </w:rPr>
            </w:pPr>
            <w:hyperlink r:id="rId18" w:history="1">
              <w:r w:rsidR="009A3351" w:rsidRPr="002E6874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Pacific </w:t>
              </w:r>
              <w:r w:rsidR="00A57B32" w:rsidRPr="002E6874">
                <w:rPr>
                  <w:rStyle w:val="Hyperlink"/>
                  <w:rFonts w:ascii="Calibri" w:hAnsi="Calibri" w:cs="Calibri"/>
                  <w:sz w:val="22"/>
                  <w:szCs w:val="22"/>
                </w:rPr>
                <w:t>Churches</w:t>
              </w:r>
              <w:r w:rsidR="002E6874" w:rsidRPr="002E6874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in New Zealand</w:t>
              </w:r>
            </w:hyperlink>
          </w:p>
          <w:p w:rsidR="00222869" w:rsidRPr="00AA491B" w:rsidRDefault="00222869" w:rsidP="00F57D1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A217A" w:rsidRPr="00AA491B" w:rsidRDefault="0075607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90805</wp:posOffset>
                </wp:positionV>
                <wp:extent cx="3990975" cy="342900"/>
                <wp:effectExtent l="57150" t="38100" r="66675" b="76200"/>
                <wp:wrapNone/>
                <wp:docPr id="20" name="Flowchart: Proces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0975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D4052" w:rsidRPr="00AA491B" w:rsidRDefault="00943766" w:rsidP="008D405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Cultural comp</w:t>
                            </w:r>
                            <w:r w:rsidR="008D4052" w:rsidRPr="00AA491B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etent workforce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6" o:spid="_x0000_s1026" type="#_x0000_t109" style="position:absolute;margin-left:1in;margin-top:7.15pt;width:314.25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8D4052" w:rsidRPr="00AA491B" w:rsidRDefault="00943766" w:rsidP="008D405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Cultural comp</w:t>
                      </w:r>
                      <w:r w:rsidR="008D4052" w:rsidRPr="00AA491B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etent workforce</w:t>
                      </w:r>
                    </w:p>
                  </w:txbxContent>
                </v:textbox>
              </v:shape>
            </w:pict>
          </mc:Fallback>
        </mc:AlternateContent>
      </w:r>
    </w:p>
    <w:p w:rsidR="008D4052" w:rsidRPr="00AA491B" w:rsidRDefault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75607A" w:rsidP="008D4052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92710</wp:posOffset>
                </wp:positionV>
                <wp:extent cx="3990975" cy="295275"/>
                <wp:effectExtent l="57150" t="38100" r="66675" b="8572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D4052" w:rsidRPr="00AA491B" w:rsidRDefault="008D4052" w:rsidP="0089439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Team Leader/Manager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7" type="#_x0000_t202" style="position:absolute;margin-left:1in;margin-top:7.3pt;width:314.2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D4052" w:rsidRPr="00AA491B" w:rsidRDefault="008D4052" w:rsidP="0089439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Team Leader/Manager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75607A" w:rsidP="008D4052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34289</wp:posOffset>
                </wp:positionV>
                <wp:extent cx="3990975" cy="2562225"/>
                <wp:effectExtent l="57150" t="38100" r="85725" b="104775"/>
                <wp:wrapNone/>
                <wp:docPr id="27" name="Flowchart: Proces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0975" cy="2562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E7BDB" w:rsidRPr="00AA491B" w:rsidRDefault="002E6874" w:rsidP="00EE7BDB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The service </w:t>
                            </w:r>
                            <w:r w:rsidR="00EE7BDB" w:rsidRPr="00AA491B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will achieve this by staff:</w:t>
                            </w:r>
                          </w:p>
                          <w:p w:rsidR="00EE7BDB" w:rsidRPr="00AA491B" w:rsidRDefault="00C00743" w:rsidP="00EE7BDB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Attending</w:t>
                            </w:r>
                            <w:r w:rsidR="00EE7BDB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education/training on </w:t>
                            </w:r>
                            <w:hyperlink r:id="rId19" w:history="1">
                              <w:r w:rsidR="00EE7BDB" w:rsidRPr="00C0074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cultural competency</w:t>
                              </w:r>
                            </w:hyperlink>
                            <w:r w:rsidR="00EE7BDB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for Pacific Peoples service provision</w:t>
                            </w:r>
                            <w:r w:rsidR="0059035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E7BDB" w:rsidRPr="00AA491B" w:rsidRDefault="00C00743" w:rsidP="00EE7BDB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Having</w:t>
                            </w:r>
                            <w:r w:rsidR="00EE7BDB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access to cultural advisor, </w:t>
                            </w:r>
                            <w:r w:rsidR="00EE7BDB" w:rsidRPr="0059035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Matua</w:t>
                            </w:r>
                            <w:r w:rsidR="00EE7BDB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Pacific Peoples leaders</w:t>
                            </w:r>
                            <w:r w:rsidR="0059035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E7BDB" w:rsidRPr="00AA491B" w:rsidRDefault="00464F14" w:rsidP="00EE7BDB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Having</w:t>
                            </w:r>
                            <w:r w:rsidR="00EE7BDB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access to specific Pacific Peoples health service provision literature (refer to references)</w:t>
                            </w:r>
                            <w:r w:rsidR="0059035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E7BDB" w:rsidRPr="00AA491B" w:rsidRDefault="00464F14" w:rsidP="00EE7BDB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Having</w:t>
                            </w:r>
                            <w:r w:rsidR="00EE7BDB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access to </w:t>
                            </w:r>
                            <w:hyperlink r:id="rId20" w:history="1">
                              <w:r w:rsidR="00EE7BDB" w:rsidRPr="00AA491B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translators</w:t>
                              </w:r>
                              <w:r w:rsidR="00E536B3" w:rsidRPr="00AA491B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and interpreters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51AE4" w:rsidRPr="00AA491B" w:rsidRDefault="00464F14" w:rsidP="00EE7BDB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Having</w:t>
                            </w:r>
                            <w:r w:rsidR="00D51AE4" w:rsidRPr="00AA491B"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 information about and liaising with the decision maker in the family</w:t>
                            </w:r>
                            <w:r w:rsidR="0059035E">
                              <w:rPr>
                                <w:rStyle w:val="Hyperlink"/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.</w:t>
                            </w:r>
                          </w:p>
                          <w:p w:rsidR="00EE7BDB" w:rsidRPr="00AA491B" w:rsidRDefault="0009399D" w:rsidP="00EE7BDB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Having</w:t>
                            </w:r>
                            <w:r w:rsidR="00EE7BDB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access to pacific specific service delivery supervision</w:t>
                            </w:r>
                            <w:r w:rsidR="00464F1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E7BDB" w:rsidRPr="00AA491B" w:rsidRDefault="0059035E" w:rsidP="0059035E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organisation </w:t>
                            </w:r>
                            <w:r w:rsidR="00EE7BDB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will pro-actively recruit a Pacific Peoples workforce</w:t>
                            </w:r>
                            <w:r w:rsidR="00201A88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proportional</w:t>
                            </w:r>
                            <w:r w:rsidR="00201A88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with the numbers </w:t>
                            </w: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of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acific</w:t>
                            </w:r>
                            <w:r w:rsidR="00201A88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service users engaged.</w:t>
                            </w:r>
                          </w:p>
                          <w:p w:rsidR="00EE7BDB" w:rsidRPr="00AA491B" w:rsidRDefault="00EE7BDB" w:rsidP="00EE7BD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7" o:spid="_x0000_s1028" type="#_x0000_t109" style="position:absolute;margin-left:72.35pt;margin-top:2.7pt;width:314.25pt;height:201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E7BDB" w:rsidRPr="00AA491B" w:rsidRDefault="002E6874" w:rsidP="00EE7BDB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The service </w:t>
                      </w:r>
                      <w:r w:rsidR="00EE7BDB" w:rsidRPr="00AA491B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will achieve this by staff:</w:t>
                      </w:r>
                    </w:p>
                    <w:p w:rsidR="00EE7BDB" w:rsidRPr="00AA491B" w:rsidRDefault="00C00743" w:rsidP="00EE7BDB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Attending</w:t>
                      </w:r>
                      <w:r w:rsidR="00EE7BDB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education/training on </w:t>
                      </w:r>
                      <w:hyperlink r:id="rId21" w:history="1">
                        <w:r w:rsidR="00EE7BDB" w:rsidRPr="00C0074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cultur</w:t>
                        </w:r>
                        <w:r w:rsidR="00EE7BDB" w:rsidRPr="00C0074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</w:t>
                        </w:r>
                        <w:r w:rsidR="00EE7BDB" w:rsidRPr="00C0074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l competency</w:t>
                        </w:r>
                      </w:hyperlink>
                      <w:r w:rsidR="00EE7BDB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for Pacific Peoples service provision</w:t>
                      </w:r>
                      <w:r w:rsidR="0059035E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E7BDB" w:rsidRPr="00AA491B" w:rsidRDefault="00C00743" w:rsidP="00EE7BDB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Having</w:t>
                      </w:r>
                      <w:r w:rsidR="00EE7BDB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access to cultural advisor, </w:t>
                      </w:r>
                      <w:r w:rsidR="00EE7BDB" w:rsidRPr="0059035E">
                        <w:rPr>
                          <w:rFonts w:ascii="Calibri" w:hAnsi="Calibri" w:cs="Calibri"/>
                          <w:sz w:val="22"/>
                          <w:szCs w:val="22"/>
                        </w:rPr>
                        <w:t>Matua</w:t>
                      </w:r>
                      <w:r w:rsidR="00EE7BDB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Pacific Peoples leaders</w:t>
                      </w:r>
                      <w:r w:rsidR="0059035E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E7BDB" w:rsidRPr="00AA491B" w:rsidRDefault="00464F14" w:rsidP="00EE7BDB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Having</w:t>
                      </w:r>
                      <w:r w:rsidR="00EE7BDB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access to specific Pacific Peoples health service provision literature (refer to references)</w:t>
                      </w:r>
                      <w:r w:rsidR="0059035E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E7BDB" w:rsidRPr="00AA491B" w:rsidRDefault="00464F14" w:rsidP="00EE7BDB">
                      <w:pPr>
                        <w:numPr>
                          <w:ilvl w:val="0"/>
                          <w:numId w:val="2"/>
                        </w:numPr>
                        <w:rPr>
                          <w:rStyle w:val="Hyperlink"/>
                          <w:rFonts w:ascii="Calibri" w:hAnsi="Calibri" w:cs="Calibri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Having</w:t>
                      </w:r>
                      <w:r w:rsidR="00EE7BDB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access to </w:t>
                      </w:r>
                      <w:hyperlink r:id="rId22" w:history="1">
                        <w:r w:rsidR="00EE7BDB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translators</w:t>
                        </w:r>
                        <w:r w:rsidR="00E536B3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="00E536B3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</w:t>
                        </w:r>
                        <w:r w:rsidR="00E536B3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nd interpreters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51AE4" w:rsidRPr="00AA491B" w:rsidRDefault="00464F14" w:rsidP="00EE7BDB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Style w:val="Hyperlink"/>
                          <w:rFonts w:ascii="Calibri" w:hAnsi="Calibri" w:cs="Calibri"/>
                          <w:color w:val="auto"/>
                          <w:sz w:val="22"/>
                          <w:szCs w:val="22"/>
                          <w:u w:val="none"/>
                        </w:rPr>
                        <w:t>Having</w:t>
                      </w:r>
                      <w:r w:rsidR="00D51AE4" w:rsidRPr="00AA491B">
                        <w:rPr>
                          <w:rStyle w:val="Hyperlink"/>
                          <w:rFonts w:ascii="Calibri" w:hAnsi="Calibri" w:cs="Calibri"/>
                          <w:color w:val="auto"/>
                          <w:sz w:val="22"/>
                          <w:szCs w:val="22"/>
                          <w:u w:val="none"/>
                        </w:rPr>
                        <w:t xml:space="preserve"> information about and liaising with the decision maker in the family</w:t>
                      </w:r>
                      <w:r w:rsidR="0059035E">
                        <w:rPr>
                          <w:rStyle w:val="Hyperlink"/>
                          <w:rFonts w:ascii="Calibri" w:hAnsi="Calibri" w:cs="Calibri"/>
                          <w:color w:val="auto"/>
                          <w:sz w:val="22"/>
                          <w:szCs w:val="22"/>
                          <w:u w:val="none"/>
                        </w:rPr>
                        <w:t>.</w:t>
                      </w:r>
                    </w:p>
                    <w:p w:rsidR="00EE7BDB" w:rsidRPr="00AA491B" w:rsidRDefault="0009399D" w:rsidP="00EE7BDB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Having</w:t>
                      </w:r>
                      <w:r w:rsidR="00EE7BDB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access to pacific specific service delivery supervision</w:t>
                      </w:r>
                      <w:r w:rsidR="00464F14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EE7BDB" w:rsidRPr="00AA491B" w:rsidRDefault="0059035E" w:rsidP="0059035E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organisation </w:t>
                      </w:r>
                      <w:r w:rsidR="00EE7BDB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will pro-actively recruit a Pacific Peoples workforce</w:t>
                      </w:r>
                      <w:r w:rsidR="00201A88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proportional</w:t>
                      </w:r>
                      <w:r w:rsidR="00201A88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with the numbers </w:t>
                      </w: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of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acific</w:t>
                      </w:r>
                      <w:r w:rsidR="00201A88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service users engaged.</w:t>
                      </w:r>
                    </w:p>
                    <w:p w:rsidR="00EE7BDB" w:rsidRPr="00AA491B" w:rsidRDefault="00EE7BDB" w:rsidP="00EE7BDB">
                      <w:pPr>
                        <w:jc w:val="center"/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4052" w:rsidRPr="00AA491B" w:rsidRDefault="008D4052" w:rsidP="00FD2470">
      <w:pPr>
        <w:rPr>
          <w:rFonts w:ascii="Calibri" w:hAnsi="Calibri" w:cs="Calibri"/>
          <w:sz w:val="22"/>
          <w:szCs w:val="22"/>
        </w:rPr>
      </w:pPr>
      <w:r w:rsidRPr="00AA491B">
        <w:rPr>
          <w:rFonts w:ascii="Calibri" w:hAnsi="Calibri" w:cs="Calibri"/>
          <w:sz w:val="22"/>
          <w:szCs w:val="22"/>
        </w:rPr>
        <w:tab/>
      </w: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FD2470" w:rsidRPr="00AA491B" w:rsidRDefault="00FD2470" w:rsidP="008D4052">
      <w:pPr>
        <w:rPr>
          <w:rFonts w:ascii="Calibri" w:hAnsi="Calibri" w:cs="Calibri"/>
          <w:sz w:val="22"/>
          <w:szCs w:val="22"/>
        </w:rPr>
      </w:pPr>
    </w:p>
    <w:p w:rsidR="00FD2470" w:rsidRPr="00AA491B" w:rsidRDefault="00201A88" w:rsidP="00201A88">
      <w:pPr>
        <w:tabs>
          <w:tab w:val="left" w:pos="6990"/>
        </w:tabs>
        <w:rPr>
          <w:rFonts w:ascii="Calibri" w:hAnsi="Calibri" w:cs="Calibri"/>
          <w:sz w:val="22"/>
          <w:szCs w:val="22"/>
        </w:rPr>
      </w:pPr>
      <w:r w:rsidRPr="00AA491B">
        <w:rPr>
          <w:rFonts w:ascii="Calibri" w:hAnsi="Calibri" w:cs="Calibri"/>
          <w:sz w:val="22"/>
          <w:szCs w:val="22"/>
        </w:rPr>
        <w:tab/>
      </w:r>
    </w:p>
    <w:p w:rsidR="00201A88" w:rsidRPr="00AA491B" w:rsidRDefault="00201A88" w:rsidP="00201A88">
      <w:pPr>
        <w:tabs>
          <w:tab w:val="left" w:pos="6990"/>
        </w:tabs>
        <w:rPr>
          <w:rFonts w:ascii="Calibri" w:hAnsi="Calibri" w:cs="Calibri"/>
          <w:sz w:val="22"/>
          <w:szCs w:val="22"/>
        </w:rPr>
      </w:pPr>
    </w:p>
    <w:p w:rsidR="00201A88" w:rsidRPr="00AA491B" w:rsidRDefault="00201A88" w:rsidP="00201A88">
      <w:pPr>
        <w:tabs>
          <w:tab w:val="left" w:pos="6990"/>
        </w:tabs>
        <w:rPr>
          <w:rFonts w:ascii="Calibri" w:hAnsi="Calibri" w:cs="Calibri"/>
          <w:sz w:val="22"/>
          <w:szCs w:val="22"/>
        </w:rPr>
      </w:pPr>
    </w:p>
    <w:p w:rsidR="00201A88" w:rsidRPr="00AA491B" w:rsidRDefault="00201A88" w:rsidP="00201A88">
      <w:pPr>
        <w:tabs>
          <w:tab w:val="left" w:pos="6990"/>
        </w:tabs>
        <w:rPr>
          <w:rFonts w:ascii="Calibri" w:hAnsi="Calibri" w:cs="Calibri"/>
          <w:sz w:val="22"/>
          <w:szCs w:val="22"/>
        </w:rPr>
      </w:pPr>
    </w:p>
    <w:p w:rsidR="00423B1C" w:rsidRPr="00AA491B" w:rsidRDefault="00423B1C" w:rsidP="00423B1C">
      <w:pPr>
        <w:tabs>
          <w:tab w:val="left" w:pos="6990"/>
        </w:tabs>
        <w:jc w:val="center"/>
        <w:rPr>
          <w:rFonts w:ascii="Calibri" w:hAnsi="Calibri" w:cs="Calibri"/>
          <w:sz w:val="22"/>
          <w:szCs w:val="22"/>
        </w:rPr>
      </w:pPr>
    </w:p>
    <w:p w:rsidR="00423B1C" w:rsidRPr="00AA491B" w:rsidRDefault="00423B1C" w:rsidP="00423B1C">
      <w:pPr>
        <w:tabs>
          <w:tab w:val="left" w:pos="6990"/>
        </w:tabs>
        <w:jc w:val="center"/>
        <w:rPr>
          <w:rFonts w:ascii="Calibri" w:hAnsi="Calibri" w:cs="Calibri"/>
          <w:sz w:val="22"/>
          <w:szCs w:val="22"/>
        </w:rPr>
      </w:pPr>
    </w:p>
    <w:p w:rsidR="00BF0A32" w:rsidRDefault="00BF0A32" w:rsidP="00423B1C">
      <w:pPr>
        <w:tabs>
          <w:tab w:val="left" w:pos="6990"/>
        </w:tabs>
        <w:jc w:val="center"/>
        <w:rPr>
          <w:noProof/>
          <w:lang w:val="en-NZ" w:eastAsia="en-NZ"/>
        </w:rPr>
      </w:pPr>
    </w:p>
    <w:p w:rsidR="00BF0A32" w:rsidRPr="00BF0A32" w:rsidRDefault="00BF0A32" w:rsidP="00BF0A32">
      <w:pPr>
        <w:rPr>
          <w:lang w:val="en-NZ" w:eastAsia="en-NZ"/>
        </w:rPr>
      </w:pPr>
    </w:p>
    <w:p w:rsidR="00BF0A32" w:rsidRDefault="00BF0A32" w:rsidP="00BF0A32">
      <w:pPr>
        <w:rPr>
          <w:lang w:val="en-NZ" w:eastAsia="en-NZ"/>
        </w:rPr>
      </w:pPr>
    </w:p>
    <w:p w:rsidR="00BF0A32" w:rsidRDefault="00BF0A32" w:rsidP="00BF0A32">
      <w:pPr>
        <w:rPr>
          <w:lang w:val="en-NZ" w:eastAsia="en-NZ"/>
        </w:rPr>
      </w:pPr>
    </w:p>
    <w:p w:rsidR="00BF0A32" w:rsidRDefault="00BF0A32" w:rsidP="00BF0A32">
      <w:pPr>
        <w:rPr>
          <w:lang w:val="en-NZ" w:eastAsia="en-NZ"/>
        </w:rPr>
      </w:pPr>
    </w:p>
    <w:p w:rsidR="00F57D13" w:rsidRPr="00BF0A32" w:rsidRDefault="00BF0A32" w:rsidP="00BF0A32">
      <w:pPr>
        <w:tabs>
          <w:tab w:val="left" w:pos="7200"/>
        </w:tabs>
        <w:rPr>
          <w:lang w:val="en-NZ" w:eastAsia="en-NZ"/>
        </w:rPr>
      </w:pPr>
      <w:r>
        <w:rPr>
          <w:lang w:val="en-NZ" w:eastAsia="en-NZ"/>
        </w:rPr>
        <w:lastRenderedPageBreak/>
        <w:tab/>
      </w:r>
    </w:p>
    <w:p w:rsidR="00F57D13" w:rsidRDefault="0075607A" w:rsidP="00BF0A32">
      <w:pPr>
        <w:tabs>
          <w:tab w:val="left" w:pos="6990"/>
        </w:tabs>
        <w:rPr>
          <w:noProof/>
          <w:lang w:val="en-NZ" w:eastAsia="en-NZ"/>
        </w:rPr>
      </w:pPr>
      <w:r w:rsidRPr="00AA491B">
        <w:rPr>
          <w:noProof/>
          <w:lang w:val="en-NZ" w:eastAsia="en-NZ"/>
        </w:rPr>
        <w:drawing>
          <wp:inline distT="0" distB="0" distL="0" distR="0">
            <wp:extent cx="990600" cy="866775"/>
            <wp:effectExtent l="0" t="0" r="0" b="0"/>
            <wp:docPr id="1" name="Picture 2" descr="File:Pacific Islands Forum Logo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Pacific Islands Forum Logo.sv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D13" w:rsidRPr="00AA491B" w:rsidRDefault="0075607A" w:rsidP="00423B1C">
      <w:pPr>
        <w:tabs>
          <w:tab w:val="left" w:pos="6990"/>
        </w:tabs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-123825</wp:posOffset>
                </wp:positionV>
                <wp:extent cx="1206500" cy="71342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713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F64" w:rsidRDefault="0075607A" w:rsidP="00E94F64"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43000" cy="685800"/>
                                  <wp:effectExtent l="0" t="0" r="0" b="0"/>
                                  <wp:docPr id="2" name="Picture 9" descr="http://upload.wikimedia.org/wikipedia/commons/thumb/7/74/Flag_of_the_Solomon_Islands.svg/120px-Flag_of_the_Solomon_Islands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upload.wikimedia.org/wikipedia/commons/thumb/7/74/Flag_of_the_Solomon_Islands.svg/120px-Flag_of_the_Solomon_Islands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43000" cy="685800"/>
                                  <wp:effectExtent l="0" t="0" r="0" b="0"/>
                                  <wp:docPr id="3" name="Picture 10" descr="http://upload.wikimedia.org/wikipedia/commons/thumb/b/bc/Flag_of_Vanuatu.svg/120px-Flag_of_Vanuatu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upload.wikimedia.org/wikipedia/commons/thumb/b/bc/Flag_of_Vanuatu.svg/120px-Flag_of_Vanuatu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43000" cy="647700"/>
                                  <wp:effectExtent l="0" t="0" r="0" b="0"/>
                                  <wp:docPr id="4" name="Picture 11" descr="http://upload.wikimedia.org/wikipedia/commons/thumb/b/ba/Flag_of_Fiji.svg/120px-Flag_of_Fiji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ttp://upload.wikimedia.org/wikipedia/commons/thumb/b/ba/Flag_of_Fiji.svg/120px-Flag_of_Fiji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43000" cy="647700"/>
                                  <wp:effectExtent l="0" t="0" r="0" b="0"/>
                                  <wp:docPr id="5" name="Picture 12" descr="http://upload.wikimedia.org/wikipedia/commons/thumb/3/30/Flag_of_Nauru.svg/120px-Flag_of_Nauru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ttp://upload.wikimedia.org/wikipedia/commons/thumb/3/30/Flag_of_Nauru.svg/120px-Flag_of_Nauru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43000" cy="571500"/>
                                  <wp:effectExtent l="0" t="0" r="0" b="0"/>
                                  <wp:docPr id="6" name="Picture 13" descr="http://upload.wikimedia.org/wikipedia/commons/thumb/0/01/Flag_of_Niue.svg/120px-Flag_of_Niue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upload.wikimedia.org/wikipedia/commons/thumb/0/01/Flag_of_Niue.svg/120px-Flag_of_Niue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43000" cy="581025"/>
                                  <wp:effectExtent l="0" t="0" r="0" b="0"/>
                                  <wp:docPr id="7" name="Picture 14" descr="File:Flag of the Cook Islands.sv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File:Flag of the Cook Islands.sv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14425" cy="504825"/>
                                  <wp:effectExtent l="0" t="0" r="0" b="0"/>
                                  <wp:docPr id="8" name="Picture 17" descr="http://upload.wikimedia.org/wikipedia/commons/thumb/9/9a/Flag_of_Tonga.svg/120px-Flag_of_Tonga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http://upload.wikimedia.org/wikipedia/commons/thumb/9/9a/Flag_of_Tonga.svg/120px-Flag_of_Tonga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42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14425" cy="504825"/>
                                  <wp:effectExtent l="0" t="0" r="0" b="0"/>
                                  <wp:docPr id="9" name="Picture 18" descr="http://upload.wikimedia.org/wikipedia/commons/thumb/3/38/Flag_of_Tuvalu.svg/120px-Flag_of_Tuvalu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http://upload.wikimedia.org/wikipedia/commons/thumb/3/38/Flag_of_Tuvalu.svg/120px-Flag_of_Tuvalu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42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14425" cy="504825"/>
                                  <wp:effectExtent l="0" t="0" r="0" b="0"/>
                                  <wp:docPr id="10" name="Picture 19" descr="http://upload.wikimedia.org/wikipedia/commons/thumb/8/8e/Flag_of_Tokelau.svg/120px-Flag_of_Tokelau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 descr="http://upload.wikimedia.org/wikipedia/commons/thumb/8/8e/Flag_of_Tokelau.svg/120px-Flag_of_Tokelau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42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14425" cy="504825"/>
                                  <wp:effectExtent l="0" t="0" r="0" b="0"/>
                                  <wp:docPr id="11" name="Picture 20" descr="http://upload.wikimedia.org/wikipedia/commons/thumb/3/30/Flag_of_Nauru.svg/120px-Flag_of_Nauru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 descr="http://upload.wikimedia.org/wikipedia/commons/thumb/3/30/Flag_of_Nauru.svg/120px-Flag_of_Nauru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42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14425" cy="504825"/>
                                  <wp:effectExtent l="0" t="0" r="0" b="0"/>
                                  <wp:docPr id="12" name="Picture 21" descr="http://upload.wikimedia.org/wikipedia/commons/thumb/d/d3/Flag_of_Kiribati.svg/120px-Flag_of_Kiribati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http://upload.wikimedia.org/wikipedia/commons/thumb/d/d3/Flag_of_Kiribati.svg/120px-Flag_of_Kiribati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42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91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43000" cy="571500"/>
                                  <wp:effectExtent l="0" t="0" r="0" b="0"/>
                                  <wp:docPr id="13" name="Picture 15" descr="http://upload.wikimedia.org/wikipedia/commons/thumb/3/31/Flag_of_Samoa.svg/120px-Flag_of_Samoa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http://upload.wikimedia.org/wikipedia/commons/thumb/3/31/Flag_of_Samoa.svg/120px-Flag_of_Samoa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7.85pt;margin-top:-9.75pt;width:95pt;height:56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" stroked="f">
                <v:textbox>
                  <w:txbxContent>
                    <w:p w:rsidR="00E94F64" w:rsidRDefault="0075607A" w:rsidP="00E94F64"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43000" cy="685800"/>
                            <wp:effectExtent l="0" t="0" r="0" b="0"/>
                            <wp:docPr id="2" name="Picture 9" descr="http://upload.wikimedia.org/wikipedia/commons/thumb/7/74/Flag_of_the_Solomon_Islands.svg/120px-Flag_of_the_Solomon_Islands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upload.wikimedia.org/wikipedia/commons/thumb/7/74/Flag_of_the_Solomon_Islands.svg/120px-Flag_of_the_Solomon_Islands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43000" cy="685800"/>
                            <wp:effectExtent l="0" t="0" r="0" b="0"/>
                            <wp:docPr id="3" name="Picture 10" descr="http://upload.wikimedia.org/wikipedia/commons/thumb/b/bc/Flag_of_Vanuatu.svg/120px-Flag_of_Vanuatu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upload.wikimedia.org/wikipedia/commons/thumb/b/bc/Flag_of_Vanuatu.svg/120px-Flag_of_Vanuatu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43000" cy="647700"/>
                            <wp:effectExtent l="0" t="0" r="0" b="0"/>
                            <wp:docPr id="4" name="Picture 11" descr="http://upload.wikimedia.org/wikipedia/commons/thumb/b/ba/Flag_of_Fiji.svg/120px-Flag_of_Fiji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http://upload.wikimedia.org/wikipedia/commons/thumb/b/ba/Flag_of_Fiji.svg/120px-Flag_of_Fiji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43000" cy="647700"/>
                            <wp:effectExtent l="0" t="0" r="0" b="0"/>
                            <wp:docPr id="5" name="Picture 12" descr="http://upload.wikimedia.org/wikipedia/commons/thumb/3/30/Flag_of_Nauru.svg/120px-Flag_of_Nauru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http://upload.wikimedia.org/wikipedia/commons/thumb/3/30/Flag_of_Nauru.svg/120px-Flag_of_Nauru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43000" cy="571500"/>
                            <wp:effectExtent l="0" t="0" r="0" b="0"/>
                            <wp:docPr id="6" name="Picture 13" descr="http://upload.wikimedia.org/wikipedia/commons/thumb/0/01/Flag_of_Niue.svg/120px-Flag_of_Niue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upload.wikimedia.org/wikipedia/commons/thumb/0/01/Flag_of_Niue.svg/120px-Flag_of_Niue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43000" cy="581025"/>
                            <wp:effectExtent l="0" t="0" r="0" b="0"/>
                            <wp:docPr id="7" name="Picture 14" descr="File:Flag of the Cook Islands.sv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File:Flag of the Cook Islands.sv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14425" cy="504825"/>
                            <wp:effectExtent l="0" t="0" r="0" b="0"/>
                            <wp:docPr id="8" name="Picture 17" descr="http://upload.wikimedia.org/wikipedia/commons/thumb/9/9a/Flag_of_Tonga.svg/120px-Flag_of_Tonga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http://upload.wikimedia.org/wikipedia/commons/thumb/9/9a/Flag_of_Tonga.svg/120px-Flag_of_Tonga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442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14425" cy="504825"/>
                            <wp:effectExtent l="0" t="0" r="0" b="0"/>
                            <wp:docPr id="9" name="Picture 18" descr="http://upload.wikimedia.org/wikipedia/commons/thumb/3/38/Flag_of_Tuvalu.svg/120px-Flag_of_Tuvalu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http://upload.wikimedia.org/wikipedia/commons/thumb/3/38/Flag_of_Tuvalu.svg/120px-Flag_of_Tuvalu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442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14425" cy="504825"/>
                            <wp:effectExtent l="0" t="0" r="0" b="0"/>
                            <wp:docPr id="10" name="Picture 19" descr="http://upload.wikimedia.org/wikipedia/commons/thumb/8/8e/Flag_of_Tokelau.svg/120px-Flag_of_Tokelau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 descr="http://upload.wikimedia.org/wikipedia/commons/thumb/8/8e/Flag_of_Tokelau.svg/120px-Flag_of_Tokelau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442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14425" cy="504825"/>
                            <wp:effectExtent l="0" t="0" r="0" b="0"/>
                            <wp:docPr id="11" name="Picture 20" descr="http://upload.wikimedia.org/wikipedia/commons/thumb/3/30/Flag_of_Nauru.svg/120px-Flag_of_Nauru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 descr="http://upload.wikimedia.org/wikipedia/commons/thumb/3/30/Flag_of_Nauru.svg/120px-Flag_of_Nauru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442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14425" cy="504825"/>
                            <wp:effectExtent l="0" t="0" r="0" b="0"/>
                            <wp:docPr id="12" name="Picture 21" descr="http://upload.wikimedia.org/wikipedia/commons/thumb/d/d3/Flag_of_Kiribati.svg/120px-Flag_of_Kiribati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http://upload.wikimedia.org/wikipedia/commons/thumb/d/d3/Flag_of_Kiribati.svg/120px-Flag_of_Kiribati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442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91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43000" cy="571500"/>
                            <wp:effectExtent l="0" t="0" r="0" b="0"/>
                            <wp:docPr id="13" name="Picture 15" descr="http://upload.wikimedia.org/wikipedia/commons/thumb/3/31/Flag_of_Samoa.svg/120px-Flag_of_Samoa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http://upload.wikimedia.org/wikipedia/commons/thumb/3/31/Flag_of_Samoa.svg/120px-Flag_of_Samoa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-74295</wp:posOffset>
                </wp:positionV>
                <wp:extent cx="3876675" cy="257175"/>
                <wp:effectExtent l="57150" t="38100" r="66675" b="85725"/>
                <wp:wrapNone/>
                <wp:docPr id="19" name="Flowchart: Proces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6675" cy="257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D2470" w:rsidRPr="00AA491B" w:rsidRDefault="00FD2470" w:rsidP="00FD247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Cultural Specific Service Provision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6" o:spid="_x0000_s1030" type="#_x0000_t109" style="position:absolute;left:0;text-align:left;margin-left:150pt;margin-top:-5.85pt;width:305.25pt;height:2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D2470" w:rsidRPr="00AA491B" w:rsidRDefault="00FD2470" w:rsidP="00FD247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Cultural Specific Service Provision</w:t>
                      </w:r>
                    </w:p>
                  </w:txbxContent>
                </v:textbox>
              </v:shape>
            </w:pict>
          </mc:Fallback>
        </mc:AlternateContent>
      </w:r>
    </w:p>
    <w:p w:rsidR="00201A88" w:rsidRPr="00AA491B" w:rsidRDefault="0075607A" w:rsidP="00201A88">
      <w:pPr>
        <w:tabs>
          <w:tab w:val="left" w:pos="699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48260</wp:posOffset>
                </wp:positionV>
                <wp:extent cx="3876675" cy="295275"/>
                <wp:effectExtent l="57150" t="38100" r="66675" b="85725"/>
                <wp:wrapNone/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FD2470" w:rsidRPr="00AA491B" w:rsidRDefault="00FD2470" w:rsidP="00FD2470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All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150pt;margin-top:3.8pt;width:305.25pt;height:2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D2470" w:rsidRPr="00AA491B" w:rsidRDefault="00FD2470" w:rsidP="00FD2470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All Staff</w:t>
                      </w:r>
                    </w:p>
                  </w:txbxContent>
                </v:textbox>
              </v:shape>
            </w:pict>
          </mc:Fallback>
        </mc:AlternateContent>
      </w:r>
    </w:p>
    <w:p w:rsidR="00201A88" w:rsidRPr="00AA491B" w:rsidRDefault="0075607A" w:rsidP="00201A88">
      <w:pPr>
        <w:tabs>
          <w:tab w:val="left" w:pos="699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163830</wp:posOffset>
                </wp:positionV>
                <wp:extent cx="3876675" cy="2162175"/>
                <wp:effectExtent l="57150" t="38100" r="66675" b="85725"/>
                <wp:wrapNone/>
                <wp:docPr id="17" name="Flowchart: Proces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6675" cy="2162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D2470" w:rsidRPr="00AA491B" w:rsidRDefault="00065713" w:rsidP="00FD247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="00FD2470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identifying as Pasifika will have access to:</w:t>
                            </w:r>
                          </w:p>
                          <w:p w:rsidR="00FD2470" w:rsidRPr="00AA491B" w:rsidRDefault="00065713" w:rsidP="00FD2470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Cultural</w:t>
                            </w:r>
                            <w:r w:rsidR="00FD2470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needs assessment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D2470" w:rsidRPr="00AA491B" w:rsidRDefault="00065713" w:rsidP="00FD2470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</w:t>
                            </w:r>
                            <w:r w:rsidR="00FD2470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provision in line with </w:t>
                            </w:r>
                            <w:hyperlink r:id="rId46" w:history="1">
                              <w:r w:rsidR="00FD2470" w:rsidRPr="00AA491B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Pacific concepts</w:t>
                              </w:r>
                            </w:hyperlink>
                            <w:r w:rsidR="00FD2470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 values and beliefs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specific to their country of origin.</w:t>
                            </w:r>
                            <w:r w:rsidR="00FD2470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D2470" w:rsidRPr="00AA491B" w:rsidRDefault="00065713" w:rsidP="00FD2470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</w:t>
                            </w:r>
                            <w:r w:rsidR="00FD2470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ritten </w:t>
                            </w:r>
                            <w:r w:rsidR="00CD6F13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and spoken </w:t>
                            </w:r>
                            <w:r w:rsidR="00FD2470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information on </w:t>
                            </w:r>
                            <w:hyperlink r:id="rId47" w:history="1">
                              <w:r w:rsidR="00FD2470" w:rsidRPr="00AA491B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Consumers’ Rights</w:t>
                              </w:r>
                            </w:hyperlink>
                            <w:r w:rsidR="00FD2470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D2470" w:rsidRPr="00AA491B" w:rsidRDefault="00FD2470" w:rsidP="00FD2470">
                            <w:pPr>
                              <w:ind w:left="36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 the Pacific language</w:t>
                            </w:r>
                            <w:r w:rsidR="000657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relevant to them and/or their fono.</w:t>
                            </w:r>
                          </w:p>
                          <w:p w:rsidR="00FD2470" w:rsidRPr="00AA491B" w:rsidRDefault="00FD2470" w:rsidP="00FD2470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Elders, Mātua, religious groups, specific Pacific community organisations</w:t>
                            </w:r>
                            <w:r w:rsidR="000657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D2470" w:rsidRPr="00AA491B" w:rsidRDefault="00FD2470" w:rsidP="00FD2470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Interpreter via DHB or private interpreter (refer to </w:t>
                            </w:r>
                            <w:r w:rsidR="00065713" w:rsidRPr="000657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Interpreter policy</w:t>
                            </w: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/procedure</w:t>
                            </w:r>
                            <w:r w:rsidR="000657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).</w:t>
                            </w:r>
                          </w:p>
                          <w:p w:rsidR="00FD2470" w:rsidRPr="00AA491B" w:rsidRDefault="00F467EE" w:rsidP="00FD2470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48" w:history="1">
                              <w:r w:rsidR="00FD2470" w:rsidRPr="00AA491B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Advocacy</w:t>
                              </w:r>
                            </w:hyperlink>
                            <w:r w:rsidR="00FD2470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via HDC advocacy services</w:t>
                            </w:r>
                            <w:r w:rsidR="000657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D2470" w:rsidRPr="00AA491B" w:rsidRDefault="00FD2470" w:rsidP="00FD2470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:rsidR="00FD2470" w:rsidRPr="008D4052" w:rsidRDefault="00FD2470" w:rsidP="00FD24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8" o:spid="_x0000_s1032" type="#_x0000_t109" style="position:absolute;margin-left:150pt;margin-top:12.9pt;width:305.25pt;height:17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D2470" w:rsidRPr="00AA491B" w:rsidRDefault="00065713" w:rsidP="00FD247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 </w:t>
                      </w:r>
                      <w:r w:rsidR="00FD2470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identifying as Pasifika will have access to:</w:t>
                      </w:r>
                    </w:p>
                    <w:p w:rsidR="00FD2470" w:rsidRPr="00AA491B" w:rsidRDefault="00065713" w:rsidP="00FD2470">
                      <w:pPr>
                        <w:numPr>
                          <w:ilvl w:val="0"/>
                          <w:numId w:val="4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Cultural</w:t>
                      </w:r>
                      <w:r w:rsidR="00FD2470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needs assessment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FD2470" w:rsidRPr="00AA491B" w:rsidRDefault="00065713" w:rsidP="00FD2470">
                      <w:pPr>
                        <w:numPr>
                          <w:ilvl w:val="0"/>
                          <w:numId w:val="4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</w:t>
                      </w:r>
                      <w:r w:rsidR="00FD2470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provision in line with </w:t>
                      </w:r>
                      <w:hyperlink r:id="rId49" w:history="1">
                        <w:r w:rsidR="00FD2470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Pacific </w:t>
                        </w:r>
                        <w:r w:rsidR="00FD2470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</w:t>
                        </w:r>
                        <w:r w:rsidR="00FD2470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oncepts</w:t>
                        </w:r>
                      </w:hyperlink>
                      <w:r w:rsidR="00FD2470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, values and beliefs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specific to their country of origin.</w:t>
                      </w:r>
                      <w:r w:rsidR="00FD2470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FD2470" w:rsidRPr="00AA491B" w:rsidRDefault="00065713" w:rsidP="00FD2470">
                      <w:pPr>
                        <w:numPr>
                          <w:ilvl w:val="0"/>
                          <w:numId w:val="4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W</w:t>
                      </w:r>
                      <w:r w:rsidR="00FD2470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ritten </w:t>
                      </w:r>
                      <w:r w:rsidR="00CD6F13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and spoken </w:t>
                      </w:r>
                      <w:r w:rsidR="00FD2470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information on </w:t>
                      </w:r>
                      <w:hyperlink r:id="rId50" w:history="1">
                        <w:r w:rsidR="00FD2470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Consu</w:t>
                        </w:r>
                        <w:r w:rsidR="00FD2470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m</w:t>
                        </w:r>
                        <w:r w:rsidR="00FD2470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ers’ Rights</w:t>
                        </w:r>
                      </w:hyperlink>
                      <w:r w:rsidR="00FD2470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FD2470" w:rsidRPr="00AA491B" w:rsidRDefault="00FD2470" w:rsidP="00FD2470">
                      <w:pPr>
                        <w:ind w:left="36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 the Pacific language</w:t>
                      </w:r>
                      <w:r w:rsidR="000657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relevant to them and/or their fono.</w:t>
                      </w:r>
                    </w:p>
                    <w:p w:rsidR="00FD2470" w:rsidRPr="00AA491B" w:rsidRDefault="00FD2470" w:rsidP="00FD2470">
                      <w:pPr>
                        <w:numPr>
                          <w:ilvl w:val="0"/>
                          <w:numId w:val="5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Elders, Mātua, religious groups, specific Pacific community organisations</w:t>
                      </w:r>
                      <w:r w:rsidR="00065713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FD2470" w:rsidRPr="00AA491B" w:rsidRDefault="00FD2470" w:rsidP="00FD2470">
                      <w:pPr>
                        <w:numPr>
                          <w:ilvl w:val="0"/>
                          <w:numId w:val="4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Interpreter via DHB or private interpreter (refer to </w:t>
                      </w:r>
                      <w:r w:rsidR="00065713" w:rsidRPr="0006571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Interpreter policy</w:t>
                      </w: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/procedure</w:t>
                      </w:r>
                      <w:r w:rsidR="00065713">
                        <w:rPr>
                          <w:rFonts w:ascii="Calibri" w:hAnsi="Calibri" w:cs="Calibri"/>
                          <w:sz w:val="22"/>
                          <w:szCs w:val="22"/>
                        </w:rPr>
                        <w:t>).</w:t>
                      </w:r>
                    </w:p>
                    <w:p w:rsidR="00FD2470" w:rsidRPr="00AA491B" w:rsidRDefault="00A55680" w:rsidP="00FD2470">
                      <w:pPr>
                        <w:numPr>
                          <w:ilvl w:val="0"/>
                          <w:numId w:val="4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51" w:history="1">
                        <w:r w:rsidR="00FD2470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Ad</w:t>
                        </w:r>
                        <w:r w:rsidR="00FD2470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v</w:t>
                        </w:r>
                        <w:r w:rsidR="00FD2470" w:rsidRPr="00AA491B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ocacy</w:t>
                        </w:r>
                      </w:hyperlink>
                      <w:r w:rsidR="00FD2470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via HDC advocacy services</w:t>
                      </w:r>
                      <w:r w:rsidR="00065713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FD2470" w:rsidRPr="00AA491B" w:rsidRDefault="00FD2470" w:rsidP="00FD2470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:rsidR="00FD2470" w:rsidRPr="008D4052" w:rsidRDefault="00FD2470" w:rsidP="00FD2470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tabs>
          <w:tab w:val="left" w:pos="2130"/>
        </w:tabs>
        <w:rPr>
          <w:rFonts w:ascii="Calibri" w:hAnsi="Calibri" w:cs="Calibri"/>
          <w:sz w:val="22"/>
          <w:szCs w:val="22"/>
        </w:rPr>
      </w:pPr>
      <w:r w:rsidRPr="00AA491B">
        <w:rPr>
          <w:rFonts w:ascii="Calibri" w:hAnsi="Calibri" w:cs="Calibri"/>
          <w:sz w:val="22"/>
          <w:szCs w:val="22"/>
        </w:rPr>
        <w:tab/>
      </w: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FD2470" w:rsidRPr="00AA491B" w:rsidRDefault="00FD2470" w:rsidP="008D4052">
      <w:pPr>
        <w:tabs>
          <w:tab w:val="left" w:pos="6915"/>
        </w:tabs>
        <w:rPr>
          <w:rFonts w:ascii="Calibri" w:hAnsi="Calibri" w:cs="Calibri"/>
          <w:sz w:val="22"/>
          <w:szCs w:val="22"/>
        </w:rPr>
      </w:pPr>
    </w:p>
    <w:p w:rsidR="00FD2470" w:rsidRPr="00AA491B" w:rsidRDefault="00FD2470" w:rsidP="008D4052">
      <w:pPr>
        <w:tabs>
          <w:tab w:val="left" w:pos="6915"/>
        </w:tabs>
        <w:rPr>
          <w:rFonts w:ascii="Calibri" w:hAnsi="Calibri" w:cs="Calibri"/>
          <w:sz w:val="22"/>
          <w:szCs w:val="22"/>
        </w:rPr>
      </w:pPr>
    </w:p>
    <w:p w:rsidR="00FD2470" w:rsidRPr="00AA491B" w:rsidRDefault="00FD2470" w:rsidP="008D4052">
      <w:pPr>
        <w:tabs>
          <w:tab w:val="left" w:pos="6915"/>
        </w:tabs>
        <w:rPr>
          <w:rFonts w:ascii="Calibri" w:hAnsi="Calibri" w:cs="Calibri"/>
          <w:sz w:val="22"/>
          <w:szCs w:val="22"/>
        </w:rPr>
      </w:pPr>
    </w:p>
    <w:p w:rsidR="00FD2470" w:rsidRPr="00AA491B" w:rsidRDefault="00FD2470" w:rsidP="008D4052">
      <w:pPr>
        <w:tabs>
          <w:tab w:val="left" w:pos="6915"/>
        </w:tabs>
        <w:rPr>
          <w:rFonts w:ascii="Calibri" w:hAnsi="Calibri" w:cs="Calibri"/>
          <w:sz w:val="22"/>
          <w:szCs w:val="22"/>
        </w:rPr>
      </w:pPr>
    </w:p>
    <w:p w:rsidR="00FD2470" w:rsidRPr="00AA491B" w:rsidRDefault="00FD2470" w:rsidP="008D4052">
      <w:pPr>
        <w:tabs>
          <w:tab w:val="left" w:pos="6915"/>
        </w:tabs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tabs>
          <w:tab w:val="left" w:pos="6915"/>
        </w:tabs>
        <w:rPr>
          <w:rFonts w:ascii="Calibri" w:hAnsi="Calibri" w:cs="Calibri"/>
          <w:sz w:val="22"/>
          <w:szCs w:val="22"/>
        </w:rPr>
      </w:pPr>
      <w:r w:rsidRPr="00AA491B">
        <w:rPr>
          <w:rFonts w:ascii="Calibri" w:hAnsi="Calibri" w:cs="Calibri"/>
          <w:sz w:val="22"/>
          <w:szCs w:val="22"/>
        </w:rPr>
        <w:tab/>
      </w: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75607A" w:rsidP="008D4052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45720</wp:posOffset>
                </wp:positionV>
                <wp:extent cx="3876675" cy="257175"/>
                <wp:effectExtent l="57150" t="38100" r="66675" b="85725"/>
                <wp:wrapNone/>
                <wp:docPr id="16" name="Flowchart: Proc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6675" cy="257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57D13" w:rsidRPr="00AA491B" w:rsidRDefault="00F57D13" w:rsidP="00F57D13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Cultural Specific Health Promotion/Information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3" o:spid="_x0000_s1033" type="#_x0000_t109" style="position:absolute;margin-left:150pt;margin-top:3.6pt;width:305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57D13" w:rsidRPr="00AA491B" w:rsidRDefault="00F57D13" w:rsidP="00F57D13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Cultural Specific Health Promotion/Information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8D4052" w:rsidRPr="00AA491B" w:rsidRDefault="0075607A" w:rsidP="008D4052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129540</wp:posOffset>
                </wp:positionV>
                <wp:extent cx="3876675" cy="295275"/>
                <wp:effectExtent l="57150" t="38100" r="66675" b="8572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F57D13" w:rsidRPr="00AA491B" w:rsidRDefault="00F57D13" w:rsidP="00F57D13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Identified staff/organisation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margin-left:150pt;margin-top:10.2pt;width:305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57D13" w:rsidRPr="00AA491B" w:rsidRDefault="00F57D13" w:rsidP="00F57D13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Identified staff/organisation</w:t>
                      </w:r>
                    </w:p>
                  </w:txbxContent>
                </v:textbox>
              </v:shape>
            </w:pict>
          </mc:Fallback>
        </mc:AlternateContent>
      </w: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75607A" w:rsidP="008D4052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74930</wp:posOffset>
                </wp:positionV>
                <wp:extent cx="3876675" cy="733425"/>
                <wp:effectExtent l="57150" t="38100" r="66675" b="85725"/>
                <wp:wrapNone/>
                <wp:docPr id="14" name="Flowchart: Proces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6675" cy="7334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05F37" w:rsidRPr="00AA491B" w:rsidRDefault="00D0213B" w:rsidP="007B0ED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organisation </w:t>
                            </w:r>
                            <w:r w:rsidR="00E05F37" w:rsidRPr="00AA491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will ensure that access to Pacific specific health information and mental health promotion to the wider Pacific community occurs.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5" o:spid="_x0000_s1035" type="#_x0000_t109" style="position:absolute;margin-left:150pt;margin-top:5.9pt;width:305.2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5F37" w:rsidRPr="00AA491B" w:rsidRDefault="00D0213B" w:rsidP="007B0ED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organisation </w:t>
                      </w:r>
                      <w:r w:rsidR="00E05F37" w:rsidRPr="00AA491B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will ensure that access to Pacific specific health information and mental health promotion to the wider Pacific community occurs.</w:t>
                      </w:r>
                    </w:p>
                  </w:txbxContent>
                </v:textbox>
              </v:shape>
            </w:pict>
          </mc:Fallback>
        </mc:AlternateContent>
      </w:r>
    </w:p>
    <w:p w:rsidR="00AF7D9F" w:rsidRPr="00AA491B" w:rsidRDefault="00AF7D9F" w:rsidP="008D4052">
      <w:pPr>
        <w:rPr>
          <w:rFonts w:ascii="Calibri" w:hAnsi="Calibri" w:cs="Calibri"/>
          <w:sz w:val="22"/>
          <w:szCs w:val="22"/>
        </w:rPr>
      </w:pPr>
    </w:p>
    <w:p w:rsidR="00AF7D9F" w:rsidRPr="00AA491B" w:rsidRDefault="00AF7D9F" w:rsidP="008D4052">
      <w:pPr>
        <w:rPr>
          <w:rFonts w:ascii="Calibri" w:hAnsi="Calibri" w:cs="Calibri"/>
          <w:sz w:val="22"/>
          <w:szCs w:val="22"/>
        </w:rPr>
      </w:pPr>
    </w:p>
    <w:p w:rsidR="00E05F37" w:rsidRDefault="00E05F37" w:rsidP="007B1C2B">
      <w:pPr>
        <w:pStyle w:val="Heading1"/>
        <w:tabs>
          <w:tab w:val="left" w:pos="3765"/>
        </w:tabs>
      </w:pPr>
    </w:p>
    <w:p w:rsidR="00DF4ED2" w:rsidRDefault="00DF4ED2" w:rsidP="007B1C2B">
      <w:pPr>
        <w:pStyle w:val="Heading1"/>
        <w:tabs>
          <w:tab w:val="left" w:pos="3765"/>
        </w:tabs>
      </w:pPr>
    </w:p>
    <w:p w:rsidR="00DF4ED2" w:rsidRDefault="00DF4ED2" w:rsidP="007B1C2B">
      <w:pPr>
        <w:pStyle w:val="Heading1"/>
        <w:tabs>
          <w:tab w:val="left" w:pos="3765"/>
        </w:tabs>
      </w:pPr>
    </w:p>
    <w:p w:rsidR="00DF4ED2" w:rsidRDefault="00DF4ED2" w:rsidP="007B1C2B">
      <w:pPr>
        <w:pStyle w:val="Heading1"/>
        <w:tabs>
          <w:tab w:val="left" w:pos="3765"/>
        </w:tabs>
      </w:pPr>
    </w:p>
    <w:p w:rsidR="00DF4ED2" w:rsidRDefault="00DF4ED2" w:rsidP="007B1C2B">
      <w:pPr>
        <w:pStyle w:val="Heading1"/>
        <w:tabs>
          <w:tab w:val="left" w:pos="3765"/>
        </w:tabs>
      </w:pPr>
    </w:p>
    <w:p w:rsidR="00AF049B" w:rsidRDefault="00AF049B" w:rsidP="007B1C2B">
      <w:pPr>
        <w:pStyle w:val="Heading1"/>
        <w:tabs>
          <w:tab w:val="left" w:pos="3765"/>
        </w:tabs>
      </w:pPr>
      <w:r>
        <w:tab/>
      </w:r>
    </w:p>
    <w:p w:rsidR="00AF049B" w:rsidRDefault="00AF049B" w:rsidP="00AF049B">
      <w:pPr>
        <w:ind w:firstLine="720"/>
        <w:rPr>
          <w:rFonts w:ascii="Arial" w:hAnsi="Arial" w:cs="Arial"/>
        </w:rPr>
      </w:pPr>
    </w:p>
    <w:p w:rsidR="00DF4ED2" w:rsidRDefault="00DF4ED2" w:rsidP="00AF049B">
      <w:pPr>
        <w:ind w:firstLine="720"/>
        <w:rPr>
          <w:rFonts w:ascii="Arial" w:hAnsi="Arial" w:cs="Arial"/>
        </w:rPr>
      </w:pPr>
    </w:p>
    <w:p w:rsidR="00DF4ED2" w:rsidRDefault="00DF4ED2" w:rsidP="00AF049B">
      <w:pPr>
        <w:ind w:firstLine="720"/>
        <w:rPr>
          <w:rFonts w:ascii="Arial" w:hAnsi="Arial" w:cs="Arial"/>
        </w:rPr>
      </w:pPr>
    </w:p>
    <w:p w:rsidR="00DF4ED2" w:rsidRPr="002463B2" w:rsidRDefault="00DF4ED2" w:rsidP="00DF4ED2">
      <w:pPr>
        <w:pStyle w:val="Heading1"/>
        <w:rPr>
          <w:rFonts w:asciiTheme="minorHAnsi" w:hAnsiTheme="minorHAnsi" w:cstheme="minorHAnsi"/>
          <w:color w:val="auto"/>
        </w:rPr>
      </w:pPr>
      <w:r w:rsidRPr="002463B2">
        <w:rPr>
          <w:rFonts w:asciiTheme="minorHAnsi" w:hAnsiTheme="minorHAnsi" w:cstheme="minorHAnsi"/>
          <w:color w:val="auto"/>
        </w:rPr>
        <w:lastRenderedPageBreak/>
        <w:t>Consultation</w:t>
      </w:r>
    </w:p>
    <w:p w:rsidR="00DF4ED2" w:rsidRPr="002B64DD" w:rsidRDefault="00DF4ED2" w:rsidP="00AF049B">
      <w:pPr>
        <w:ind w:firstLine="72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AF049B" w:rsidRPr="00AF487A" w:rsidTr="00AA491B">
        <w:tc>
          <w:tcPr>
            <w:tcW w:w="4111" w:type="dxa"/>
            <w:shd w:val="clear" w:color="auto" w:fill="auto"/>
          </w:tcPr>
          <w:p w:rsidR="00AF049B" w:rsidRPr="00AA491B" w:rsidRDefault="00AF049B" w:rsidP="00AA491B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AA491B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AF049B" w:rsidRPr="00AA491B" w:rsidRDefault="00AF049B" w:rsidP="00AA491B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AA491B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AF049B" w:rsidTr="00AA491B">
        <w:tc>
          <w:tcPr>
            <w:tcW w:w="4111" w:type="dxa"/>
            <w:shd w:val="clear" w:color="auto" w:fill="auto"/>
          </w:tcPr>
          <w:p w:rsidR="00AF049B" w:rsidRDefault="00AF049B" w:rsidP="00AA491B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AF049B" w:rsidRDefault="00AF049B" w:rsidP="00AA491B">
            <w:pPr>
              <w:tabs>
                <w:tab w:val="left" w:pos="1275"/>
              </w:tabs>
            </w:pPr>
          </w:p>
        </w:tc>
      </w:tr>
      <w:tr w:rsidR="00AF049B" w:rsidTr="00AA491B">
        <w:tc>
          <w:tcPr>
            <w:tcW w:w="4111" w:type="dxa"/>
            <w:shd w:val="clear" w:color="auto" w:fill="auto"/>
          </w:tcPr>
          <w:p w:rsidR="00AF049B" w:rsidRDefault="00AF049B" w:rsidP="00AA491B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AF049B" w:rsidRDefault="00AF049B" w:rsidP="00AA491B">
            <w:pPr>
              <w:tabs>
                <w:tab w:val="left" w:pos="1275"/>
              </w:tabs>
            </w:pPr>
          </w:p>
        </w:tc>
      </w:tr>
      <w:tr w:rsidR="00AF049B" w:rsidTr="00AA491B">
        <w:tc>
          <w:tcPr>
            <w:tcW w:w="4111" w:type="dxa"/>
            <w:shd w:val="clear" w:color="auto" w:fill="auto"/>
          </w:tcPr>
          <w:p w:rsidR="00AF049B" w:rsidRDefault="00AF049B" w:rsidP="00AA491B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AF049B" w:rsidRDefault="00AF049B" w:rsidP="00AA491B">
            <w:pPr>
              <w:tabs>
                <w:tab w:val="left" w:pos="1275"/>
              </w:tabs>
            </w:pPr>
          </w:p>
        </w:tc>
      </w:tr>
      <w:tr w:rsidR="00AF049B" w:rsidTr="00AA491B">
        <w:tc>
          <w:tcPr>
            <w:tcW w:w="4111" w:type="dxa"/>
            <w:shd w:val="clear" w:color="auto" w:fill="auto"/>
          </w:tcPr>
          <w:p w:rsidR="00AF049B" w:rsidRDefault="00AF049B" w:rsidP="00AA491B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AF049B" w:rsidRDefault="00AF049B" w:rsidP="00AA491B">
            <w:pPr>
              <w:tabs>
                <w:tab w:val="left" w:pos="1275"/>
              </w:tabs>
            </w:pPr>
          </w:p>
        </w:tc>
      </w:tr>
    </w:tbl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 w:rsidP="008D4052">
      <w:pPr>
        <w:rPr>
          <w:rFonts w:ascii="Calibri" w:hAnsi="Calibri" w:cs="Calibri"/>
          <w:sz w:val="22"/>
          <w:szCs w:val="22"/>
        </w:rPr>
      </w:pPr>
    </w:p>
    <w:p w:rsidR="008D4052" w:rsidRPr="00AA491B" w:rsidRDefault="008D4052">
      <w:pPr>
        <w:rPr>
          <w:rFonts w:ascii="Calibri" w:hAnsi="Calibri" w:cs="Calibri"/>
          <w:sz w:val="22"/>
          <w:szCs w:val="22"/>
        </w:rPr>
      </w:pPr>
    </w:p>
    <w:sectPr w:rsidR="008D4052" w:rsidRPr="00AA491B" w:rsidSect="00BF0A32">
      <w:headerReference w:type="default" r:id="rId52"/>
      <w:footerReference w:type="default" r:id="rId53"/>
      <w:pgSz w:w="11906" w:h="16838"/>
      <w:pgMar w:top="1440" w:right="1287" w:bottom="113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680" w:rsidRDefault="00A55680">
      <w:r>
        <w:separator/>
      </w:r>
    </w:p>
  </w:endnote>
  <w:endnote w:type="continuationSeparator" w:id="0">
    <w:p w:rsidR="00A55680" w:rsidRDefault="00A5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F0A32" w:rsidRPr="002346A3" w:rsidTr="00675C4E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F0A32" w:rsidRPr="002346A3" w:rsidRDefault="00BF0A32" w:rsidP="00BF0A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F0A32" w:rsidRPr="002346A3" w:rsidRDefault="00BF0A32" w:rsidP="00BF0A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F0A32" w:rsidRPr="002346A3" w:rsidRDefault="00BF0A32" w:rsidP="00BF0A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F0A32" w:rsidRPr="002346A3" w:rsidRDefault="00BF0A32" w:rsidP="00BF0A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July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F0A32" w:rsidRPr="002346A3" w:rsidRDefault="00BF0A32" w:rsidP="00BF0A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F0A32" w:rsidRPr="002346A3" w:rsidRDefault="00BF0A32" w:rsidP="00BF0A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BF0A32" w:rsidRPr="002346A3" w:rsidRDefault="00BF0A32" w:rsidP="00BF0A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BF0A32" w:rsidRPr="002346A3" w:rsidRDefault="00BF0A32" w:rsidP="00BF0A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July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BF0A32" w:rsidRPr="002346A3" w:rsidRDefault="00BF0A32" w:rsidP="00BF0A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BF0A32" w:rsidRPr="002346A3" w:rsidRDefault="00BF0A32" w:rsidP="00BF0A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B25076" w:rsidRDefault="00B25076" w:rsidP="00BC0F47">
    <w:pPr>
      <w:pStyle w:val="Footer"/>
      <w:tabs>
        <w:tab w:val="left" w:pos="3930"/>
        <w:tab w:val="right" w:pos="9180"/>
      </w:tabs>
      <w:ind w:left="-993" w:firstLine="99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680" w:rsidRDefault="00A55680">
      <w:r>
        <w:separator/>
      </w:r>
    </w:p>
  </w:footnote>
  <w:footnote w:type="continuationSeparator" w:id="0">
    <w:p w:rsidR="00A55680" w:rsidRDefault="00A5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A32" w:rsidRPr="00833C00" w:rsidRDefault="00BF0A32" w:rsidP="00BF0A32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E2CA1E" wp14:editId="71709D23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F0A32" w:rsidRPr="000225E4" w:rsidRDefault="00BF0A32" w:rsidP="00BF0A32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E2CA1E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6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" stroked="f">
              <v:textbox>
                <w:txbxContent>
                  <w:p w:rsidR="00BF0A32" w:rsidRPr="000225E4" w:rsidRDefault="00BF0A32" w:rsidP="00BF0A32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F467EE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F467EE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BF0A32" w:rsidRDefault="00BF0A32" w:rsidP="00BF0A32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 xml:space="preserve">Recognition of </w:t>
    </w:r>
    <w:r w:rsidR="00F57BB6">
      <w:rPr>
        <w:rFonts w:asciiTheme="minorHAnsi" w:hAnsiTheme="minorHAnsi" w:cstheme="minorHAnsi"/>
        <w:b/>
        <w:sz w:val="28"/>
        <w:szCs w:val="28"/>
      </w:rPr>
      <w:t xml:space="preserve">Pacific </w:t>
    </w:r>
    <w:r>
      <w:rPr>
        <w:rFonts w:asciiTheme="minorHAnsi" w:hAnsiTheme="minorHAnsi" w:cstheme="minorHAnsi"/>
        <w:b/>
        <w:sz w:val="28"/>
        <w:szCs w:val="28"/>
      </w:rPr>
      <w:t>Values and Beliefs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3FEE"/>
    <w:multiLevelType w:val="hybridMultilevel"/>
    <w:tmpl w:val="9B2ECEA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B1441D"/>
    <w:multiLevelType w:val="hybridMultilevel"/>
    <w:tmpl w:val="B1161A8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4282AFE"/>
    <w:multiLevelType w:val="hybridMultilevel"/>
    <w:tmpl w:val="0C06A60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3F0039"/>
    <w:multiLevelType w:val="hybridMultilevel"/>
    <w:tmpl w:val="58EA909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940AA4"/>
    <w:multiLevelType w:val="hybridMultilevel"/>
    <w:tmpl w:val="65B0A4C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B38"/>
    <w:rsid w:val="00000C66"/>
    <w:rsid w:val="00001DBE"/>
    <w:rsid w:val="00004A8A"/>
    <w:rsid w:val="0001434D"/>
    <w:rsid w:val="000633AA"/>
    <w:rsid w:val="00065713"/>
    <w:rsid w:val="000668D1"/>
    <w:rsid w:val="0009399D"/>
    <w:rsid w:val="000E69AE"/>
    <w:rsid w:val="0012634F"/>
    <w:rsid w:val="00130928"/>
    <w:rsid w:val="001425F3"/>
    <w:rsid w:val="001443DA"/>
    <w:rsid w:val="00172573"/>
    <w:rsid w:val="00201A88"/>
    <w:rsid w:val="00215175"/>
    <w:rsid w:val="00222869"/>
    <w:rsid w:val="002463B2"/>
    <w:rsid w:val="00254028"/>
    <w:rsid w:val="0026037B"/>
    <w:rsid w:val="00274551"/>
    <w:rsid w:val="002D4182"/>
    <w:rsid w:val="002D6422"/>
    <w:rsid w:val="002E2041"/>
    <w:rsid w:val="002E6874"/>
    <w:rsid w:val="003634C1"/>
    <w:rsid w:val="00423B1C"/>
    <w:rsid w:val="004336EB"/>
    <w:rsid w:val="00437A8D"/>
    <w:rsid w:val="00450F94"/>
    <w:rsid w:val="00464F14"/>
    <w:rsid w:val="00477B38"/>
    <w:rsid w:val="00491568"/>
    <w:rsid w:val="00503B15"/>
    <w:rsid w:val="00532E0A"/>
    <w:rsid w:val="005511BC"/>
    <w:rsid w:val="00565AAB"/>
    <w:rsid w:val="0059035E"/>
    <w:rsid w:val="005E3A42"/>
    <w:rsid w:val="005E4D1C"/>
    <w:rsid w:val="00714439"/>
    <w:rsid w:val="0075573F"/>
    <w:rsid w:val="0075607A"/>
    <w:rsid w:val="00774AB7"/>
    <w:rsid w:val="007863E3"/>
    <w:rsid w:val="0079061C"/>
    <w:rsid w:val="007B0ED7"/>
    <w:rsid w:val="007B1C2B"/>
    <w:rsid w:val="007F504C"/>
    <w:rsid w:val="00826B79"/>
    <w:rsid w:val="008326A6"/>
    <w:rsid w:val="00833162"/>
    <w:rsid w:val="008870CE"/>
    <w:rsid w:val="0089439D"/>
    <w:rsid w:val="008B5210"/>
    <w:rsid w:val="008D4052"/>
    <w:rsid w:val="00943766"/>
    <w:rsid w:val="00945BC7"/>
    <w:rsid w:val="00976568"/>
    <w:rsid w:val="009933EA"/>
    <w:rsid w:val="009A3351"/>
    <w:rsid w:val="00A125B3"/>
    <w:rsid w:val="00A32590"/>
    <w:rsid w:val="00A471BF"/>
    <w:rsid w:val="00A55680"/>
    <w:rsid w:val="00A57B32"/>
    <w:rsid w:val="00A75D2A"/>
    <w:rsid w:val="00AA491B"/>
    <w:rsid w:val="00AD2B90"/>
    <w:rsid w:val="00AF049B"/>
    <w:rsid w:val="00AF71ED"/>
    <w:rsid w:val="00AF7D9F"/>
    <w:rsid w:val="00B25076"/>
    <w:rsid w:val="00B41ED8"/>
    <w:rsid w:val="00BB1812"/>
    <w:rsid w:val="00BB7ACD"/>
    <w:rsid w:val="00BC0F47"/>
    <w:rsid w:val="00BD0D76"/>
    <w:rsid w:val="00BD7A55"/>
    <w:rsid w:val="00BF0A32"/>
    <w:rsid w:val="00BF6BC8"/>
    <w:rsid w:val="00C00743"/>
    <w:rsid w:val="00C31F03"/>
    <w:rsid w:val="00C37921"/>
    <w:rsid w:val="00C400F5"/>
    <w:rsid w:val="00C43736"/>
    <w:rsid w:val="00C917E4"/>
    <w:rsid w:val="00CC60EF"/>
    <w:rsid w:val="00CC66C0"/>
    <w:rsid w:val="00CD6F13"/>
    <w:rsid w:val="00CF03EC"/>
    <w:rsid w:val="00D0213B"/>
    <w:rsid w:val="00D4108E"/>
    <w:rsid w:val="00D51AE4"/>
    <w:rsid w:val="00DC4787"/>
    <w:rsid w:val="00DF4ED2"/>
    <w:rsid w:val="00DF642C"/>
    <w:rsid w:val="00E05F37"/>
    <w:rsid w:val="00E135F5"/>
    <w:rsid w:val="00E23895"/>
    <w:rsid w:val="00E536B3"/>
    <w:rsid w:val="00E64E3C"/>
    <w:rsid w:val="00E7617B"/>
    <w:rsid w:val="00E94F64"/>
    <w:rsid w:val="00EE7BDB"/>
    <w:rsid w:val="00F071C9"/>
    <w:rsid w:val="00F467EE"/>
    <w:rsid w:val="00F57BB6"/>
    <w:rsid w:val="00F57D13"/>
    <w:rsid w:val="00F670EE"/>
    <w:rsid w:val="00F82CD4"/>
    <w:rsid w:val="00F85014"/>
    <w:rsid w:val="00FA217A"/>
    <w:rsid w:val="00FD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40BA25F-CA04-4E89-A08D-582A0119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17A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F049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50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507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A2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217A"/>
    <w:rPr>
      <w:color w:val="0000FF"/>
      <w:u w:val="single"/>
    </w:rPr>
  </w:style>
  <w:style w:type="paragraph" w:styleId="NormalWeb">
    <w:name w:val="Normal (Web)"/>
    <w:basedOn w:val="Normal"/>
    <w:rsid w:val="00FA217A"/>
    <w:pPr>
      <w:spacing w:before="100" w:beforeAutospacing="1" w:after="100" w:afterAutospacing="1"/>
    </w:pPr>
  </w:style>
  <w:style w:type="character" w:customStyle="1" w:styleId="FooterChar">
    <w:name w:val="Footer Char"/>
    <w:link w:val="Footer"/>
    <w:uiPriority w:val="99"/>
    <w:rsid w:val="00BC0F47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F071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71C9"/>
    <w:rPr>
      <w:rFonts w:ascii="Tahoma" w:hAnsi="Tahoma" w:cs="Tahoma"/>
      <w:sz w:val="16"/>
      <w:szCs w:val="16"/>
      <w:lang w:val="en-GB" w:eastAsia="en-GB"/>
    </w:rPr>
  </w:style>
  <w:style w:type="character" w:styleId="FollowedHyperlink">
    <w:name w:val="FollowedHyperlink"/>
    <w:rsid w:val="00F82CD4"/>
    <w:rPr>
      <w:color w:val="800080"/>
      <w:u w:val="single"/>
    </w:rPr>
  </w:style>
  <w:style w:type="character" w:customStyle="1" w:styleId="HeaderChar">
    <w:name w:val="Header Char"/>
    <w:link w:val="Header"/>
    <w:uiPriority w:val="99"/>
    <w:rsid w:val="00AD2B90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rsid w:val="00AF049B"/>
    <w:rPr>
      <w:rFonts w:ascii="Cambria" w:eastAsia="Times New Roman" w:hAnsi="Cambria" w:cs="Times New Roman"/>
      <w:b/>
      <w:bCs/>
      <w:color w:val="365F91"/>
      <w:sz w:val="28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6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9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va.co.nz/resources/lets-get-real---real-skills-plus-seitapu---working-with-pacific-peoples-le-va" TargetMode="External"/><Relationship Id="rId18" Type="http://schemas.openxmlformats.org/officeDocument/2006/relationships/hyperlink" Target="https://teara.govt.nz/en/pacific-churches-in-new-zealand/page-1" TargetMode="External"/><Relationship Id="rId26" Type="http://schemas.openxmlformats.org/officeDocument/2006/relationships/image" Target="media/image4.png"/><Relationship Id="rId39" Type="http://schemas.openxmlformats.org/officeDocument/2006/relationships/image" Target="media/image60.png"/><Relationship Id="rId21" Type="http://schemas.openxmlformats.org/officeDocument/2006/relationships/hyperlink" Target="https://www.leva.co.nz/training-education/engaging-pasifika" TargetMode="External"/><Relationship Id="rId34" Type="http://schemas.openxmlformats.org/officeDocument/2006/relationships/image" Target="media/image12.png"/><Relationship Id="rId42" Type="http://schemas.openxmlformats.org/officeDocument/2006/relationships/image" Target="media/image90.png"/><Relationship Id="rId47" Type="http://schemas.openxmlformats.org/officeDocument/2006/relationships/hyperlink" Target="http://www.hdc.org.nz/the-act--code/the-code-of-rights/listen-to-your-rights-in-different-languages" TargetMode="External"/><Relationship Id="rId50" Type="http://schemas.openxmlformats.org/officeDocument/2006/relationships/hyperlink" Target="http://www.hdc.org.nz/the-act--code/the-code-of-rights/listen-to-your-rights-in-different-languages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oh.govt.nz/moh.nsf/Files/pacifichealth/$file/Lalaga-Jun2010.pdf" TargetMode="External"/><Relationship Id="rId17" Type="http://schemas.openxmlformats.org/officeDocument/2006/relationships/hyperlink" Target="http://www.adhb.govt.nz/planningandfunding/pacific%20health.htm" TargetMode="External"/><Relationship Id="rId25" Type="http://schemas.openxmlformats.org/officeDocument/2006/relationships/image" Target="media/image3.png"/><Relationship Id="rId33" Type="http://schemas.openxmlformats.org/officeDocument/2006/relationships/image" Target="media/image11.png"/><Relationship Id="rId38" Type="http://schemas.openxmlformats.org/officeDocument/2006/relationships/image" Target="media/image50.png"/><Relationship Id="rId46" Type="http://schemas.openxmlformats.org/officeDocument/2006/relationships/hyperlink" Target="http://www.hauora.co.nz/resources/Fonofalemodelexplanation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ealthpoint.co.nz/specialists/mental-health/waitemata-dhb-pacific-mental-health-addictions/" TargetMode="External"/><Relationship Id="rId20" Type="http://schemas.openxmlformats.org/officeDocument/2006/relationships/hyperlink" Target="http://www.watis.org.nz/info/index.php" TargetMode="External"/><Relationship Id="rId29" Type="http://schemas.openxmlformats.org/officeDocument/2006/relationships/image" Target="media/image7.png"/><Relationship Id="rId41" Type="http://schemas.openxmlformats.org/officeDocument/2006/relationships/image" Target="media/image80.pn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h.govt.nz/notebook/nbbooks.nsf/0/ca1ad1f6e5015a82cc2574490074b4c9/$FILE/pacific-peoples-mental-health-feb08.pdf" TargetMode="External"/><Relationship Id="rId24" Type="http://schemas.openxmlformats.org/officeDocument/2006/relationships/image" Target="media/image2.png"/><Relationship Id="rId32" Type="http://schemas.openxmlformats.org/officeDocument/2006/relationships/image" Target="media/image10.png"/><Relationship Id="rId37" Type="http://schemas.openxmlformats.org/officeDocument/2006/relationships/image" Target="media/image40.png"/><Relationship Id="rId40" Type="http://schemas.openxmlformats.org/officeDocument/2006/relationships/image" Target="media/image70.png"/><Relationship Id="rId45" Type="http://schemas.openxmlformats.org/officeDocument/2006/relationships/image" Target="media/image120.png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leva.co.nz/about/matua-council" TargetMode="External"/><Relationship Id="rId23" Type="http://schemas.openxmlformats.org/officeDocument/2006/relationships/image" Target="media/image1.png"/><Relationship Id="rId28" Type="http://schemas.openxmlformats.org/officeDocument/2006/relationships/image" Target="media/image6.png"/><Relationship Id="rId36" Type="http://schemas.openxmlformats.org/officeDocument/2006/relationships/image" Target="media/image30.png"/><Relationship Id="rId49" Type="http://schemas.openxmlformats.org/officeDocument/2006/relationships/hyperlink" Target="http://www.hauora.co.nz/resources/Fonofalemodelexplanation.pdf" TargetMode="External"/><Relationship Id="rId10" Type="http://schemas.openxmlformats.org/officeDocument/2006/relationships/hyperlink" Target="http://www.hauora.co.nz/resources/Pacifichealthpromotion.pdf" TargetMode="External"/><Relationship Id="rId19" Type="http://schemas.openxmlformats.org/officeDocument/2006/relationships/hyperlink" Target="https://www.leva.co.nz/training-education/engaging-pasifika" TargetMode="External"/><Relationship Id="rId31" Type="http://schemas.openxmlformats.org/officeDocument/2006/relationships/image" Target="media/image9.png"/><Relationship Id="rId44" Type="http://schemas.openxmlformats.org/officeDocument/2006/relationships/image" Target="media/image110.png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tworknorth.org.nz/file/Resources/cultural-practice-lo-res.pdf" TargetMode="External"/><Relationship Id="rId14" Type="http://schemas.openxmlformats.org/officeDocument/2006/relationships/hyperlink" Target="http://www.health.govt.nz/system/files/documents/pages/81341-2008-nzs-health-and-disability-services-core.pdf" TargetMode="External"/><Relationship Id="rId22" Type="http://schemas.openxmlformats.org/officeDocument/2006/relationships/hyperlink" Target="http://www.watis.org.nz/info/index.php" TargetMode="External"/><Relationship Id="rId27" Type="http://schemas.openxmlformats.org/officeDocument/2006/relationships/image" Target="media/image5.png"/><Relationship Id="rId30" Type="http://schemas.openxmlformats.org/officeDocument/2006/relationships/image" Target="media/image8.png"/><Relationship Id="rId35" Type="http://schemas.openxmlformats.org/officeDocument/2006/relationships/image" Target="media/image20.png"/><Relationship Id="rId43" Type="http://schemas.openxmlformats.org/officeDocument/2006/relationships/image" Target="media/image100.png"/><Relationship Id="rId48" Type="http://schemas.openxmlformats.org/officeDocument/2006/relationships/hyperlink" Target="http://www.hdc.org.nz/publications/other-publications-from-hdc/articles/2000/advocacy---here-to-help" TargetMode="External"/><Relationship Id="rId8" Type="http://schemas.openxmlformats.org/officeDocument/2006/relationships/hyperlink" Target="http://www.hauora.co.nz/resources/Fonofalemodelexplanation.pdf" TargetMode="External"/><Relationship Id="rId51" Type="http://schemas.openxmlformats.org/officeDocument/2006/relationships/hyperlink" Target="http://www.hdc.org.nz/publications/other-publications-from-hdc/articles/2000/advocacy---here-to-help" TargetMode="External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jobqueriesAugust10\fairleigh\DOCUM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EA97C-9C60-4A83-B33E-CCB9A975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 TEMPLATE</Template>
  <TotalTime>0</TotalTime>
  <Pages>3</Pages>
  <Words>150</Words>
  <Characters>2386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Absolute Quality</Company>
  <LinksUpToDate>false</LinksUpToDate>
  <CharactersWithSpaces>2531</CharactersWithSpaces>
  <SharedDoc>false</SharedDoc>
  <HLinks>
    <vt:vector size="108" baseType="variant">
      <vt:variant>
        <vt:i4>131097</vt:i4>
      </vt:variant>
      <vt:variant>
        <vt:i4>36</vt:i4>
      </vt:variant>
      <vt:variant>
        <vt:i4>0</vt:i4>
      </vt:variant>
      <vt:variant>
        <vt:i4>5</vt:i4>
      </vt:variant>
      <vt:variant>
        <vt:lpwstr>http://www.otago.ac.nz/pacific/community/</vt:lpwstr>
      </vt:variant>
      <vt:variant>
        <vt:lpwstr/>
      </vt:variant>
      <vt:variant>
        <vt:i4>3407980</vt:i4>
      </vt:variant>
      <vt:variant>
        <vt:i4>33</vt:i4>
      </vt:variant>
      <vt:variant>
        <vt:i4>0</vt:i4>
      </vt:variant>
      <vt:variant>
        <vt:i4>5</vt:i4>
      </vt:variant>
      <vt:variant>
        <vt:lpwstr>http://www.nzchurchnet.co.nz/Auckland-Churches.html</vt:lpwstr>
      </vt:variant>
      <vt:variant>
        <vt:lpwstr/>
      </vt:variant>
      <vt:variant>
        <vt:i4>196639</vt:i4>
      </vt:variant>
      <vt:variant>
        <vt:i4>30</vt:i4>
      </vt:variant>
      <vt:variant>
        <vt:i4>0</vt:i4>
      </vt:variant>
      <vt:variant>
        <vt:i4>5</vt:i4>
      </vt:variant>
      <vt:variant>
        <vt:lpwstr>http://www.adhb.govt.nz/planningandfunding/pacific health.htm</vt:lpwstr>
      </vt:variant>
      <vt:variant>
        <vt:lpwstr/>
      </vt:variant>
      <vt:variant>
        <vt:i4>3801151</vt:i4>
      </vt:variant>
      <vt:variant>
        <vt:i4>27</vt:i4>
      </vt:variant>
      <vt:variant>
        <vt:i4>0</vt:i4>
      </vt:variant>
      <vt:variant>
        <vt:i4>5</vt:i4>
      </vt:variant>
      <vt:variant>
        <vt:lpwstr>http://www.healthpoint.co.nz/specialists/mental-health/waitemata-dhb-pacific-mental-health-addictions/</vt:lpwstr>
      </vt:variant>
      <vt:variant>
        <vt:lpwstr/>
      </vt:variant>
      <vt:variant>
        <vt:i4>2949240</vt:i4>
      </vt:variant>
      <vt:variant>
        <vt:i4>24</vt:i4>
      </vt:variant>
      <vt:variant>
        <vt:i4>0</vt:i4>
      </vt:variant>
      <vt:variant>
        <vt:i4>5</vt:i4>
      </vt:variant>
      <vt:variant>
        <vt:lpwstr>http://countiesmanukau.health.nz/Funded-Services/Pacific-Health/default.htm</vt:lpwstr>
      </vt:variant>
      <vt:variant>
        <vt:lpwstr/>
      </vt:variant>
      <vt:variant>
        <vt:i4>4718614</vt:i4>
      </vt:variant>
      <vt:variant>
        <vt:i4>21</vt:i4>
      </vt:variant>
      <vt:variant>
        <vt:i4>0</vt:i4>
      </vt:variant>
      <vt:variant>
        <vt:i4>5</vt:i4>
      </vt:variant>
      <vt:variant>
        <vt:lpwstr>../Recognition and Respect of Culture, Values and Beliefs</vt:lpwstr>
      </vt:variant>
      <vt:variant>
        <vt:lpwstr/>
      </vt:variant>
      <vt:variant>
        <vt:i4>1441815</vt:i4>
      </vt:variant>
      <vt:variant>
        <vt:i4>18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  <vt:variant>
        <vt:i4>8192032</vt:i4>
      </vt:variant>
      <vt:variant>
        <vt:i4>15</vt:i4>
      </vt:variant>
      <vt:variant>
        <vt:i4>0</vt:i4>
      </vt:variant>
      <vt:variant>
        <vt:i4>5</vt:i4>
      </vt:variant>
      <vt:variant>
        <vt:lpwstr>http://www.networknorth.org.nz/file/Resources/cultural-practice-lo-res.pdf</vt:lpwstr>
      </vt:variant>
      <vt:variant>
        <vt:lpwstr/>
      </vt:variant>
      <vt:variant>
        <vt:i4>3539062</vt:i4>
      </vt:variant>
      <vt:variant>
        <vt:i4>12</vt:i4>
      </vt:variant>
      <vt:variant>
        <vt:i4>0</vt:i4>
      </vt:variant>
      <vt:variant>
        <vt:i4>5</vt:i4>
      </vt:variant>
      <vt:variant>
        <vt:lpwstr>http://www.moh.govt.nz/moh.nsf/Files/pacifichealth/$file/Lalaga-Jun2010.pdf</vt:lpwstr>
      </vt:variant>
      <vt:variant>
        <vt:lpwstr/>
      </vt:variant>
      <vt:variant>
        <vt:i4>5242904</vt:i4>
      </vt:variant>
      <vt:variant>
        <vt:i4>9</vt:i4>
      </vt:variant>
      <vt:variant>
        <vt:i4>0</vt:i4>
      </vt:variant>
      <vt:variant>
        <vt:i4>5</vt:i4>
      </vt:variant>
      <vt:variant>
        <vt:lpwstr>http://www.moh.govt.nz/notebook/nbbooks.nsf/0/ca1ad1f6e5015a82cc2574490074b4c9/$FILE/pacific-peoples-mental-health-feb08.pdf</vt:lpwstr>
      </vt:variant>
      <vt:variant>
        <vt:lpwstr/>
      </vt:variant>
      <vt:variant>
        <vt:i4>8126496</vt:i4>
      </vt:variant>
      <vt:variant>
        <vt:i4>6</vt:i4>
      </vt:variant>
      <vt:variant>
        <vt:i4>0</vt:i4>
      </vt:variant>
      <vt:variant>
        <vt:i4>5</vt:i4>
      </vt:variant>
      <vt:variant>
        <vt:lpwstr>http://www.hauora.co.nz/resources/Fonofalemodelexplanation.pdf</vt:lpwstr>
      </vt:variant>
      <vt:variant>
        <vt:lpwstr/>
      </vt:variant>
      <vt:variant>
        <vt:i4>720981</vt:i4>
      </vt:variant>
      <vt:variant>
        <vt:i4>3</vt:i4>
      </vt:variant>
      <vt:variant>
        <vt:i4>0</vt:i4>
      </vt:variant>
      <vt:variant>
        <vt:i4>5</vt:i4>
      </vt:variant>
      <vt:variant>
        <vt:lpwstr>http://www.hauora.co.nz/resources/Pacifichealthpromotion.pdf</vt:lpwstr>
      </vt:variant>
      <vt:variant>
        <vt:lpwstr/>
      </vt:variant>
      <vt:variant>
        <vt:i4>88</vt:i4>
      </vt:variant>
      <vt:variant>
        <vt:i4>0</vt:i4>
      </vt:variant>
      <vt:variant>
        <vt:i4>0</vt:i4>
      </vt:variant>
      <vt:variant>
        <vt:i4>5</vt:i4>
      </vt:variant>
      <vt:variant>
        <vt:lpwstr>http://www.tepou.co.nz/library/tepou/lets-get-real---real-skills-plus-seitapu---working-with-pacific-peoples</vt:lpwstr>
      </vt:variant>
      <vt:variant>
        <vt:lpwstr/>
      </vt:variant>
      <vt:variant>
        <vt:i4>5046276</vt:i4>
      </vt:variant>
      <vt:variant>
        <vt:i4>12</vt:i4>
      </vt:variant>
      <vt:variant>
        <vt:i4>0</vt:i4>
      </vt:variant>
      <vt:variant>
        <vt:i4>5</vt:i4>
      </vt:variant>
      <vt:variant>
        <vt:lpwstr>http://www.hdc.org.nz/publications/other-publications-from-hdc/articles/2000/advocacy---here-to-help</vt:lpwstr>
      </vt:variant>
      <vt:variant>
        <vt:lpwstr/>
      </vt:variant>
      <vt:variant>
        <vt:i4>2490495</vt:i4>
      </vt:variant>
      <vt:variant>
        <vt:i4>9</vt:i4>
      </vt:variant>
      <vt:variant>
        <vt:i4>0</vt:i4>
      </vt:variant>
      <vt:variant>
        <vt:i4>5</vt:i4>
      </vt:variant>
      <vt:variant>
        <vt:lpwstr>http://www.hdc.org.nz/the-act--code/the-code-of-rights/listen-to-your-rights-in-different-languages</vt:lpwstr>
      </vt:variant>
      <vt:variant>
        <vt:lpwstr/>
      </vt:variant>
      <vt:variant>
        <vt:i4>8126496</vt:i4>
      </vt:variant>
      <vt:variant>
        <vt:i4>6</vt:i4>
      </vt:variant>
      <vt:variant>
        <vt:i4>0</vt:i4>
      </vt:variant>
      <vt:variant>
        <vt:i4>5</vt:i4>
      </vt:variant>
      <vt:variant>
        <vt:lpwstr>http://www.hauora.co.nz/resources/Fonofalemodelexplanation.pdf</vt:lpwstr>
      </vt:variant>
      <vt:variant>
        <vt:lpwstr/>
      </vt:variant>
      <vt:variant>
        <vt:i4>6684733</vt:i4>
      </vt:variant>
      <vt:variant>
        <vt:i4>3</vt:i4>
      </vt:variant>
      <vt:variant>
        <vt:i4>0</vt:i4>
      </vt:variant>
      <vt:variant>
        <vt:i4>5</vt:i4>
      </vt:variant>
      <vt:variant>
        <vt:lpwstr>http://www.watis.org.nz/info/index.php</vt:lpwstr>
      </vt:variant>
      <vt:variant>
        <vt:lpwstr/>
      </vt:variant>
      <vt:variant>
        <vt:i4>5898321</vt:i4>
      </vt:variant>
      <vt:variant>
        <vt:i4>0</vt:i4>
      </vt:variant>
      <vt:variant>
        <vt:i4>0</vt:i4>
      </vt:variant>
      <vt:variant>
        <vt:i4>5</vt:i4>
      </vt:variant>
      <vt:variant>
        <vt:lpwstr>http://countiesmanukau.health.nz/Funded-Services/Pacific-Health/docs/cultural-competencies-framework.pdf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Sue Erby</cp:lastModifiedBy>
  <cp:revision>2</cp:revision>
  <cp:lastPrinted>1900-12-31T12:00:00Z</cp:lastPrinted>
  <dcterms:created xsi:type="dcterms:W3CDTF">2017-07-03T02:28:00Z</dcterms:created>
  <dcterms:modified xsi:type="dcterms:W3CDTF">2017-07-03T02:28:00Z</dcterms:modified>
</cp:coreProperties>
</file>