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5806"/>
      </w:tblGrid>
      <w:tr w:rsidR="00F6205B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F6205B" w:rsidRPr="0030444A" w:rsidRDefault="00F6205B">
            <w:pPr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30444A">
              <w:rPr>
                <w:rFonts w:ascii="Calibri" w:hAnsi="Calibri" w:cs="Calibri"/>
                <w:b/>
              </w:rPr>
              <w:t>Summary</w:t>
            </w: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8F722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Summarise </w:t>
            </w:r>
            <w:r w:rsidR="00F6205B" w:rsidRPr="0030444A">
              <w:rPr>
                <w:rFonts w:ascii="Calibri" w:hAnsi="Calibri" w:cs="Calibri"/>
                <w:sz w:val="22"/>
                <w:szCs w:val="22"/>
              </w:rPr>
              <w:t>the Event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Summary of root causes</w:t>
            </w:r>
            <w:r w:rsidR="008F722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Summary of actions</w:t>
            </w:r>
            <w:r w:rsidR="008F722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F6205B" w:rsidRPr="0030444A" w:rsidRDefault="00F6205B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t>Introduction</w:t>
            </w: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 w:rsidP="008F722A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 xml:space="preserve">Brief background description of the event and its </w:t>
            </w:r>
            <w:r w:rsidR="008F722A">
              <w:rPr>
                <w:rFonts w:ascii="Calibri" w:hAnsi="Calibri" w:cs="Calibri"/>
                <w:sz w:val="22"/>
                <w:szCs w:val="22"/>
              </w:rPr>
              <w:t xml:space="preserve">outcomes. </w:t>
            </w:r>
            <w:r w:rsidR="008652A4">
              <w:rPr>
                <w:rFonts w:ascii="Calibri" w:hAnsi="Calibri" w:cs="Calibri"/>
                <w:sz w:val="22"/>
                <w:szCs w:val="22"/>
              </w:rPr>
              <w:t xml:space="preserve">Include </w:t>
            </w:r>
            <w:r w:rsidR="008652A4" w:rsidRPr="0030444A">
              <w:rPr>
                <w:rFonts w:ascii="Calibri" w:hAnsi="Calibri" w:cs="Calibri"/>
                <w:sz w:val="22"/>
                <w:szCs w:val="22"/>
              </w:rPr>
              <w:t>a</w:t>
            </w:r>
            <w:r w:rsidRPr="0030444A">
              <w:rPr>
                <w:rFonts w:ascii="Calibri" w:hAnsi="Calibri" w:cs="Calibri"/>
                <w:sz w:val="22"/>
                <w:szCs w:val="22"/>
              </w:rPr>
              <w:t xml:space="preserve"> statement regarding the team assigned to conduct the investigation</w:t>
            </w:r>
            <w:r w:rsidR="005E45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Description of the scope of the investigation, its purpose, timeframe, methodologies employed in conduction the investigation and the findings.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F6205B" w:rsidRPr="0030444A" w:rsidRDefault="00F6205B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t>Analysis and Findings</w:t>
            </w: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Factual description of the event, including chronology and responses.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Brief descriptions and results of the analyses that were conducted.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F6205B" w:rsidRPr="0030444A" w:rsidRDefault="00F6205B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t>Recommendations</w:t>
            </w: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Root causes are identified and rationale for selecting the root causes</w:t>
            </w:r>
            <w:r w:rsidR="00C365D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Those</w:t>
            </w:r>
            <w:r w:rsidR="006C34A4" w:rsidRPr="0030444A">
              <w:rPr>
                <w:rFonts w:ascii="Calibri" w:hAnsi="Calibri" w:cs="Calibri"/>
                <w:sz w:val="22"/>
                <w:szCs w:val="22"/>
              </w:rPr>
              <w:t xml:space="preserve"> not dealt with</w:t>
            </w:r>
            <w:r w:rsidR="00C365D7">
              <w:rPr>
                <w:rFonts w:ascii="Calibri" w:hAnsi="Calibri" w:cs="Calibri"/>
                <w:sz w:val="22"/>
                <w:szCs w:val="22"/>
              </w:rPr>
              <w:t>:</w:t>
            </w:r>
            <w:r w:rsidR="006C34A4" w:rsidRPr="003044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0444A">
              <w:rPr>
                <w:rFonts w:ascii="Calibri" w:hAnsi="Calibri" w:cs="Calibri"/>
                <w:sz w:val="22"/>
                <w:szCs w:val="22"/>
              </w:rPr>
              <w:t xml:space="preserve"> residual risk</w:t>
            </w:r>
            <w:r w:rsidR="00C365D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Proposed corrective actions. Correlate solutions with root causes to which they apply – who-what-when</w:t>
            </w:r>
            <w:r w:rsidR="004B468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F6205B" w:rsidRPr="001D6909" w:rsidTr="00015270">
        <w:tc>
          <w:tcPr>
            <w:tcW w:w="2490" w:type="dxa"/>
            <w:shd w:val="clear" w:color="auto" w:fill="auto"/>
          </w:tcPr>
          <w:p w:rsidR="00F6205B" w:rsidRPr="0030444A" w:rsidRDefault="006C34A4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Rationale for choice of corrective action</w:t>
            </w:r>
            <w:r w:rsidR="004B468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F6205B" w:rsidRPr="0030444A" w:rsidRDefault="00F6205B">
            <w:pPr>
              <w:rPr>
                <w:rFonts w:ascii="Calibri" w:hAnsi="Calibri" w:cs="Calibri"/>
              </w:rPr>
            </w:pPr>
          </w:p>
        </w:tc>
      </w:tr>
      <w:tr w:rsidR="006C34A4" w:rsidRPr="001D6909" w:rsidTr="00015270">
        <w:tc>
          <w:tcPr>
            <w:tcW w:w="2490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Plans for evaluating the effectiveness of corrective actions, eliminating, minimising and isolating the root cause</w:t>
            </w:r>
            <w:r w:rsidR="00C365D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CC5193" w:rsidRPr="0030444A" w:rsidRDefault="00CC519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C5193" w:rsidRPr="0030444A" w:rsidRDefault="00CC51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6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</w:rPr>
            </w:pPr>
          </w:p>
        </w:tc>
      </w:tr>
      <w:tr w:rsidR="006C34A4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6C34A4" w:rsidRPr="0030444A" w:rsidRDefault="006C34A4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lastRenderedPageBreak/>
              <w:t>Learning Points</w:t>
            </w:r>
          </w:p>
        </w:tc>
      </w:tr>
      <w:tr w:rsidR="006C34A4" w:rsidRPr="001D6909" w:rsidTr="00015270">
        <w:tc>
          <w:tcPr>
            <w:tcW w:w="2490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Listing of leaning points that need to be passed on to staff.</w:t>
            </w:r>
          </w:p>
        </w:tc>
        <w:tc>
          <w:tcPr>
            <w:tcW w:w="5806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</w:rPr>
            </w:pPr>
          </w:p>
        </w:tc>
      </w:tr>
      <w:tr w:rsidR="006C34A4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6C34A4" w:rsidRPr="0030444A" w:rsidRDefault="006C34A4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t>Residual Risks</w:t>
            </w:r>
          </w:p>
        </w:tc>
      </w:tr>
      <w:tr w:rsidR="006C34A4" w:rsidRPr="001D6909" w:rsidTr="00015270">
        <w:tc>
          <w:tcPr>
            <w:tcW w:w="2490" w:type="dxa"/>
            <w:shd w:val="clear" w:color="auto" w:fill="auto"/>
          </w:tcPr>
          <w:p w:rsidR="006C34A4" w:rsidRPr="0030444A" w:rsidRDefault="006C34A4" w:rsidP="004B468A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 xml:space="preserve">Where the root causes are </w:t>
            </w:r>
            <w:r w:rsidR="004B468A" w:rsidRPr="0030444A">
              <w:rPr>
                <w:rFonts w:ascii="Calibri" w:hAnsi="Calibri" w:cs="Calibri"/>
                <w:sz w:val="22"/>
                <w:szCs w:val="22"/>
              </w:rPr>
              <w:t>not addressed</w:t>
            </w:r>
            <w:r w:rsidRPr="0030444A">
              <w:rPr>
                <w:rFonts w:ascii="Calibri" w:hAnsi="Calibri" w:cs="Calibri"/>
                <w:sz w:val="22"/>
                <w:szCs w:val="22"/>
              </w:rPr>
              <w:t xml:space="preserve"> or there is outstanding risk</w:t>
            </w:r>
            <w:r w:rsidR="004B468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</w:rPr>
            </w:pPr>
          </w:p>
        </w:tc>
      </w:tr>
      <w:tr w:rsidR="006C34A4" w:rsidRPr="001D6909" w:rsidTr="00015270">
        <w:tc>
          <w:tcPr>
            <w:tcW w:w="2490" w:type="dxa"/>
            <w:shd w:val="clear" w:color="auto" w:fill="auto"/>
          </w:tcPr>
          <w:p w:rsidR="006C34A4" w:rsidRPr="0030444A" w:rsidRDefault="00B24CDA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Likelihood of recurrence</w:t>
            </w:r>
          </w:p>
        </w:tc>
        <w:tc>
          <w:tcPr>
            <w:tcW w:w="5806" w:type="dxa"/>
            <w:shd w:val="clear" w:color="auto" w:fill="auto"/>
          </w:tcPr>
          <w:p w:rsidR="006C34A4" w:rsidRPr="0030444A" w:rsidRDefault="006C34A4">
            <w:pPr>
              <w:rPr>
                <w:rFonts w:ascii="Calibri" w:hAnsi="Calibri" w:cs="Calibri"/>
              </w:rPr>
            </w:pPr>
          </w:p>
        </w:tc>
      </w:tr>
      <w:tr w:rsidR="00B24CDA" w:rsidRPr="001D6909" w:rsidTr="00015270">
        <w:tc>
          <w:tcPr>
            <w:tcW w:w="2490" w:type="dxa"/>
            <w:shd w:val="clear" w:color="auto" w:fill="auto"/>
          </w:tcPr>
          <w:p w:rsidR="00B24CDA" w:rsidRPr="0030444A" w:rsidRDefault="00B24CDA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Consequences of recurrence</w:t>
            </w:r>
          </w:p>
        </w:tc>
        <w:tc>
          <w:tcPr>
            <w:tcW w:w="5806" w:type="dxa"/>
            <w:shd w:val="clear" w:color="auto" w:fill="auto"/>
          </w:tcPr>
          <w:p w:rsidR="00B24CDA" w:rsidRPr="0030444A" w:rsidRDefault="00B24CDA">
            <w:pPr>
              <w:rPr>
                <w:rFonts w:ascii="Calibri" w:hAnsi="Calibri" w:cs="Calibri"/>
              </w:rPr>
            </w:pPr>
          </w:p>
        </w:tc>
      </w:tr>
      <w:tr w:rsidR="00B24CDA" w:rsidRPr="001D6909" w:rsidTr="00015270">
        <w:tc>
          <w:tcPr>
            <w:tcW w:w="2490" w:type="dxa"/>
            <w:shd w:val="clear" w:color="auto" w:fill="auto"/>
          </w:tcPr>
          <w:p w:rsidR="00B24CDA" w:rsidRPr="0030444A" w:rsidRDefault="004B468A" w:rsidP="004B468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How to c</w:t>
            </w:r>
            <w:r w:rsidR="00B24CDA" w:rsidRPr="0030444A">
              <w:rPr>
                <w:rFonts w:ascii="Calibri" w:hAnsi="Calibri" w:cs="Calibri"/>
                <w:sz w:val="22"/>
                <w:szCs w:val="22"/>
              </w:rPr>
              <w:t>ontrol effectiveness if recommended actions are taken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:rsidR="00B24CDA" w:rsidRPr="0030444A" w:rsidRDefault="00B24CDA">
            <w:pPr>
              <w:rPr>
                <w:rFonts w:ascii="Calibri" w:hAnsi="Calibri" w:cs="Calibri"/>
              </w:rPr>
            </w:pPr>
          </w:p>
        </w:tc>
      </w:tr>
      <w:tr w:rsidR="00B24CDA" w:rsidRPr="001D6909" w:rsidTr="00015270">
        <w:tc>
          <w:tcPr>
            <w:tcW w:w="8296" w:type="dxa"/>
            <w:gridSpan w:val="2"/>
            <w:shd w:val="clear" w:color="auto" w:fill="D9D9D9" w:themeFill="background1" w:themeFillShade="D9"/>
          </w:tcPr>
          <w:p w:rsidR="00B24CDA" w:rsidRPr="0030444A" w:rsidRDefault="00B24CDA">
            <w:pPr>
              <w:rPr>
                <w:rFonts w:ascii="Calibri" w:hAnsi="Calibri" w:cs="Calibri"/>
                <w:b/>
              </w:rPr>
            </w:pPr>
            <w:r w:rsidRPr="0030444A">
              <w:rPr>
                <w:rFonts w:ascii="Calibri" w:hAnsi="Calibri" w:cs="Calibri"/>
                <w:b/>
              </w:rPr>
              <w:t>Attachments</w:t>
            </w:r>
          </w:p>
        </w:tc>
      </w:tr>
      <w:tr w:rsidR="00B24CDA" w:rsidRPr="001D6909" w:rsidTr="00015270">
        <w:tc>
          <w:tcPr>
            <w:tcW w:w="2490" w:type="dxa"/>
            <w:shd w:val="clear" w:color="auto" w:fill="auto"/>
          </w:tcPr>
          <w:p w:rsidR="00B24CDA" w:rsidRPr="0030444A" w:rsidRDefault="00B24CDA">
            <w:pPr>
              <w:rPr>
                <w:rFonts w:ascii="Calibri" w:hAnsi="Calibri" w:cs="Calibri"/>
                <w:sz w:val="22"/>
                <w:szCs w:val="22"/>
              </w:rPr>
            </w:pPr>
            <w:r w:rsidRPr="0030444A">
              <w:rPr>
                <w:rFonts w:ascii="Calibri" w:hAnsi="Calibri" w:cs="Calibri"/>
                <w:sz w:val="22"/>
                <w:szCs w:val="22"/>
              </w:rPr>
              <w:t>List all attachments and references to this report.</w:t>
            </w:r>
          </w:p>
        </w:tc>
        <w:tc>
          <w:tcPr>
            <w:tcW w:w="5806" w:type="dxa"/>
            <w:shd w:val="clear" w:color="auto" w:fill="auto"/>
          </w:tcPr>
          <w:p w:rsidR="00B24CDA" w:rsidRPr="0030444A" w:rsidRDefault="00B24CDA">
            <w:pPr>
              <w:rPr>
                <w:rFonts w:ascii="Calibri" w:hAnsi="Calibri" w:cs="Calibri"/>
              </w:rPr>
            </w:pPr>
          </w:p>
        </w:tc>
      </w:tr>
    </w:tbl>
    <w:p w:rsidR="00B24CDA" w:rsidRPr="0030444A" w:rsidRDefault="00B24CDA">
      <w:pPr>
        <w:rPr>
          <w:rFonts w:ascii="Calibri" w:hAnsi="Calibri" w:cs="Calibri"/>
        </w:rPr>
      </w:pPr>
    </w:p>
    <w:p w:rsidR="001D6909" w:rsidRPr="0030444A" w:rsidRDefault="001D6909">
      <w:pPr>
        <w:rPr>
          <w:rFonts w:ascii="Calibri" w:hAnsi="Calibri" w:cs="Calibri"/>
        </w:rPr>
      </w:pPr>
      <w:r w:rsidRPr="0030444A">
        <w:rPr>
          <w:rFonts w:ascii="Calibri" w:hAnsi="Calibri" w:cs="Calibri"/>
        </w:rPr>
        <w:t>This report was completed by: ____________________________________________</w:t>
      </w:r>
    </w:p>
    <w:p w:rsidR="001D6909" w:rsidRPr="0030444A" w:rsidRDefault="001D6909">
      <w:pPr>
        <w:rPr>
          <w:rFonts w:ascii="Calibri" w:hAnsi="Calibri" w:cs="Calibri"/>
        </w:rPr>
      </w:pPr>
    </w:p>
    <w:p w:rsidR="001D6909" w:rsidRPr="0030444A" w:rsidRDefault="001D6909">
      <w:pPr>
        <w:rPr>
          <w:rFonts w:ascii="Calibri" w:hAnsi="Calibri" w:cs="Calibri"/>
        </w:rPr>
      </w:pPr>
      <w:r w:rsidRPr="0030444A">
        <w:rPr>
          <w:rFonts w:ascii="Calibri" w:hAnsi="Calibri" w:cs="Calibri"/>
        </w:rPr>
        <w:t>Designation:</w:t>
      </w:r>
      <w:r w:rsidR="005E6584">
        <w:rPr>
          <w:rFonts w:ascii="Calibri" w:hAnsi="Calibri" w:cs="Calibri"/>
        </w:rPr>
        <w:t xml:space="preserve"> </w:t>
      </w:r>
      <w:r w:rsidRPr="0030444A">
        <w:rPr>
          <w:rFonts w:ascii="Calibri" w:hAnsi="Calibri" w:cs="Calibri"/>
        </w:rPr>
        <w:t>__________________________Date:     ____________________</w:t>
      </w:r>
    </w:p>
    <w:p w:rsidR="001D6909" w:rsidRPr="0030444A" w:rsidRDefault="001D6909">
      <w:pPr>
        <w:rPr>
          <w:rFonts w:ascii="Calibri" w:hAnsi="Calibri" w:cs="Calibri"/>
        </w:rPr>
      </w:pPr>
    </w:p>
    <w:p w:rsidR="001D6909" w:rsidRPr="0030444A" w:rsidRDefault="001D6909">
      <w:pPr>
        <w:rPr>
          <w:rFonts w:ascii="Calibri" w:hAnsi="Calibri" w:cs="Calibri"/>
        </w:rPr>
      </w:pPr>
      <w:r w:rsidRPr="0030444A">
        <w:rPr>
          <w:rFonts w:ascii="Calibri" w:hAnsi="Calibri" w:cs="Calibri"/>
        </w:rPr>
        <w:t>Signature:</w:t>
      </w:r>
      <w:r w:rsidR="005E6584">
        <w:rPr>
          <w:rFonts w:ascii="Calibri" w:hAnsi="Calibri" w:cs="Calibri"/>
        </w:rPr>
        <w:t xml:space="preserve"> </w:t>
      </w:r>
      <w:r w:rsidRPr="0030444A">
        <w:rPr>
          <w:rFonts w:ascii="Calibri" w:hAnsi="Calibri" w:cs="Calibri"/>
        </w:rPr>
        <w:t xml:space="preserve">______________________________                                        </w:t>
      </w:r>
    </w:p>
    <w:sectPr w:rsidR="001D6909" w:rsidRPr="0030444A" w:rsidSect="00A50682">
      <w:headerReference w:type="default" r:id="rId6"/>
      <w:footerReference w:type="default" r:id="rId7"/>
      <w:pgSz w:w="11906" w:h="16838"/>
      <w:pgMar w:top="1440" w:right="1800" w:bottom="1440" w:left="180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B7" w:rsidRDefault="004940B7">
      <w:r>
        <w:separator/>
      </w:r>
    </w:p>
  </w:endnote>
  <w:endnote w:type="continuationSeparator" w:id="0">
    <w:p w:rsidR="004940B7" w:rsidRDefault="0049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A50682" w:rsidRPr="00C910F0" w:rsidTr="00A5068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 xml:space="preserve">June </w:t>
          </w:r>
          <w:r w:rsidRPr="00C910F0">
            <w:rPr>
              <w:rFonts w:ascii="Calibri" w:hAnsi="Calibri" w:cs="Calibri"/>
              <w:sz w:val="20"/>
              <w:szCs w:val="20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GSHarnisch</w:t>
          </w:r>
        </w:p>
      </w:tc>
      <w:tc>
        <w:tcPr>
          <w:tcW w:w="862" w:type="dxa"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  <w:t xml:space="preserve">June </w:t>
          </w:r>
          <w:r w:rsidRPr="00C910F0">
            <w:rPr>
              <w:rFonts w:ascii="Calibri" w:hAnsi="Calibri" w:cs="Calibri"/>
              <w:sz w:val="20"/>
              <w:szCs w:val="20"/>
            </w:rPr>
            <w:t>2020</w:t>
          </w:r>
        </w:p>
      </w:tc>
      <w:tc>
        <w:tcPr>
          <w:tcW w:w="1560" w:type="dxa"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  <w:r w:rsidRPr="00C910F0">
            <w:rPr>
              <w:rFonts w:ascii="Calibri" w:hAnsi="Calibri" w:cs="Calibr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A50682" w:rsidRPr="00C910F0" w:rsidRDefault="00A50682" w:rsidP="00A50682">
          <w:pPr>
            <w:pStyle w:val="Footer"/>
            <w:rPr>
              <w:rFonts w:ascii="Calibri" w:hAnsi="Calibri" w:cs="Calibri"/>
              <w:b/>
              <w:sz w:val="20"/>
              <w:szCs w:val="20"/>
            </w:rPr>
          </w:pPr>
        </w:p>
      </w:tc>
    </w:tr>
  </w:tbl>
  <w:p w:rsidR="0093620C" w:rsidRPr="00C4669C" w:rsidRDefault="0093620C" w:rsidP="00C46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B7" w:rsidRDefault="004940B7">
      <w:r>
        <w:separator/>
      </w:r>
    </w:p>
  </w:footnote>
  <w:footnote w:type="continuationSeparator" w:id="0">
    <w:p w:rsidR="004940B7" w:rsidRDefault="00494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70" w:rsidRDefault="00015270" w:rsidP="00015270">
    <w:pPr>
      <w:pStyle w:val="Footer"/>
      <w:jc w:val="right"/>
    </w:pPr>
    <w:r>
      <w:rPr>
        <w:noProof/>
        <w:lang w:val="en-NZ"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FFA405" wp14:editId="16440400">
              <wp:simplePos x="0" y="0"/>
              <wp:positionH relativeFrom="column">
                <wp:posOffset>-634365</wp:posOffset>
              </wp:positionH>
              <wp:positionV relativeFrom="paragraph">
                <wp:posOffset>-122555</wp:posOffset>
              </wp:positionV>
              <wp:extent cx="1047750" cy="364490"/>
              <wp:effectExtent l="0" t="0" r="19050" b="1651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0682" w:rsidRPr="00E800A3" w:rsidRDefault="00A50682" w:rsidP="00A50682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E800A3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FFA4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9.95pt;margin-top:-9.65pt;width:82.5pt;height:2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akIgIAAEQ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">
              <v:textbox>
                <w:txbxContent>
                  <w:p w:rsidR="00A50682" w:rsidRPr="00E800A3" w:rsidRDefault="00A50682" w:rsidP="00A50682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E800A3">
                      <w:rPr>
                        <w:rFonts w:ascii="Calibri" w:hAnsi="Calibri" w:cs="Calibri"/>
                        <w:sz w:val="22"/>
                        <w:szCs w:val="22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8652A4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8652A4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</w:p>
  <w:p w:rsidR="00A50682" w:rsidRDefault="00A50682" w:rsidP="00A50682">
    <w:pPr>
      <w:pStyle w:val="Footer"/>
      <w:jc w:val="center"/>
    </w:pPr>
    <w:r>
      <w:rPr>
        <w:rFonts w:ascii="Calibri" w:hAnsi="Calibri" w:cs="Calibri"/>
        <w:b/>
        <w:sz w:val="28"/>
        <w:szCs w:val="28"/>
      </w:rPr>
      <w:t>S</w:t>
    </w:r>
    <w:r>
      <w:rPr>
        <w:rFonts w:ascii="Calibri" w:hAnsi="Calibri" w:cs="Calibri"/>
        <w:b/>
        <w:sz w:val="28"/>
        <w:szCs w:val="28"/>
      </w:rPr>
      <w:t>erious Incident Report</w:t>
    </w:r>
    <w:r w:rsidR="00015270">
      <w:rPr>
        <w:rFonts w:ascii="Calibri" w:hAnsi="Calibri" w:cs="Calibri"/>
        <w:b/>
        <w:sz w:val="28"/>
        <w:szCs w:val="28"/>
      </w:rPr>
      <w:t xml:space="preserve">                </w:t>
    </w:r>
  </w:p>
  <w:p w:rsidR="00A50682" w:rsidRDefault="00A506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93"/>
    <w:rsid w:val="00015270"/>
    <w:rsid w:val="000432A7"/>
    <w:rsid w:val="001D6909"/>
    <w:rsid w:val="00280DCA"/>
    <w:rsid w:val="002C714E"/>
    <w:rsid w:val="002E6123"/>
    <w:rsid w:val="0030444A"/>
    <w:rsid w:val="0038630B"/>
    <w:rsid w:val="003B5D4E"/>
    <w:rsid w:val="00420B7E"/>
    <w:rsid w:val="004940B7"/>
    <w:rsid w:val="004B468A"/>
    <w:rsid w:val="00594852"/>
    <w:rsid w:val="005E453D"/>
    <w:rsid w:val="005E6584"/>
    <w:rsid w:val="005F0787"/>
    <w:rsid w:val="005F64CF"/>
    <w:rsid w:val="006A572C"/>
    <w:rsid w:val="006C34A4"/>
    <w:rsid w:val="008652A4"/>
    <w:rsid w:val="008F722A"/>
    <w:rsid w:val="0090488F"/>
    <w:rsid w:val="0093620C"/>
    <w:rsid w:val="009401EC"/>
    <w:rsid w:val="00972C64"/>
    <w:rsid w:val="00A50682"/>
    <w:rsid w:val="00B24CDA"/>
    <w:rsid w:val="00BD7A43"/>
    <w:rsid w:val="00C365D7"/>
    <w:rsid w:val="00C4669C"/>
    <w:rsid w:val="00CC5193"/>
    <w:rsid w:val="00D13D0B"/>
    <w:rsid w:val="00EF29AC"/>
    <w:rsid w:val="00F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2A76B1-C34F-4ECB-8E36-7B74EEB4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2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620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3620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4669C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C4669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March%202014\organisatmanagemMarch14\NRASeriousIncidentReportMarch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NRASeriousIncidentReportMarch2014</Template>
  <TotalTime>11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Sentinel Event Report</vt:lpstr>
    </vt:vector>
  </TitlesOfParts>
  <Company>Hewlett-Packard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Sentinel Event Report</dc:title>
  <dc:subject/>
  <dc:creator>Leanne Kirton (NDSA)</dc:creator>
  <cp:keywords/>
  <dc:description/>
  <cp:lastModifiedBy>Sarah Harnisch</cp:lastModifiedBy>
  <cp:revision>6</cp:revision>
  <dcterms:created xsi:type="dcterms:W3CDTF">2017-06-02T06:09:00Z</dcterms:created>
  <dcterms:modified xsi:type="dcterms:W3CDTF">2017-06-03T20:32:00Z</dcterms:modified>
</cp:coreProperties>
</file>