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7268"/>
      </w:tblGrid>
      <w:tr w:rsidR="00445377" w:rsidRPr="002E72B0" w:rsidTr="007934A7">
        <w:tc>
          <w:tcPr>
            <w:tcW w:w="1941" w:type="dxa"/>
            <w:shd w:val="clear" w:color="auto" w:fill="E5DFEC"/>
          </w:tcPr>
          <w:p w:rsidR="00445377" w:rsidRPr="002E72B0" w:rsidRDefault="00F23514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 w:rsidRPr="002E72B0">
              <w:rPr>
                <w:rFonts w:ascii="Calibri" w:hAnsi="Calibri" w:cs="Calibri"/>
                <w:sz w:val="22"/>
                <w:szCs w:val="22"/>
              </w:rPr>
              <w:t>Purpose</w:t>
            </w:r>
          </w:p>
        </w:tc>
        <w:tc>
          <w:tcPr>
            <w:tcW w:w="7268" w:type="dxa"/>
            <w:shd w:val="clear" w:color="auto" w:fill="auto"/>
          </w:tcPr>
          <w:p w:rsidR="00C8598D" w:rsidRPr="002E72B0" w:rsidRDefault="00C8598D" w:rsidP="002E72B0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>To provide information and guidelines on</w:t>
            </w:r>
            <w:r w:rsidR="004D19E7">
              <w:rPr>
                <w:rFonts w:ascii="Calibri" w:hAnsi="Calibri" w:cs="Calibri"/>
                <w:b w:val="0"/>
                <w:sz w:val="22"/>
                <w:szCs w:val="22"/>
              </w:rPr>
              <w:t>:</w:t>
            </w:r>
          </w:p>
          <w:p w:rsidR="001B762C" w:rsidRPr="002E72B0" w:rsidRDefault="00C8598D" w:rsidP="002E72B0">
            <w:pPr>
              <w:pStyle w:val="Heading1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>DHB mental health and addiction agreements/contracts</w:t>
            </w:r>
            <w:r w:rsidR="004D19E7">
              <w:rPr>
                <w:rFonts w:ascii="Calibri" w:hAnsi="Calibri" w:cs="Calibri"/>
                <w:b w:val="0"/>
                <w:sz w:val="22"/>
                <w:szCs w:val="22"/>
              </w:rPr>
              <w:t>.</w:t>
            </w:r>
          </w:p>
          <w:p w:rsidR="00327BE0" w:rsidRPr="002E72B0" w:rsidRDefault="004D19E7" w:rsidP="002E72B0">
            <w:pPr>
              <w:pStyle w:val="Heading1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>Provide</w:t>
            </w:r>
            <w:r w:rsidR="00A35CB4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links to useful resources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>.</w:t>
            </w:r>
            <w:r w:rsidR="00CE25CB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</w:p>
          <w:p w:rsidR="00C8598D" w:rsidRPr="002E72B0" w:rsidRDefault="004D19E7" w:rsidP="004D19E7">
            <w:pPr>
              <w:pStyle w:val="Heading1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>To</w:t>
            </w:r>
            <w:r w:rsidR="00327BE0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provide a </w:t>
            </w:r>
            <w:r w:rsidR="00813C1B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reference </w:t>
            </w:r>
            <w:r w:rsidR="00327BE0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that </w:t>
            </w:r>
            <w:r w:rsidR="00813C1B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need to be </w:t>
            </w:r>
            <w:r w:rsidR="007E1545" w:rsidRPr="002E72B0">
              <w:rPr>
                <w:rFonts w:ascii="Calibri" w:hAnsi="Calibri" w:cs="Calibri"/>
                <w:b w:val="0"/>
                <w:sz w:val="22"/>
                <w:szCs w:val="22"/>
              </w:rPr>
              <w:t>utilized</w:t>
            </w:r>
            <w:r w:rsidR="00813C1B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in order </w:t>
            </w:r>
            <w:r w:rsidR="00327BE0" w:rsidRPr="002E72B0">
              <w:rPr>
                <w:rFonts w:ascii="Calibri" w:hAnsi="Calibri" w:cs="Calibri"/>
                <w:b w:val="0"/>
                <w:sz w:val="22"/>
                <w:szCs w:val="22"/>
              </w:rPr>
              <w:t>that policies and procedures are in line with the contractual obligations.</w:t>
            </w:r>
            <w:r w:rsidR="00C8598D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</w:p>
        </w:tc>
      </w:tr>
      <w:tr w:rsidR="00445377" w:rsidRPr="002E72B0" w:rsidTr="007934A7">
        <w:tc>
          <w:tcPr>
            <w:tcW w:w="1941" w:type="dxa"/>
            <w:shd w:val="clear" w:color="auto" w:fill="E5DFEC"/>
          </w:tcPr>
          <w:p w:rsidR="00445377" w:rsidRPr="002E72B0" w:rsidRDefault="009C6F30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2E72B0">
              <w:rPr>
                <w:rFonts w:ascii="Calibri" w:hAnsi="Calibri" w:cs="Calibri"/>
                <w:sz w:val="22"/>
                <w:szCs w:val="22"/>
              </w:rPr>
              <w:t>Funding Sources</w:t>
            </w:r>
          </w:p>
        </w:tc>
        <w:tc>
          <w:tcPr>
            <w:tcW w:w="7268" w:type="dxa"/>
            <w:shd w:val="clear" w:color="auto" w:fill="auto"/>
          </w:tcPr>
          <w:p w:rsidR="00445377" w:rsidRPr="002E72B0" w:rsidRDefault="00216A85" w:rsidP="009C6F30">
            <w:pPr>
              <w:pStyle w:val="Heading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Health and disability services </w:t>
            </w:r>
            <w:r w:rsidR="009C6F30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might be </w:t>
            </w: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funded by </w:t>
            </w:r>
            <w:hyperlink r:id="rId7" w:history="1">
              <w:r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D</w:t>
              </w:r>
              <w:r w:rsidR="005D6A89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istrict Health Boards</w:t>
              </w:r>
            </w:hyperlink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, </w:t>
            </w:r>
            <w:hyperlink r:id="rId8" w:history="1">
              <w:r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 xml:space="preserve">Accident </w:t>
              </w:r>
              <w:r w:rsidR="005D6A89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 xml:space="preserve">Compensation </w:t>
              </w:r>
              <w:r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Corporation</w:t>
              </w:r>
            </w:hyperlink>
            <w:r w:rsidR="005D6A89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, </w:t>
            </w:r>
            <w:r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hyperlink r:id="rId9" w:history="1">
              <w:r w:rsidR="00070658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Ministry of Social Development</w:t>
              </w:r>
            </w:hyperlink>
            <w:r w:rsidR="00070658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, </w:t>
            </w:r>
            <w:hyperlink r:id="rId10" w:history="1">
              <w:r w:rsidR="00121734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Ministry of Health,</w:t>
              </w:r>
            </w:hyperlink>
            <w:r w:rsidR="009303D6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hyperlink r:id="rId11" w:history="1">
              <w:r w:rsidR="009303D6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Department</w:t>
              </w:r>
              <w:r w:rsidR="009C6F30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 xml:space="preserve"> of Corrections. </w:t>
              </w:r>
              <w:r w:rsidR="009303D6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 xml:space="preserve"> </w:t>
              </w:r>
            </w:hyperlink>
            <w:r w:rsidR="00121734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</w:p>
        </w:tc>
      </w:tr>
      <w:tr w:rsidR="00F23514" w:rsidRPr="002E72B0" w:rsidTr="007934A7">
        <w:tc>
          <w:tcPr>
            <w:tcW w:w="9209" w:type="dxa"/>
            <w:gridSpan w:val="2"/>
            <w:shd w:val="clear" w:color="auto" w:fill="E5DFEC"/>
          </w:tcPr>
          <w:p w:rsidR="00F23514" w:rsidRPr="002E72B0" w:rsidRDefault="00F23514" w:rsidP="007D6CD4">
            <w:pPr>
              <w:pStyle w:val="Heading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2E72B0">
              <w:rPr>
                <w:rFonts w:ascii="Calibri" w:hAnsi="Calibri" w:cs="Calibri"/>
                <w:sz w:val="22"/>
                <w:szCs w:val="22"/>
              </w:rPr>
              <w:t>References</w:t>
            </w:r>
            <w:r w:rsidR="00376CF0" w:rsidRPr="002E72B0">
              <w:rPr>
                <w:rFonts w:ascii="Calibri" w:hAnsi="Calibri" w:cs="Calibri"/>
                <w:sz w:val="22"/>
                <w:szCs w:val="22"/>
              </w:rPr>
              <w:t xml:space="preserve"> (for detailed links refer to specific policies and procedures)</w:t>
            </w:r>
          </w:p>
        </w:tc>
      </w:tr>
      <w:tr w:rsidR="00F23514" w:rsidRPr="002E72B0" w:rsidTr="007934A7">
        <w:tc>
          <w:tcPr>
            <w:tcW w:w="1941" w:type="dxa"/>
            <w:shd w:val="clear" w:color="auto" w:fill="E5DFEC"/>
          </w:tcPr>
          <w:p w:rsidR="00F23514" w:rsidRPr="002E72B0" w:rsidRDefault="00F23514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2E72B0">
              <w:rPr>
                <w:rFonts w:ascii="Calibri" w:hAnsi="Calibri" w:cs="Calibri"/>
                <w:sz w:val="22"/>
                <w:szCs w:val="22"/>
              </w:rPr>
              <w:t>Legislation</w:t>
            </w:r>
          </w:p>
        </w:tc>
        <w:tc>
          <w:tcPr>
            <w:tcW w:w="7268" w:type="dxa"/>
            <w:shd w:val="clear" w:color="auto" w:fill="auto"/>
          </w:tcPr>
          <w:p w:rsidR="00564864" w:rsidRPr="002E72B0" w:rsidRDefault="009C36C2" w:rsidP="002E72B0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2" w:history="1">
              <w:r w:rsidR="00A35CB4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Health and Disability Services (Safety) Act 2001</w:t>
              </w:r>
            </w:hyperlink>
          </w:p>
          <w:p w:rsidR="00F23514" w:rsidRPr="002E72B0" w:rsidRDefault="00F23514" w:rsidP="002E72B0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F23514" w:rsidRPr="002E72B0" w:rsidTr="007934A7">
        <w:tc>
          <w:tcPr>
            <w:tcW w:w="1941" w:type="dxa"/>
            <w:shd w:val="clear" w:color="auto" w:fill="E5DFEC"/>
          </w:tcPr>
          <w:p w:rsidR="00F23514" w:rsidRPr="002E72B0" w:rsidRDefault="00A35CB4" w:rsidP="00A35CB4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2E72B0">
              <w:rPr>
                <w:rFonts w:ascii="Calibri" w:hAnsi="Calibri" w:cs="Calibri"/>
                <w:sz w:val="22"/>
                <w:szCs w:val="22"/>
              </w:rPr>
              <w:t>Guidel</w:t>
            </w:r>
            <w:r w:rsidR="00F23514" w:rsidRPr="002E72B0">
              <w:rPr>
                <w:rFonts w:ascii="Calibri" w:hAnsi="Calibri" w:cs="Calibri"/>
                <w:sz w:val="22"/>
                <w:szCs w:val="22"/>
              </w:rPr>
              <w:t>ines</w:t>
            </w:r>
            <w:r w:rsidR="00376CF0" w:rsidRPr="002E72B0">
              <w:rPr>
                <w:rFonts w:ascii="Calibri" w:hAnsi="Calibri" w:cs="Calibri"/>
                <w:sz w:val="22"/>
                <w:szCs w:val="22"/>
              </w:rPr>
              <w:t xml:space="preserve"> and Standards</w:t>
            </w:r>
          </w:p>
        </w:tc>
        <w:tc>
          <w:tcPr>
            <w:tcW w:w="7268" w:type="dxa"/>
            <w:shd w:val="clear" w:color="auto" w:fill="auto"/>
          </w:tcPr>
          <w:p w:rsidR="0040512B" w:rsidRPr="0040512B" w:rsidRDefault="009C36C2" w:rsidP="002E72B0">
            <w:pPr>
              <w:pStyle w:val="Heading1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hyperlink r:id="rId13" w:history="1">
              <w:r w:rsidR="0040512B" w:rsidRPr="0040512B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ACC Health and Service Providers</w:t>
              </w:r>
            </w:hyperlink>
          </w:p>
          <w:p w:rsidR="00D2464A" w:rsidRPr="002E72B0" w:rsidRDefault="009C36C2" w:rsidP="002E72B0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4" w:history="1">
              <w:r w:rsidR="00376CF0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Health and Disability Services Standards NZS 8134:2008</w:t>
              </w:r>
            </w:hyperlink>
          </w:p>
          <w:p w:rsidR="00376CF0" w:rsidRPr="002E72B0" w:rsidRDefault="00376CF0" w:rsidP="002E72B0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7768E5">
              <w:rPr>
                <w:rFonts w:ascii="Calibri" w:hAnsi="Calibri" w:cs="Calibri"/>
                <w:b w:val="0"/>
                <w:sz w:val="22"/>
                <w:szCs w:val="22"/>
              </w:rPr>
              <w:t>Home and Community</w:t>
            </w:r>
            <w:r w:rsidR="007768E5">
              <w:rPr>
                <w:rFonts w:ascii="Calibri" w:hAnsi="Calibri" w:cs="Calibri"/>
                <w:b w:val="0"/>
                <w:sz w:val="22"/>
                <w:szCs w:val="22"/>
              </w:rPr>
              <w:t xml:space="preserve"> Support </w:t>
            </w:r>
            <w:r w:rsidR="00210340">
              <w:rPr>
                <w:rFonts w:ascii="Calibri" w:hAnsi="Calibri" w:cs="Calibri"/>
                <w:b w:val="0"/>
                <w:sz w:val="22"/>
                <w:szCs w:val="22"/>
              </w:rPr>
              <w:t xml:space="preserve">Sector </w:t>
            </w:r>
            <w:r w:rsidRPr="007768E5">
              <w:rPr>
                <w:rFonts w:ascii="Calibri" w:hAnsi="Calibri" w:cs="Calibri"/>
                <w:b w:val="0"/>
                <w:sz w:val="22"/>
                <w:szCs w:val="22"/>
              </w:rPr>
              <w:t>Standard</w:t>
            </w:r>
            <w:r w:rsidR="00210340">
              <w:rPr>
                <w:rFonts w:ascii="Calibri" w:hAnsi="Calibri" w:cs="Calibri"/>
                <w:b w:val="0"/>
                <w:sz w:val="22"/>
                <w:szCs w:val="22"/>
              </w:rPr>
              <w:t>s</w:t>
            </w:r>
            <w:r w:rsidRPr="007768E5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="002E7646" w:rsidRPr="007768E5">
              <w:rPr>
                <w:rFonts w:ascii="Calibri" w:hAnsi="Calibri" w:cs="Calibri"/>
                <w:b w:val="0"/>
                <w:sz w:val="22"/>
                <w:szCs w:val="22"/>
              </w:rPr>
              <w:t>NZS 8158:2012</w:t>
            </w:r>
          </w:p>
          <w:p w:rsidR="00256C41" w:rsidRPr="002E72B0" w:rsidRDefault="009C36C2" w:rsidP="00C039FA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5" w:history="1">
              <w:r w:rsidR="00210340" w:rsidRPr="0021034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MSD Accreditation Standards</w:t>
              </w:r>
            </w:hyperlink>
          </w:p>
        </w:tc>
      </w:tr>
      <w:tr w:rsidR="00F23514" w:rsidRPr="002E72B0" w:rsidTr="007934A7">
        <w:tc>
          <w:tcPr>
            <w:tcW w:w="1941" w:type="dxa"/>
            <w:shd w:val="clear" w:color="auto" w:fill="E5DFEC"/>
          </w:tcPr>
          <w:p w:rsidR="00F23514" w:rsidRPr="002E72B0" w:rsidRDefault="00F23514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2E72B0">
              <w:rPr>
                <w:rFonts w:ascii="Calibri" w:hAnsi="Calibri" w:cs="Calibri"/>
                <w:sz w:val="22"/>
                <w:szCs w:val="22"/>
              </w:rPr>
              <w:t>Useful Links</w:t>
            </w:r>
          </w:p>
        </w:tc>
        <w:tc>
          <w:tcPr>
            <w:tcW w:w="7268" w:type="dxa"/>
            <w:shd w:val="clear" w:color="auto" w:fill="auto"/>
          </w:tcPr>
          <w:p w:rsidR="00E16D5F" w:rsidRDefault="009C36C2" w:rsidP="00E16D5F">
            <w:pPr>
              <w:pStyle w:val="Heading1"/>
              <w:spacing w:before="0" w:beforeAutospacing="0" w:after="0" w:afterAutospacing="0"/>
            </w:pPr>
            <w:hyperlink r:id="rId16" w:history="1">
              <w:r w:rsidR="00E16D5F" w:rsidRPr="00E16D5F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A new model supporting disabled people (MOH)</w:t>
              </w:r>
            </w:hyperlink>
          </w:p>
          <w:p w:rsidR="002475A9" w:rsidRPr="002E72B0" w:rsidRDefault="009C36C2" w:rsidP="00E16D5F">
            <w:pPr>
              <w:jc w:val="left"/>
              <w:rPr>
                <w:rFonts w:eastAsia="Times New Roman" w:cs="Calibri"/>
                <w:lang w:eastAsia="en-NZ"/>
              </w:rPr>
            </w:pPr>
            <w:hyperlink r:id="rId17" w:history="1">
              <w:r w:rsidR="002475A9" w:rsidRPr="002E72B0">
                <w:rPr>
                  <w:rStyle w:val="Hyperlink"/>
                  <w:rFonts w:eastAsia="Times New Roman" w:cs="Calibri"/>
                  <w:lang w:eastAsia="en-NZ"/>
                </w:rPr>
                <w:t>Matua Raki</w:t>
              </w:r>
            </w:hyperlink>
            <w:r w:rsidR="002475A9" w:rsidRPr="002E72B0">
              <w:rPr>
                <w:rFonts w:eastAsia="Times New Roman" w:cs="Calibri"/>
                <w:lang w:eastAsia="en-NZ"/>
              </w:rPr>
              <w:t xml:space="preserve"> </w:t>
            </w:r>
          </w:p>
          <w:p w:rsidR="00410BAA" w:rsidRPr="002E72B0" w:rsidRDefault="009C36C2" w:rsidP="002E72B0">
            <w:pPr>
              <w:jc w:val="left"/>
              <w:rPr>
                <w:rFonts w:eastAsia="Times New Roman" w:cs="Calibri"/>
                <w:lang w:eastAsia="en-NZ"/>
              </w:rPr>
            </w:pPr>
            <w:hyperlink r:id="rId18" w:history="1">
              <w:r w:rsidR="00410BAA" w:rsidRPr="002E72B0">
                <w:rPr>
                  <w:rStyle w:val="Hyperlink"/>
                  <w:rFonts w:eastAsia="Times New Roman" w:cs="Calibri"/>
                  <w:lang w:eastAsia="en-NZ"/>
                </w:rPr>
                <w:t>Mental Health and Addictions publications, Ministry of Health</w:t>
              </w:r>
            </w:hyperlink>
          </w:p>
          <w:p w:rsidR="00CE7984" w:rsidRPr="002E72B0" w:rsidRDefault="009C36C2" w:rsidP="002E72B0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9" w:history="1">
              <w:r w:rsidR="00CE7984" w:rsidRPr="002E72B0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Nationwide Service Framework Library</w:t>
              </w:r>
            </w:hyperlink>
            <w:r w:rsidR="00CE7984" w:rsidRPr="002E72B0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</w:p>
          <w:p w:rsidR="00C31E43" w:rsidRPr="002E72B0" w:rsidRDefault="009C36C2" w:rsidP="002E72B0">
            <w:pPr>
              <w:jc w:val="left"/>
              <w:rPr>
                <w:rFonts w:eastAsia="Times New Roman" w:cs="Calibri"/>
                <w:lang w:eastAsia="en-NZ"/>
              </w:rPr>
            </w:pPr>
            <w:hyperlink r:id="rId20" w:history="1">
              <w:r w:rsidR="00C31E43" w:rsidRPr="002E72B0">
                <w:rPr>
                  <w:rStyle w:val="Hyperlink"/>
                  <w:rFonts w:eastAsia="Times New Roman" w:cs="Calibri"/>
                  <w:lang w:eastAsia="en-NZ"/>
                </w:rPr>
                <w:t>Te Pou</w:t>
              </w:r>
            </w:hyperlink>
          </w:p>
          <w:p w:rsidR="00F23514" w:rsidRPr="002E72B0" w:rsidRDefault="009C36C2" w:rsidP="002E72B0">
            <w:pPr>
              <w:jc w:val="left"/>
              <w:rPr>
                <w:rFonts w:cs="Calibri"/>
                <w:b/>
              </w:rPr>
            </w:pPr>
            <w:hyperlink r:id="rId21" w:history="1">
              <w:r w:rsidR="00CE7984" w:rsidRPr="002E72B0">
                <w:rPr>
                  <w:rStyle w:val="Hyperlink"/>
                  <w:rFonts w:eastAsia="Times New Roman" w:cs="Calibri"/>
                  <w:lang w:eastAsia="en-NZ"/>
                </w:rPr>
                <w:t>Whanau Ora</w:t>
              </w:r>
            </w:hyperlink>
          </w:p>
        </w:tc>
      </w:tr>
    </w:tbl>
    <w:p w:rsidR="002B789D" w:rsidRPr="002E72B0" w:rsidRDefault="00EF50C3" w:rsidP="00EF50C3">
      <w:pPr>
        <w:pStyle w:val="Heading1"/>
        <w:jc w:val="center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w:drawing>
          <wp:inline distT="0" distB="0" distL="0" distR="0">
            <wp:extent cx="3438525" cy="3743325"/>
            <wp:effectExtent l="0" t="0" r="9525" b="9525"/>
            <wp:docPr id="332" name="Picture 33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580" w:rsidRPr="002E72B0" w:rsidRDefault="00FD558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</w:p>
    <w:p w:rsidR="00FD5580" w:rsidRPr="002E72B0" w:rsidRDefault="00FD558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</w:p>
    <w:p w:rsidR="00FD5580" w:rsidRPr="002E72B0" w:rsidRDefault="00FD558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</w:p>
    <w:p w:rsidR="00FD5580" w:rsidRPr="002E72B0" w:rsidRDefault="00FD558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</w:p>
    <w:p w:rsidR="00FD5580" w:rsidRPr="002E72B0" w:rsidRDefault="00604562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215265</wp:posOffset>
                </wp:positionV>
                <wp:extent cx="3400425" cy="609600"/>
                <wp:effectExtent l="57150" t="38100" r="66675" b="762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609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04E53" w:rsidRPr="002E72B0" w:rsidRDefault="009C36C2" w:rsidP="00E04E53">
                            <w:pPr>
                              <w:pStyle w:val="Heading1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hyperlink r:id="rId23" w:history="1">
                              <w:r w:rsidR="00E04E53" w:rsidRPr="002057FA">
                                <w:rPr>
                                  <w:rStyle w:val="Hyperlink"/>
                                  <w:rFonts w:ascii="Calibri" w:hAnsi="Calibri" w:cs="Calibri"/>
                                  <w:b w:val="0"/>
                                  <w:sz w:val="22"/>
                                  <w:szCs w:val="22"/>
                                </w:rPr>
                                <w:t>Tier One</w:t>
                              </w:r>
                            </w:hyperlink>
                          </w:p>
                          <w:p w:rsidR="00E04E53" w:rsidRPr="002E72B0" w:rsidRDefault="00E04E53" w:rsidP="00E04E53">
                            <w:pPr>
                              <w:pStyle w:val="Heading1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2E72B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Mental Health and Addiction Services Service Specification</w:t>
                            </w:r>
                          </w:p>
                          <w:p w:rsidR="00E04E53" w:rsidRDefault="00E04E53" w:rsidP="00E04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.75pt;margin-top:16.95pt;width:267.75pt;height:48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E04E53" w:rsidRPr="002E72B0" w:rsidRDefault="002057FA" w:rsidP="00E04E53">
                      <w:pPr>
                        <w:pStyle w:val="Heading1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hyperlink r:id="rId24" w:history="1">
                        <w:r w:rsidR="00E04E53" w:rsidRPr="002057FA">
                          <w:rPr>
                            <w:rStyle w:val="Hyperlink"/>
                            <w:rFonts w:ascii="Calibri" w:hAnsi="Calibri" w:cs="Calibri"/>
                            <w:b w:val="0"/>
                            <w:sz w:val="22"/>
                            <w:szCs w:val="22"/>
                          </w:rPr>
                          <w:t>Tier One</w:t>
                        </w:r>
                      </w:hyperlink>
                    </w:p>
                    <w:p w:rsidR="00E04E53" w:rsidRPr="002E72B0" w:rsidRDefault="00E04E53" w:rsidP="00E04E53">
                      <w:pPr>
                        <w:pStyle w:val="Heading1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2E72B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Mental Health and Addiction Services Service Specification</w:t>
                      </w:r>
                    </w:p>
                    <w:p w:rsidR="00E04E53" w:rsidRDefault="00E04E53" w:rsidP="00E04E53"/>
                  </w:txbxContent>
                </v:textbox>
              </v:shape>
            </w:pict>
          </mc:Fallback>
        </mc:AlternateContent>
      </w:r>
      <w:r w:rsidR="00E95F70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-83820</wp:posOffset>
                </wp:positionV>
                <wp:extent cx="3400425" cy="271780"/>
                <wp:effectExtent l="57150" t="38100" r="66675" b="7175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2717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56C41" w:rsidRDefault="00256C41">
                            <w:r>
                              <w:t>DHB Agreement Structure – Service Specifications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99.75pt;margin-top:-6.6pt;width:267.75pt;height:21.4pt;z-index:251621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 style="mso-fit-shape-to-text:t">
                  <w:txbxContent>
                    <w:p w:rsidR="00256C41" w:rsidRDefault="00256C41">
                      <w:r>
                        <w:t>DHB Agreement Structure – Service Specifications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D2464A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71755</wp:posOffset>
                </wp:positionV>
                <wp:extent cx="1181100" cy="495300"/>
                <wp:effectExtent l="76200" t="57150" r="76200" b="952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E04E53" w:rsidRDefault="00184382" w:rsidP="00E04E53">
                            <w:r>
                              <w:t>Mandatory</w:t>
                            </w:r>
                          </w:p>
                          <w:p w:rsidR="005D0CBF" w:rsidRDefault="00184382" w:rsidP="00E04E53">
                            <w:r>
                              <w:t>Compulsory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.25pt;margin-top:5.65pt;width:93pt;height:39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" fillcolor="#f7caac [1301]" strokecolor="window" strokeweight="3pt">
                <v:shadow on="t" color="black" opacity="24903f" origin=",.5" offset="0,.55556mm"/>
                <v:textbox>
                  <w:txbxContent>
                    <w:p w:rsidR="00E04E53" w:rsidRDefault="00184382" w:rsidP="00E04E53">
                      <w:r>
                        <w:t>Mandatory</w:t>
                      </w:r>
                    </w:p>
                    <w:p w:rsidR="005D0CBF" w:rsidRDefault="00184382" w:rsidP="00E04E53">
                      <w:r>
                        <w:t>Compulsory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19838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309879</wp:posOffset>
                </wp:positionV>
                <wp:extent cx="209550" cy="0"/>
                <wp:effectExtent l="38100" t="76200" r="0" b="952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40E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7.75pt;margin-top:24.4pt;width:16.5pt;height:0;flip:x;z-index:25161983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" strokecolor="#be4b48">
                <v:stroke endarrow="open"/>
                <o:lock v:ext="edit" shapetype="f"/>
              </v:shape>
            </w:pict>
          </mc:Fallback>
        </mc:AlternateContent>
      </w:r>
    </w:p>
    <w:p w:rsidR="00D2464A" w:rsidRPr="002E72B0" w:rsidRDefault="0040512B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73485BC" wp14:editId="54FB4860">
                <wp:simplePos x="0" y="0"/>
                <wp:positionH relativeFrom="column">
                  <wp:posOffset>1266825</wp:posOffset>
                </wp:positionH>
                <wp:positionV relativeFrom="paragraph">
                  <wp:posOffset>67310</wp:posOffset>
                </wp:positionV>
                <wp:extent cx="3400425" cy="457200"/>
                <wp:effectExtent l="57150" t="38100" r="85725" b="9525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0512B" w:rsidRPr="0040512B" w:rsidRDefault="0040512B" w:rsidP="0040512B">
                            <w:pPr>
                              <w:rPr>
                                <w:b/>
                              </w:rPr>
                            </w:pPr>
                            <w:r w:rsidRPr="0040512B">
                              <w:rPr>
                                <w:b/>
                              </w:rPr>
                              <w:t>This applies and is the basis of all agreements/contracts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485BC" id="_x0000_s1029" type="#_x0000_t202" style="position:absolute;margin-left:99.75pt;margin-top:5.3pt;width:267.75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" fillcolor="#fcc" strokecolor="#7d60a0">
                <v:shadow on="t" color="black" opacity="24903f" origin=",.5" offset="0,.55556mm"/>
                <v:textbox>
                  <w:txbxContent>
                    <w:p w:rsidR="0040512B" w:rsidRPr="0040512B" w:rsidRDefault="0040512B" w:rsidP="0040512B">
                      <w:pPr>
                        <w:rPr>
                          <w:b/>
                        </w:rPr>
                      </w:pPr>
                      <w:r w:rsidRPr="0040512B">
                        <w:rPr>
                          <w:b/>
                        </w:rPr>
                        <w:t>This applies and is the basis of all agreements/contracts</w:t>
                      </w:r>
                    </w:p>
                  </w:txbxContent>
                </v:textbox>
              </v:shape>
            </w:pict>
          </mc:Fallback>
        </mc:AlternateContent>
      </w:r>
    </w:p>
    <w:p w:rsidR="00D2464A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20863" behindDoc="0" locked="0" layoutInCell="1" allowOverlap="1">
                <wp:simplePos x="0" y="0"/>
                <wp:positionH relativeFrom="column">
                  <wp:posOffset>4476749</wp:posOffset>
                </wp:positionH>
                <wp:positionV relativeFrom="paragraph">
                  <wp:posOffset>176530</wp:posOffset>
                </wp:positionV>
                <wp:extent cx="85725" cy="5829300"/>
                <wp:effectExtent l="19050" t="0" r="85725" b="57150"/>
                <wp:wrapNone/>
                <wp:docPr id="290" name="Straight Arrow Connector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725" cy="58293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CF5B7" id="Straight Arrow Connector 290" o:spid="_x0000_s1026" type="#_x0000_t32" style="position:absolute;margin-left:352.5pt;margin-top:13.9pt;width:6.75pt;height:459pt;z-index:251620863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" strokecolor="#7d60a0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308610</wp:posOffset>
                </wp:positionV>
                <wp:extent cx="3286125" cy="504825"/>
                <wp:effectExtent l="57150" t="38100" r="66675" b="8572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504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D2D73" w:rsidRDefault="00184382" w:rsidP="00CD2D7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jc w:val="left"/>
                            </w:pPr>
                            <w:r>
                              <w:t>A</w:t>
                            </w:r>
                            <w:r w:rsidR="00CD2D73">
                              <w:t>pproaches to recovery</w:t>
                            </w:r>
                            <w:r>
                              <w:t>.</w:t>
                            </w:r>
                          </w:p>
                          <w:p w:rsidR="00CD2D73" w:rsidRDefault="00184382" w:rsidP="00CD2D73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jc w:val="left"/>
                            </w:pPr>
                            <w:r>
                              <w:t>Contractual</w:t>
                            </w:r>
                            <w:r w:rsidR="00CD2D73">
                              <w:t xml:space="preserve"> expectations.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0.25pt;margin-top:24.3pt;width:258.75pt;height:39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D2D73" w:rsidRDefault="00184382" w:rsidP="00CD2D7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jc w:val="left"/>
                      </w:pPr>
                      <w:r>
                        <w:t>A</w:t>
                      </w:r>
                      <w:r w:rsidR="00CD2D73">
                        <w:t>pproaches to recovery</w:t>
                      </w:r>
                      <w:r>
                        <w:t>.</w:t>
                      </w:r>
                    </w:p>
                    <w:p w:rsidR="00CD2D73" w:rsidRDefault="00184382" w:rsidP="00CD2D73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jc w:val="left"/>
                      </w:pPr>
                      <w:r>
                        <w:t>Contractual</w:t>
                      </w:r>
                      <w:r w:rsidR="00CD2D73">
                        <w:t xml:space="preserve"> expectations.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5D0CB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3228340</wp:posOffset>
                </wp:positionH>
                <wp:positionV relativeFrom="paragraph">
                  <wp:posOffset>26670</wp:posOffset>
                </wp:positionV>
                <wp:extent cx="2619375" cy="333375"/>
                <wp:effectExtent l="57150" t="38100" r="66675" b="857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33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4482C" w:rsidRDefault="00386A2F" w:rsidP="0044482C">
                            <w:pPr>
                              <w:jc w:val="left"/>
                            </w:pPr>
                            <w:r>
                              <w:t>Glossary of terms</w:t>
                            </w:r>
                            <w:r w:rsidR="00CD2D73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4.2pt;margin-top:2.1pt;width:206.25pt;height:26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44482C" w:rsidRDefault="00386A2F" w:rsidP="0044482C">
                      <w:pPr>
                        <w:jc w:val="left"/>
                      </w:pPr>
                      <w:r>
                        <w:t>Glossary of terms</w:t>
                      </w:r>
                      <w:r w:rsidR="00CD2D73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>
                <wp:simplePos x="0" y="0"/>
                <wp:positionH relativeFrom="column">
                  <wp:posOffset>3030220</wp:posOffset>
                </wp:positionH>
                <wp:positionV relativeFrom="paragraph">
                  <wp:posOffset>179069</wp:posOffset>
                </wp:positionV>
                <wp:extent cx="208915" cy="0"/>
                <wp:effectExtent l="38100" t="76200" r="0" b="9525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4A894" id="Straight Arrow Connector 22" o:spid="_x0000_s1026" type="#_x0000_t32" style="position:absolute;margin-left:238.6pt;margin-top:14.1pt;width:16.45pt;height:0;flip:x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" strokecolor="#7d60a0">
                <v:stroke endarrow="open"/>
                <o:lock v:ext="edit" shapetype="f"/>
              </v:shape>
            </w:pict>
          </mc:Fallback>
        </mc:AlternateContent>
      </w:r>
    </w:p>
    <w:p w:rsidR="0044482C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97790</wp:posOffset>
                </wp:positionV>
                <wp:extent cx="2619375" cy="457200"/>
                <wp:effectExtent l="57150" t="38100" r="66675" b="762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018D1" w:rsidRDefault="00386A2F" w:rsidP="0044482C">
                            <w:pPr>
                              <w:jc w:val="left"/>
                            </w:pPr>
                            <w:r>
                              <w:t xml:space="preserve">Overarching goals and expected </w:t>
                            </w:r>
                            <w:r w:rsidR="00CD2D73">
                              <w:t>service</w:t>
                            </w:r>
                            <w:r w:rsidR="00A018D1">
                              <w:t>/</w:t>
                            </w:r>
                          </w:p>
                          <w:p w:rsidR="00386A2F" w:rsidRDefault="00363C8B" w:rsidP="0044482C">
                            <w:pPr>
                              <w:jc w:val="left"/>
                            </w:pPr>
                            <w:r>
                              <w:t>organisational results</w:t>
                            </w:r>
                            <w:r w:rsidR="0044482C">
                              <w:t>.</w:t>
                            </w:r>
                            <w:r w:rsidR="00386A2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55pt;margin-top:7.7pt;width:206.25pt;height:36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018D1" w:rsidRDefault="00386A2F" w:rsidP="0044482C">
                      <w:pPr>
                        <w:jc w:val="left"/>
                      </w:pPr>
                      <w:r>
                        <w:t xml:space="preserve">Overarching goals and expected </w:t>
                      </w:r>
                      <w:r w:rsidR="00CD2D73">
                        <w:t>service</w:t>
                      </w:r>
                      <w:r w:rsidR="00A018D1">
                        <w:t>/</w:t>
                      </w:r>
                    </w:p>
                    <w:p w:rsidR="00386A2F" w:rsidRDefault="00363C8B" w:rsidP="0044482C">
                      <w:pPr>
                        <w:jc w:val="left"/>
                      </w:pPr>
                      <w:r>
                        <w:t>organisational results</w:t>
                      </w:r>
                      <w:r w:rsidR="0044482C">
                        <w:t>.</w:t>
                      </w:r>
                      <w:r w:rsidR="00386A2F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4482C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311150</wp:posOffset>
                </wp:positionV>
                <wp:extent cx="2619375" cy="333375"/>
                <wp:effectExtent l="57150" t="38100" r="66675" b="857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333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5F2D" w:rsidRDefault="00AD6B3F" w:rsidP="00B85F2D">
                            <w:pPr>
                              <w:jc w:val="left"/>
                            </w:pPr>
                            <w:r>
                              <w:t xml:space="preserve">A </w:t>
                            </w:r>
                            <w:r w:rsidR="00363C8B">
                              <w:t>general service</w:t>
                            </w:r>
                            <w:r>
                              <w:t xml:space="preserve"> definition.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54.95pt;margin-top:24.5pt;width:206.25pt;height:26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5F2D" w:rsidRDefault="00AD6B3F" w:rsidP="00B85F2D">
                      <w:pPr>
                        <w:jc w:val="left"/>
                      </w:pPr>
                      <w:r>
                        <w:t xml:space="preserve">A </w:t>
                      </w:r>
                      <w:r w:rsidR="00363C8B">
                        <w:t>general service</w:t>
                      </w:r>
                      <w:r>
                        <w:t xml:space="preserve"> definition.</w:t>
                      </w:r>
                    </w:p>
                  </w:txbxContent>
                </v:textbox>
              </v:shape>
            </w:pict>
          </mc:Fallback>
        </mc:AlternateContent>
      </w:r>
    </w:p>
    <w:p w:rsidR="00D2464A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296545</wp:posOffset>
                </wp:positionV>
                <wp:extent cx="3286125" cy="514350"/>
                <wp:effectExtent l="57150" t="38100" r="66675" b="7620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514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F634D" w:rsidRDefault="003F634D" w:rsidP="003F634D">
                            <w:pPr>
                              <w:jc w:val="left"/>
                            </w:pPr>
                            <w:r>
                              <w:t>Tier three service specifications note additional service objectives specific to the purchase unit.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1pt;margin-top:23.35pt;width:258.75pt;height:40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F634D" w:rsidRDefault="003F634D" w:rsidP="003F634D">
                      <w:pPr>
                        <w:jc w:val="left"/>
                      </w:pPr>
                      <w:r>
                        <w:t>Tier three service specifications note additional service objectives specific to the purchase unit.</w:t>
                      </w:r>
                    </w:p>
                  </w:txbxContent>
                </v:textbox>
              </v:shape>
            </w:pict>
          </mc:Fallback>
        </mc:AlternateContent>
      </w:r>
    </w:p>
    <w:p w:rsidR="00386A2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>
                <wp:simplePos x="0" y="0"/>
                <wp:positionH relativeFrom="column">
                  <wp:posOffset>3030855</wp:posOffset>
                </wp:positionH>
                <wp:positionV relativeFrom="paragraph">
                  <wp:posOffset>205104</wp:posOffset>
                </wp:positionV>
                <wp:extent cx="208915" cy="0"/>
                <wp:effectExtent l="38100" t="76200" r="0" b="9525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4A315" id="Straight Arrow Connector 25" o:spid="_x0000_s1026" type="#_x0000_t32" style="position:absolute;margin-left:238.65pt;margin-top:16.15pt;width:16.45pt;height:0;flip:x;z-index: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" strokecolor="#7d60a0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43180</wp:posOffset>
                </wp:positionV>
                <wp:extent cx="2619375" cy="342900"/>
                <wp:effectExtent l="57150" t="38100" r="66675" b="762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5F2D" w:rsidRDefault="00AD6B3F" w:rsidP="00B85F2D">
                            <w:pPr>
                              <w:jc w:val="left"/>
                            </w:pPr>
                            <w:r>
                              <w:t>General service objectives.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55pt;margin-top:3.4pt;width:206.25pt;height:27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5F2D" w:rsidRDefault="00AD6B3F" w:rsidP="00B85F2D">
                      <w:pPr>
                        <w:jc w:val="left"/>
                      </w:pPr>
                      <w:r>
                        <w:t>General service objectives.</w:t>
                      </w:r>
                    </w:p>
                  </w:txbxContent>
                </v:textbox>
              </v:shape>
            </w:pict>
          </mc:Fallback>
        </mc:AlternateContent>
      </w:r>
    </w:p>
    <w:p w:rsidR="00386A2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123190</wp:posOffset>
                </wp:positionV>
                <wp:extent cx="2619375" cy="361950"/>
                <wp:effectExtent l="57150" t="38100" r="66675" b="762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5F2D" w:rsidRDefault="00AD6B3F" w:rsidP="00B85F2D">
                            <w:pPr>
                              <w:jc w:val="left"/>
                            </w:pPr>
                            <w:r>
                              <w:t>Definition of service user.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55pt;margin-top:9.7pt;width:206.25pt;height:28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5F2D" w:rsidRDefault="00AD6B3F" w:rsidP="00B85F2D">
                      <w:pPr>
                        <w:jc w:val="left"/>
                      </w:pPr>
                      <w:r>
                        <w:t>Definition of service user.</w:t>
                      </w:r>
                    </w:p>
                  </w:txbxContent>
                </v:textbox>
              </v:shape>
            </w:pict>
          </mc:Fallback>
        </mc:AlternateContent>
      </w:r>
    </w:p>
    <w:p w:rsidR="00386A2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251460</wp:posOffset>
                </wp:positionV>
                <wp:extent cx="2609850" cy="342900"/>
                <wp:effectExtent l="57150" t="38100" r="57150" b="762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6B3F" w:rsidRDefault="00AD6B3F" w:rsidP="00AD6B3F">
                            <w:pPr>
                              <w:jc w:val="left"/>
                            </w:pPr>
                            <w:r>
                              <w:t>Expected access requirements.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55.75pt;margin-top:19.8pt;width:205.5pt;height:2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D6B3F" w:rsidRDefault="00AD6B3F" w:rsidP="00AD6B3F">
                      <w:pPr>
                        <w:jc w:val="left"/>
                      </w:pPr>
                      <w:r>
                        <w:t>Expected access requirements.</w:t>
                      </w:r>
                    </w:p>
                  </w:txbxContent>
                </v:textbox>
              </v:shape>
            </w:pict>
          </mc:Fallback>
        </mc:AlternateContent>
      </w:r>
    </w:p>
    <w:p w:rsidR="00386A2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121920</wp:posOffset>
                </wp:positionV>
                <wp:extent cx="3276600" cy="790575"/>
                <wp:effectExtent l="57150" t="38100" r="57150" b="857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790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6B3F" w:rsidRDefault="00AD6B3F" w:rsidP="00AD6B3F">
                            <w:pPr>
                              <w:jc w:val="left"/>
                            </w:pPr>
                            <w:r>
                              <w:t>Tier three service specifications note what service components are contracted for each purchase unit.</w:t>
                            </w:r>
                            <w:r w:rsidR="00DE5309">
                              <w:t xml:space="preserve"> </w:t>
                            </w:r>
                            <w:r w:rsidR="001277BC">
                              <w:t xml:space="preserve">The </w:t>
                            </w:r>
                            <w:r w:rsidR="00DE5309" w:rsidRPr="0040512B">
                              <w:t>service</w:t>
                            </w:r>
                            <w:r w:rsidR="00DE5309">
                              <w:t xml:space="preserve"> will need to </w:t>
                            </w:r>
                            <w:r w:rsidR="00363C8B">
                              <w:t>deliver in</w:t>
                            </w:r>
                            <w:r w:rsidR="00DE5309">
                              <w:t xml:space="preserve"> line with those service components and descriptions.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21pt;margin-top:9.6pt;width:258pt;height:62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D6B3F" w:rsidRDefault="00AD6B3F" w:rsidP="00AD6B3F">
                      <w:pPr>
                        <w:jc w:val="left"/>
                      </w:pPr>
                      <w:r>
                        <w:t>Tier three service specifications note what service components are contracted for each purchase unit.</w:t>
                      </w:r>
                      <w:r w:rsidR="00DE5309">
                        <w:t xml:space="preserve"> </w:t>
                      </w:r>
                      <w:r w:rsidR="001277BC">
                        <w:t xml:space="preserve">The </w:t>
                      </w:r>
                      <w:r w:rsidR="00DE5309" w:rsidRPr="0040512B">
                        <w:t>service</w:t>
                      </w:r>
                      <w:r w:rsidR="00DE5309">
                        <w:t xml:space="preserve"> will need to </w:t>
                      </w:r>
                      <w:r w:rsidR="00363C8B">
                        <w:t>deliver in</w:t>
                      </w:r>
                      <w:r w:rsidR="00DE5309">
                        <w:t xml:space="preserve"> line with those service components and descriptions.</w:t>
                      </w:r>
                    </w:p>
                  </w:txbxContent>
                </v:textbox>
              </v:shape>
            </w:pict>
          </mc:Fallback>
        </mc:AlternateContent>
      </w:r>
    </w:p>
    <w:p w:rsidR="00386A2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1344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193039</wp:posOffset>
                </wp:positionV>
                <wp:extent cx="208915" cy="0"/>
                <wp:effectExtent l="38100" t="76200" r="0" b="952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1A3C5" id="Straight Arrow Connector 19" o:spid="_x0000_s1026" type="#_x0000_t32" style="position:absolute;margin-left:237.1pt;margin-top:15.2pt;width:16.45pt;height:0;flip:x;z-index:251641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" strokecolor="#7d60a0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3228340</wp:posOffset>
                </wp:positionH>
                <wp:positionV relativeFrom="paragraph">
                  <wp:posOffset>12065</wp:posOffset>
                </wp:positionV>
                <wp:extent cx="2609850" cy="361950"/>
                <wp:effectExtent l="57150" t="38100" r="57150" b="762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6B3F" w:rsidRDefault="00AD6B3F" w:rsidP="00AD6B3F">
                            <w:pPr>
                              <w:jc w:val="left"/>
                            </w:pPr>
                            <w:r>
                              <w:t>Description of service components.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54.2pt;margin-top:.95pt;width:205.5pt;height:28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D6B3F" w:rsidRDefault="00AD6B3F" w:rsidP="00AD6B3F">
                      <w:pPr>
                        <w:jc w:val="left"/>
                      </w:pPr>
                      <w:r>
                        <w:t>Description of service components.</w:t>
                      </w:r>
                    </w:p>
                  </w:txbxContent>
                </v:textbox>
              </v:shape>
            </w:pict>
          </mc:Fallback>
        </mc:AlternateContent>
      </w:r>
    </w:p>
    <w:p w:rsidR="00386A2F" w:rsidRPr="002E72B0" w:rsidRDefault="00E95F70" w:rsidP="00E31B83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330200</wp:posOffset>
                </wp:positionV>
                <wp:extent cx="3286125" cy="638175"/>
                <wp:effectExtent l="57150" t="38100" r="66675" b="857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638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F6705" w:rsidRDefault="005F6705" w:rsidP="005F6705">
                            <w:pPr>
                              <w:jc w:val="left"/>
                            </w:pPr>
                            <w:r>
                              <w:t>Tier three service specifications note additionally the specific service linkages required for each purchase unit.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0.25pt;margin-top:26pt;width:258.75pt;height:50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5F6705" w:rsidRDefault="005F6705" w:rsidP="005F6705">
                      <w:pPr>
                        <w:jc w:val="left"/>
                      </w:pPr>
                      <w:r>
                        <w:t>Tier three service specifications note additionally the specific service linkages required for each purchase unit.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1" w:name="_Toc206389497"/>
    <w:bookmarkStart w:id="2" w:name="_Toc206401873"/>
    <w:bookmarkStart w:id="3" w:name="_Toc206403842"/>
    <w:bookmarkStart w:id="4" w:name="_Toc206404570"/>
    <w:bookmarkStart w:id="5" w:name="_Toc206405300"/>
    <w:bookmarkStart w:id="6" w:name="_Toc206405336"/>
    <w:bookmarkStart w:id="7" w:name="_Toc206406063"/>
    <w:bookmarkStart w:id="8" w:name="_Toc206406491"/>
    <w:bookmarkStart w:id="9" w:name="_Toc215319102"/>
    <w:p w:rsidR="00893F76" w:rsidRPr="00893F76" w:rsidRDefault="00E95F70" w:rsidP="00893F76">
      <w:pPr>
        <w:spacing w:before="720" w:after="120"/>
        <w:jc w:val="left"/>
        <w:rPr>
          <w:rFonts w:cs="Arial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86995</wp:posOffset>
                </wp:positionV>
                <wp:extent cx="2609850" cy="371475"/>
                <wp:effectExtent l="57150" t="38100" r="57150" b="857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71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D6B3F" w:rsidRDefault="005F6705" w:rsidP="00AD6B3F">
                            <w:pPr>
                              <w:jc w:val="left"/>
                            </w:pPr>
                            <w:r>
                              <w:t>Service linkages.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55pt;margin-top:6.85pt;width:205.5pt;height:29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D6B3F" w:rsidRDefault="005F6705" w:rsidP="00AD6B3F">
                      <w:pPr>
                        <w:jc w:val="left"/>
                      </w:pPr>
                      <w:r>
                        <w:t>Service linkages.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315594</wp:posOffset>
                </wp:positionV>
                <wp:extent cx="208915" cy="0"/>
                <wp:effectExtent l="38100" t="76200" r="0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08EF6" id="Straight Arrow Connector 20" o:spid="_x0000_s1026" type="#_x0000_t32" style="position:absolute;margin-left:239.3pt;margin-top:24.85pt;width:16.45pt;height:0;flip:x;z-index:251642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" strokecolor="#7d60a0">
                <v:stroke endarrow="open"/>
                <o:lock v:ext="edit" shapetype="f"/>
              </v:shape>
            </w:pict>
          </mc:Fallback>
        </mc:AlternateContent>
      </w:r>
      <w:r w:rsidR="00C27B1D">
        <w:rPr>
          <w:rFonts w:cs="Arial"/>
          <w:bCs/>
        </w:rPr>
        <w:t xml:space="preserve"> </w:t>
      </w:r>
      <w:r w:rsidR="00AD6B3F">
        <w:rPr>
          <w:rFonts w:cs="Arial"/>
        </w:rPr>
        <w:t xml:space="preserve"> 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AD6B3F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485775</wp:posOffset>
                </wp:positionV>
                <wp:extent cx="3276600" cy="800100"/>
                <wp:effectExtent l="57150" t="38100" r="76200" b="952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800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11FD2" w:rsidRPr="002E72B0" w:rsidRDefault="001277BC" w:rsidP="00FA6C8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G</w:t>
                            </w:r>
                            <w:r w:rsidR="00FA6C8E" w:rsidRPr="002E72B0">
                              <w:rPr>
                                <w:rFonts w:cs="Calibri"/>
                              </w:rPr>
                              <w:t>eneric Provider Quality Specification</w:t>
                            </w:r>
                          </w:p>
                          <w:p w:rsidR="00FA6C8E" w:rsidRDefault="00FA6C8E" w:rsidP="00FA6C8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jc w:val="left"/>
                            </w:pPr>
                            <w:r>
                              <w:t>Health and Disability Services Standards</w:t>
                            </w:r>
                          </w:p>
                          <w:p w:rsidR="00FA6C8E" w:rsidRPr="002E72B0" w:rsidRDefault="00FA6C8E" w:rsidP="00FA6C8E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 xml:space="preserve">Provider Quality Standards described in the </w:t>
                            </w:r>
                            <w:hyperlink r:id="rId25" w:history="1">
                              <w:r w:rsidRPr="002E72B0">
                                <w:rPr>
                                  <w:rStyle w:val="Hyperlink"/>
                                  <w:rFonts w:cs="Calibri"/>
                                </w:rPr>
                                <w:t>Operational Policy Framework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19.5pt;margin-top:38.25pt;width:258pt;height:6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11FD2" w:rsidRPr="002E72B0" w:rsidRDefault="001277BC" w:rsidP="00FA6C8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G</w:t>
                      </w:r>
                      <w:r w:rsidR="00FA6C8E" w:rsidRPr="002E72B0">
                        <w:rPr>
                          <w:rFonts w:cs="Calibri"/>
                        </w:rPr>
                        <w:t>eneric Provider Quality Specification</w:t>
                      </w:r>
                    </w:p>
                    <w:p w:rsidR="00FA6C8E" w:rsidRDefault="00FA6C8E" w:rsidP="00FA6C8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jc w:val="left"/>
                      </w:pPr>
                      <w:r>
                        <w:t>Health and Disability Services Standards</w:t>
                      </w:r>
                    </w:p>
                    <w:p w:rsidR="00FA6C8E" w:rsidRPr="002E72B0" w:rsidRDefault="00FA6C8E" w:rsidP="00FA6C8E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 xml:space="preserve">Provider Quality Standards described in the </w:t>
                      </w:r>
                      <w:r w:rsidR="001D7A74">
                        <w:fldChar w:fldCharType="begin"/>
                      </w:r>
                      <w:r w:rsidR="001D7A74">
                        <w:instrText xml:space="preserve"> HYPERLINK "http://www.nsfl.health.govt.n</w:instrText>
                      </w:r>
                      <w:bookmarkStart w:id="10" w:name="_GoBack"/>
                      <w:bookmarkEnd w:id="10"/>
                      <w:r w:rsidR="001D7A74">
                        <w:instrText xml:space="preserve">z/apps/nsfl.nsf/menumh/Accountability+Documents" </w:instrText>
                      </w:r>
                      <w:r w:rsidR="001D7A74">
                        <w:fldChar w:fldCharType="separate"/>
                      </w:r>
                      <w:r w:rsidRPr="002E72B0">
                        <w:rPr>
                          <w:rStyle w:val="Hyperlink"/>
                          <w:rFonts w:cs="Calibri"/>
                        </w:rPr>
                        <w:t>Operatio</w:t>
                      </w:r>
                      <w:r w:rsidRPr="002E72B0">
                        <w:rPr>
                          <w:rStyle w:val="Hyperlink"/>
                          <w:rFonts w:cs="Calibri"/>
                        </w:rPr>
                        <w:t>n</w:t>
                      </w:r>
                      <w:r w:rsidRPr="002E72B0">
                        <w:rPr>
                          <w:rStyle w:val="Hyperlink"/>
                          <w:rFonts w:cs="Calibri"/>
                        </w:rPr>
                        <w:t>al Policy Framework</w:t>
                      </w:r>
                      <w:r w:rsidR="001D7A74">
                        <w:rPr>
                          <w:rStyle w:val="Hyperlink"/>
                          <w:rFonts w:cs="Calibri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84455</wp:posOffset>
                </wp:positionV>
                <wp:extent cx="2609850" cy="466725"/>
                <wp:effectExtent l="57150" t="38100" r="57150" b="857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466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5F2D" w:rsidRDefault="00D11FD2" w:rsidP="00B85F2D">
                            <w:pPr>
                              <w:jc w:val="left"/>
                            </w:pPr>
                            <w:r>
                              <w:t>Exclusions: people excluded to receive mental health and addiction services.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53.5pt;margin-top:6.65pt;width:205.5pt;height:36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5F2D" w:rsidRDefault="00D11FD2" w:rsidP="00B85F2D">
                      <w:pPr>
                        <w:jc w:val="left"/>
                      </w:pPr>
                      <w:r>
                        <w:t>Exclusions: people excluded to receive mental health and addiction services.</w:t>
                      </w:r>
                    </w:p>
                  </w:txbxContent>
                </v:textbox>
              </v:shape>
            </w:pict>
          </mc:Fallback>
        </mc:AlternateContent>
      </w:r>
    </w:p>
    <w:p w:rsidR="00AD6B3F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4032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330834</wp:posOffset>
                </wp:positionV>
                <wp:extent cx="208915" cy="0"/>
                <wp:effectExtent l="38100" t="76200" r="0" b="9525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29BDE" id="Straight Arrow Connector 18" o:spid="_x0000_s1026" type="#_x0000_t32" style="position:absolute;margin-left:237pt;margin-top:26.05pt;width:16.45pt;height:0;flip:x;z-index:251640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" strokecolor="#7d60a0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187960</wp:posOffset>
                </wp:positionV>
                <wp:extent cx="2619375" cy="323850"/>
                <wp:effectExtent l="57150" t="38100" r="66675" b="762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11FD2" w:rsidRDefault="00FA6C8E" w:rsidP="00D11FD2">
                            <w:pPr>
                              <w:jc w:val="left"/>
                            </w:pPr>
                            <w:r>
                              <w:t xml:space="preserve">Quality requirements.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52.75pt;margin-top:14.8pt;width:206.25pt;height:25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11FD2" w:rsidRDefault="00FA6C8E" w:rsidP="00D11FD2">
                      <w:pPr>
                        <w:jc w:val="left"/>
                      </w:pPr>
                      <w:r>
                        <w:t xml:space="preserve">Quality requirements.  </w:t>
                      </w:r>
                    </w:p>
                  </w:txbxContent>
                </v:textbox>
              </v:shape>
            </w:pict>
          </mc:Fallback>
        </mc:AlternateContent>
      </w:r>
    </w:p>
    <w:p w:rsidR="00AD6B3F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279400</wp:posOffset>
                </wp:positionV>
                <wp:extent cx="2619375" cy="323850"/>
                <wp:effectExtent l="57150" t="38100" r="66675" b="7620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D2D73" w:rsidRDefault="00A018D1" w:rsidP="00CD2D73">
                            <w:pPr>
                              <w:jc w:val="left"/>
                            </w:pPr>
                            <w:r>
                              <w:t>General requirements.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53.5pt;margin-top:22pt;width:206.25pt;height:2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D2D73" w:rsidRDefault="00A018D1" w:rsidP="00CD2D73">
                      <w:pPr>
                        <w:jc w:val="left"/>
                      </w:pPr>
                      <w:r>
                        <w:t>General requirements.</w:t>
                      </w:r>
                    </w:p>
                  </w:txbxContent>
                </v:textbox>
              </v:shape>
            </w:pict>
          </mc:Fallback>
        </mc:AlternateContent>
      </w:r>
    </w:p>
    <w:p w:rsidR="005F6705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360680</wp:posOffset>
                </wp:positionV>
                <wp:extent cx="2619375" cy="323850"/>
                <wp:effectExtent l="57150" t="38100" r="66675" b="7620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018D1" w:rsidRDefault="004872F7" w:rsidP="00A018D1">
                            <w:pPr>
                              <w:jc w:val="left"/>
                            </w:pPr>
                            <w:r>
                              <w:t>Reporting requirements and definitions.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54.25pt;margin-top:28.4pt;width:206.25pt;height:25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018D1" w:rsidRDefault="004872F7" w:rsidP="00A018D1">
                      <w:pPr>
                        <w:jc w:val="left"/>
                      </w:pPr>
                      <w:r>
                        <w:t>Reporting requirements and definitions.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265430</wp:posOffset>
                </wp:positionV>
                <wp:extent cx="3286125" cy="514350"/>
                <wp:effectExtent l="57150" t="38100" r="66675" b="7620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514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018D1" w:rsidRDefault="004872F7" w:rsidP="00A018D1">
                            <w:pPr>
                              <w:jc w:val="left"/>
                            </w:pPr>
                            <w:r>
                              <w:t>Additional/specific reporting requirements are noted in each tier three service specification.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21.75pt;margin-top:20.9pt;width:258.75pt;height:4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018D1" w:rsidRDefault="004872F7" w:rsidP="00A018D1">
                      <w:pPr>
                        <w:jc w:val="left"/>
                      </w:pPr>
                      <w:r>
                        <w:t>Additional/specific reporting requirements are noted in each tier three service specification.</w:t>
                      </w:r>
                    </w:p>
                  </w:txbxContent>
                </v:textbox>
              </v:shape>
            </w:pict>
          </mc:Fallback>
        </mc:AlternateContent>
      </w:r>
    </w:p>
    <w:p w:rsidR="005F6705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118109</wp:posOffset>
                </wp:positionV>
                <wp:extent cx="208915" cy="0"/>
                <wp:effectExtent l="38100" t="76200" r="0" b="9525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6956" id="Straight Arrow Connector 29" o:spid="_x0000_s1026" type="#_x0000_t32" style="position:absolute;margin-left:236.3pt;margin-top:9.3pt;width:16.45pt;height:0;flip:x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" strokecolor="#7d60a0">
                <v:stroke endarrow="open"/>
                <o:lock v:ext="edit" shapetype="f"/>
              </v:shape>
            </w:pict>
          </mc:Fallback>
        </mc:AlternateContent>
      </w:r>
    </w:p>
    <w:p w:rsidR="005F6705" w:rsidRPr="002E72B0" w:rsidRDefault="005F6705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5F6705" w:rsidRPr="002E72B0" w:rsidRDefault="005F6705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5F6705" w:rsidRDefault="005F6705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950730" w:rsidRPr="002E72B0" w:rsidRDefault="00950730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F9297A" w:rsidRPr="002E72B0" w:rsidRDefault="00E95F70" w:rsidP="00F9297A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309879</wp:posOffset>
                </wp:positionV>
                <wp:extent cx="161925" cy="0"/>
                <wp:effectExtent l="38100" t="76200" r="0" b="95250"/>
                <wp:wrapNone/>
                <wp:docPr id="288" name="Straight Arrow Connector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81974" id="Straight Arrow Connector 288" o:spid="_x0000_s1026" type="#_x0000_t32" style="position:absolute;margin-left:91.5pt;margin-top:24.4pt;width:12.75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" strokecolor="#be4b48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138430</wp:posOffset>
                </wp:positionV>
                <wp:extent cx="1181100" cy="495300"/>
                <wp:effectExtent l="76200" t="57150" r="76200" b="9525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9297A" w:rsidRDefault="001277BC" w:rsidP="00F9297A">
                            <w:r>
                              <w:t>Mandatory</w:t>
                            </w:r>
                          </w:p>
                          <w:p w:rsidR="00F9297A" w:rsidRDefault="001277BC" w:rsidP="00F9297A">
                            <w:r>
                              <w:t>Compulsory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8" type="#_x0000_t202" style="position:absolute;margin-left:-1.5pt;margin-top:10.9pt;width:93pt;height:3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" fillcolor="#f7caac [1301]" strokecolor="window" strokeweight="3pt">
                <v:shadow on="t" color="black" opacity="24903f" origin=",.5" offset="0,.55556mm"/>
                <v:textbox>
                  <w:txbxContent>
                    <w:p w:rsidR="00F9297A" w:rsidRDefault="001277BC" w:rsidP="00F9297A">
                      <w:r>
                        <w:t>Mandatory</w:t>
                      </w:r>
                    </w:p>
                    <w:p w:rsidR="00F9297A" w:rsidRDefault="001277BC" w:rsidP="00F9297A">
                      <w:r>
                        <w:t>Compulsory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24130</wp:posOffset>
                </wp:positionV>
                <wp:extent cx="3400425" cy="609600"/>
                <wp:effectExtent l="57150" t="38100" r="66675" b="7620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609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9297A" w:rsidRPr="002E72B0" w:rsidRDefault="00F9297A" w:rsidP="00F9297A">
                            <w:pPr>
                              <w:pStyle w:val="Heading1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2E72B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Tier Two Mental Health and Addiction Services Service Specification</w:t>
                            </w:r>
                            <w:r w:rsidR="00864A6A" w:rsidRPr="002E72B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:rsidR="00F9297A" w:rsidRDefault="00F9297A" w:rsidP="00F929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04.25pt;margin-top:1.9pt;width:267.75pt;height:4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9297A" w:rsidRPr="002E72B0" w:rsidRDefault="00F9297A" w:rsidP="00F9297A">
                      <w:pPr>
                        <w:pStyle w:val="Heading1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2E72B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Tier Two Mental Health and Addiction Services Service Specification</w:t>
                      </w:r>
                      <w:r w:rsidR="00864A6A" w:rsidRPr="002E72B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s</w:t>
                      </w:r>
                    </w:p>
                    <w:p w:rsidR="00F9297A" w:rsidRDefault="00F9297A" w:rsidP="00F9297A"/>
                  </w:txbxContent>
                </v:textbox>
              </v:shape>
            </w:pict>
          </mc:Fallback>
        </mc:AlternateContent>
      </w:r>
    </w:p>
    <w:p w:rsidR="00F9297A" w:rsidRPr="002E72B0" w:rsidRDefault="00E95F70" w:rsidP="00F9297A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5376" behindDoc="0" locked="0" layoutInCell="1" allowOverlap="1">
                <wp:simplePos x="0" y="0"/>
                <wp:positionH relativeFrom="column">
                  <wp:posOffset>3838574</wp:posOffset>
                </wp:positionH>
                <wp:positionV relativeFrom="paragraph">
                  <wp:posOffset>285115</wp:posOffset>
                </wp:positionV>
                <wp:extent cx="0" cy="400050"/>
                <wp:effectExtent l="95250" t="0" r="95250" b="38100"/>
                <wp:wrapNone/>
                <wp:docPr id="320" name="Straight Arrow Connector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74207" id="Straight Arrow Connector 320" o:spid="_x0000_s1026" type="#_x0000_t32" style="position:absolute;margin-left:302.25pt;margin-top:22.45pt;width:0;height:31.5pt;z-index:251685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" strokecolor="#7d60a0">
                <v:stroke endarrow="open"/>
                <o:lock v:ext="edit" shapetype="f"/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356235</wp:posOffset>
                </wp:positionV>
                <wp:extent cx="2609850" cy="361950"/>
                <wp:effectExtent l="57150" t="38100" r="57150" b="7620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Default="009C36C2" w:rsidP="00D57A05">
                            <w:pPr>
                              <w:jc w:val="left"/>
                            </w:pPr>
                            <w:hyperlink r:id="rId26" w:history="1">
                              <w:r w:rsidR="00D57A05" w:rsidRPr="005A2DB3">
                                <w:rPr>
                                  <w:rStyle w:val="Hyperlink"/>
                                </w:rPr>
                                <w:t>Adult Mental Health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margin-left:251.95pt;margin-top:28.05pt;width:205.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Default="005A2DB3" w:rsidP="00D57A05">
                      <w:pPr>
                        <w:jc w:val="left"/>
                      </w:pPr>
                      <w:hyperlink r:id="rId27" w:history="1">
                        <w:r w:rsidR="00D57A05" w:rsidRPr="005A2DB3">
                          <w:rPr>
                            <w:rStyle w:val="Hyperlink"/>
                          </w:rPr>
                          <w:t>Adult Mental Health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9232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132714</wp:posOffset>
                </wp:positionV>
                <wp:extent cx="190500" cy="0"/>
                <wp:effectExtent l="0" t="0" r="0" b="0"/>
                <wp:wrapNone/>
                <wp:docPr id="314" name="Straight Connector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52A1C" id="Straight Connector 314" o:spid="_x0000_s1026" style="position:absolute;z-index:251679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10.45pt" to="251.9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040" behindDoc="0" locked="0" layoutInCell="1" allowOverlap="1">
                <wp:simplePos x="0" y="0"/>
                <wp:positionH relativeFrom="column">
                  <wp:posOffset>3009899</wp:posOffset>
                </wp:positionH>
                <wp:positionV relativeFrom="paragraph">
                  <wp:posOffset>132715</wp:posOffset>
                </wp:positionV>
                <wp:extent cx="0" cy="6400800"/>
                <wp:effectExtent l="0" t="0" r="0" b="0"/>
                <wp:wrapNone/>
                <wp:docPr id="305" name="Straight Connector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471E5" id="Straight Connector 305" o:spid="_x0000_s1026" style="position:absolute;z-index:251671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37pt,10.45pt" to="237pt,5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" strokecolor="#7d60a0">
                <o:lock v:ext="edit" shapetype="f"/>
              </v:lin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0256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309244</wp:posOffset>
                </wp:positionV>
                <wp:extent cx="190500" cy="0"/>
                <wp:effectExtent l="0" t="0" r="0" b="0"/>
                <wp:wrapNone/>
                <wp:docPr id="315" name="Straight Connector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19A13" id="Straight Connector 315" o:spid="_x0000_s1026" style="position:absolute;z-index:251680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pt,24.35pt" to="251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71120</wp:posOffset>
                </wp:positionV>
                <wp:extent cx="2609850" cy="466725"/>
                <wp:effectExtent l="57150" t="38100" r="57150" b="85725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4667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28" w:history="1">
                              <w:r w:rsidR="00D57A05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Infant, Child, Adolescent and Youth Mental Health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52pt;margin-top:5.6pt;width:205.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29" w:history="1">
                        <w:r w:rsidR="00D57A05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Infant, Child, Adolescent and Youth Mental Health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295275</wp:posOffset>
                </wp:positionV>
                <wp:extent cx="2609850" cy="361950"/>
                <wp:effectExtent l="57150" t="38100" r="57150" b="7620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30" w:history="1">
                              <w:r w:rsidR="00D57A05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Health of Older People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51.95pt;margin-top:23.25pt;width:205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31" w:history="1">
                        <w:r w:rsidR="00D57A05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Health of Older People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72389</wp:posOffset>
                </wp:positionV>
                <wp:extent cx="190500" cy="0"/>
                <wp:effectExtent l="0" t="0" r="0" b="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39DE4" id="Straight Connector 316" o:spid="_x0000_s1026" style="position:absolute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5.7pt" to="251.9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" strokecolor="#7d60a0">
                <o:lock v:ext="edit" shapetype="f"/>
              </v:lin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2304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191769</wp:posOffset>
                </wp:positionV>
                <wp:extent cx="190500" cy="0"/>
                <wp:effectExtent l="0" t="0" r="0" b="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5CD07" id="Straight Connector 317" o:spid="_x0000_s1026" style="position:absolute;z-index:251682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15.1pt" to="251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29845</wp:posOffset>
                </wp:positionV>
                <wp:extent cx="2609850" cy="361950"/>
                <wp:effectExtent l="57150" t="38100" r="57150" b="7620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32" w:history="1">
                              <w:r w:rsidR="00D57A05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Asian Migrant and Refugee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51.95pt;margin-top:2.35pt;width:205.5pt;height:2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33" w:history="1">
                        <w:r w:rsidR="00D57A05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Asian Migrant and Refugee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3328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358774</wp:posOffset>
                </wp:positionV>
                <wp:extent cx="190500" cy="0"/>
                <wp:effectExtent l="0" t="0" r="0" b="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D25AF0" id="Straight Connector 318" o:spid="_x0000_s1026" style="position:absolute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28.25pt" to="251.9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139700</wp:posOffset>
                </wp:positionV>
                <wp:extent cx="2609850" cy="419100"/>
                <wp:effectExtent l="57150" t="38100" r="57150" b="7620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34" w:history="1">
                              <w:r w:rsidR="00723881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Kaupapa Maori Mental Health and Addiction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252pt;margin-top:11pt;width:205.5pt;height:3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35" w:history="1">
                        <w:r w:rsidR="00723881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Kaupapa Maori Mental Health and Addiction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335280</wp:posOffset>
                </wp:positionV>
                <wp:extent cx="2609850" cy="447675"/>
                <wp:effectExtent l="57150" t="38100" r="57150" b="8572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4476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36" w:history="1">
                              <w:r w:rsidR="00723881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Pacific Mental Health and Addiction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52pt;margin-top:26.4pt;width:205.5pt;height:35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37" w:history="1">
                        <w:r w:rsidR="00723881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Pa</w:t>
                        </w:r>
                        <w:r w:rsidR="00723881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c</w:t>
                        </w:r>
                        <w:r w:rsidR="00723881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i</w:t>
                        </w:r>
                        <w:r w:rsidR="00723881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f</w:t>
                        </w:r>
                        <w:r w:rsidR="00723881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ic Mental Health and Addiction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723881" w:rsidRPr="002E72B0" w:rsidRDefault="001277BC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227965</wp:posOffset>
                </wp:positionV>
                <wp:extent cx="2990850" cy="752475"/>
                <wp:effectExtent l="57150" t="38100" r="76200" b="10477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752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80919" w:rsidRDefault="00980919" w:rsidP="00980919">
                            <w:pPr>
                              <w:jc w:val="left"/>
                            </w:pPr>
                            <w:r>
                              <w:t>Tier two service specifications note:</w:t>
                            </w:r>
                          </w:p>
                          <w:p w:rsidR="00980919" w:rsidRDefault="001277BC" w:rsidP="00980919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jc w:val="left"/>
                            </w:pPr>
                            <w:r>
                              <w:t>G</w:t>
                            </w:r>
                            <w:r w:rsidR="00980919">
                              <w:t>eneral service objectives relevant to the speciality service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-18.75pt;margin-top:17.95pt;width:235.5pt;height:59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80919" w:rsidRDefault="00980919" w:rsidP="00980919">
                      <w:pPr>
                        <w:jc w:val="left"/>
                      </w:pPr>
                      <w:r>
                        <w:t>Tier two service specifications note:</w:t>
                      </w:r>
                    </w:p>
                    <w:p w:rsidR="00980919" w:rsidRDefault="001277BC" w:rsidP="00980919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jc w:val="left"/>
                      </w:pPr>
                      <w:r>
                        <w:t>G</w:t>
                      </w:r>
                      <w:r w:rsidR="00980919">
                        <w:t>eneral service objectives relevant to the speciality service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95F70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4352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159384</wp:posOffset>
                </wp:positionV>
                <wp:extent cx="190500" cy="0"/>
                <wp:effectExtent l="0" t="0" r="0" b="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F57DE" id="Straight Connector 319" o:spid="_x0000_s1026" style="position:absolute;z-index:25168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12.55pt" to="251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" strokecolor="#7d60a0">
                <o:lock v:ext="edit" shapetype="f"/>
              </v:line>
            </w:pict>
          </mc:Fallback>
        </mc:AlternateContent>
      </w:r>
    </w:p>
    <w:p w:rsidR="00723881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346074</wp:posOffset>
                </wp:positionV>
                <wp:extent cx="190500" cy="0"/>
                <wp:effectExtent l="0" t="0" r="0" b="0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0996D" id="Straight Connector 311" o:spid="_x0000_s1026" style="position:absolute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27.25pt" to="251.9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0560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346074</wp:posOffset>
                </wp:positionV>
                <wp:extent cx="257175" cy="0"/>
                <wp:effectExtent l="38100" t="76200" r="0" b="9525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41ED" id="Straight Arrow Connector 28" o:spid="_x0000_s1026" type="#_x0000_t32" style="position:absolute;margin-left:216.75pt;margin-top:27.25pt;width:20.25pt;height:0;flip:x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" strokecolor="#7d60a0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3199130</wp:posOffset>
                </wp:positionH>
                <wp:positionV relativeFrom="paragraph">
                  <wp:posOffset>168910</wp:posOffset>
                </wp:positionV>
                <wp:extent cx="2609850" cy="361950"/>
                <wp:effectExtent l="57150" t="38100" r="57150" b="7620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723881" w:rsidRDefault="009C36C2" w:rsidP="00D57A05">
                            <w:pPr>
                              <w:jc w:val="left"/>
                              <w:rPr>
                                <w:b/>
                              </w:rPr>
                            </w:pPr>
                            <w:hyperlink r:id="rId38" w:history="1">
                              <w:r w:rsidR="00723881" w:rsidRPr="005A2DB3">
                                <w:rPr>
                                  <w:rStyle w:val="Hyperlink"/>
                                  <w:b/>
                                </w:rPr>
                                <w:t>Addiction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251.9pt;margin-top:13.3pt;width:205.5pt;height:2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723881" w:rsidRDefault="005A2DB3" w:rsidP="00D57A05">
                      <w:pPr>
                        <w:jc w:val="left"/>
                        <w:rPr>
                          <w:b/>
                        </w:rPr>
                      </w:pPr>
                      <w:hyperlink r:id="rId39" w:history="1">
                        <w:r w:rsidR="00723881" w:rsidRPr="005A2DB3">
                          <w:rPr>
                            <w:rStyle w:val="Hyperlink"/>
                            <w:b/>
                          </w:rPr>
                          <w:t>Addiction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723881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288290</wp:posOffset>
                </wp:positionV>
                <wp:extent cx="2609850" cy="361950"/>
                <wp:effectExtent l="57150" t="38100" r="57150" b="7620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5A1BD8" w:rsidRDefault="009C36C2" w:rsidP="00D57A05">
                            <w:pPr>
                              <w:jc w:val="left"/>
                              <w:rPr>
                                <w:b/>
                              </w:rPr>
                            </w:pPr>
                            <w:hyperlink r:id="rId40" w:history="1">
                              <w:r w:rsidR="00723881" w:rsidRPr="005A2DB3">
                                <w:rPr>
                                  <w:rStyle w:val="Hyperlink"/>
                                  <w:b/>
                                </w:rPr>
                                <w:t>Eating Disorder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251.95pt;margin-top:22.7pt;width:205.5pt;height:2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5A1BD8" w:rsidRDefault="005A2DB3" w:rsidP="00D57A05">
                      <w:pPr>
                        <w:jc w:val="left"/>
                        <w:rPr>
                          <w:b/>
                        </w:rPr>
                      </w:pPr>
                      <w:hyperlink r:id="rId41" w:history="1">
                        <w:r w:rsidR="00723881" w:rsidRPr="005A2DB3">
                          <w:rPr>
                            <w:rStyle w:val="Hyperlink"/>
                            <w:b/>
                          </w:rPr>
                          <w:t>Eating Disorder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7184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32384</wp:posOffset>
                </wp:positionV>
                <wp:extent cx="190500" cy="0"/>
                <wp:effectExtent l="0" t="0" r="0" b="0"/>
                <wp:wrapNone/>
                <wp:docPr id="312" name="Straight Connector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E2720" id="Straight Connector 312" o:spid="_x0000_s1026" style="position:absolute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2.55pt" to="251.9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" strokecolor="#7d60a0">
                <o:lock v:ext="edit" shapetype="f"/>
              </v:lin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142239</wp:posOffset>
                </wp:positionV>
                <wp:extent cx="190500" cy="0"/>
                <wp:effectExtent l="0" t="0" r="0" b="0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BF56B" id="Straight Connector 310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7pt,11.2pt" to="25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2540</wp:posOffset>
                </wp:positionV>
                <wp:extent cx="2609850" cy="361950"/>
                <wp:effectExtent l="57150" t="38100" r="57150" b="7620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42" w:history="1">
                              <w:r w:rsidR="00FD373D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Family and Whanau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51.95pt;margin-top:.2pt;width:205.5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43" w:history="1">
                        <w:r w:rsidR="00FD373D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Family and Whanau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4112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252094</wp:posOffset>
                </wp:positionV>
                <wp:extent cx="190500" cy="0"/>
                <wp:effectExtent l="0" t="0" r="0" b="0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6C034" id="Straight Connector 309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7pt,19.85pt" to="25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113030</wp:posOffset>
                </wp:positionV>
                <wp:extent cx="2609850" cy="361950"/>
                <wp:effectExtent l="57150" t="38100" r="57150" b="7620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44" w:history="1">
                              <w:r w:rsidR="009171B4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Forensic Mental Health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51.95pt;margin-top:8.9pt;width:205.5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45" w:history="1">
                        <w:r w:rsidR="009171B4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Forensic Mental Health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362584</wp:posOffset>
                </wp:positionV>
                <wp:extent cx="190500" cy="0"/>
                <wp:effectExtent l="0" t="0" r="0" b="0"/>
                <wp:wrapNone/>
                <wp:docPr id="308" name="Straight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521951" id="Straight Connector 308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6.95pt,28.55pt" to="251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213995</wp:posOffset>
                </wp:positionV>
                <wp:extent cx="2609850" cy="361950"/>
                <wp:effectExtent l="57150" t="38100" r="57150" b="7620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57A05" w:rsidRPr="002E72B0" w:rsidRDefault="009C36C2" w:rsidP="00D57A05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46" w:history="1">
                              <w:r w:rsidR="00C40EC0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Perinatal Mental Health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251.95pt;margin-top:16.85pt;width:205.5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7A05" w:rsidRPr="002E72B0" w:rsidRDefault="005A2DB3" w:rsidP="00D57A05">
                      <w:pPr>
                        <w:jc w:val="left"/>
                        <w:rPr>
                          <w:rFonts w:cs="Calibri"/>
                        </w:rPr>
                      </w:pPr>
                      <w:hyperlink r:id="rId47" w:history="1">
                        <w:r w:rsidR="00C40EC0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Perinatal Mental Health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333375</wp:posOffset>
                </wp:positionV>
                <wp:extent cx="2609850" cy="361950"/>
                <wp:effectExtent l="57150" t="38100" r="57150" b="7620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40EC0" w:rsidRPr="002E72B0" w:rsidRDefault="009C36C2" w:rsidP="00C40EC0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48" w:history="1">
                              <w:r w:rsidR="00C40EC0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Youth Forensic Mental Health Services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51.95pt;margin-top:26.25pt;width:205.5pt;height:2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40EC0" w:rsidRPr="002E72B0" w:rsidRDefault="005A2DB3" w:rsidP="00C40EC0">
                      <w:pPr>
                        <w:jc w:val="left"/>
                        <w:rPr>
                          <w:rFonts w:cs="Calibri"/>
                        </w:rPr>
                      </w:pPr>
                      <w:hyperlink r:id="rId49" w:history="1">
                        <w:r w:rsidR="00C40EC0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Youth Forensic Mental Health Services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8208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96519</wp:posOffset>
                </wp:positionV>
                <wp:extent cx="190500" cy="0"/>
                <wp:effectExtent l="0" t="0" r="0" b="0"/>
                <wp:wrapNone/>
                <wp:docPr id="313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BE2BC" id="Straight Connector 313" o:spid="_x0000_s1026" style="position:absolute;z-index: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7pt,7.6pt" to="252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" strokecolor="#7d60a0">
                <o:lock v:ext="edit" shapetype="f"/>
              </v:line>
            </w:pict>
          </mc:Fallback>
        </mc:AlternateContent>
      </w:r>
    </w:p>
    <w:p w:rsidR="00F9297A" w:rsidRPr="002E72B0" w:rsidRDefault="00E95F7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215899</wp:posOffset>
                </wp:positionV>
                <wp:extent cx="190500" cy="0"/>
                <wp:effectExtent l="0" t="0" r="0" b="0"/>
                <wp:wrapNone/>
                <wp:docPr id="306" name="Straight Connector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C1D57" id="Straight Connector 306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37pt,17pt" to="252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" strokecolor="#7d60a0">
                <o:lock v:ext="edit" shapetype="f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48260</wp:posOffset>
                </wp:positionV>
                <wp:extent cx="2609850" cy="361950"/>
                <wp:effectExtent l="57150" t="38100" r="57150" b="7620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61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40EC0" w:rsidRPr="002E72B0" w:rsidRDefault="009C36C2" w:rsidP="00C40EC0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hyperlink r:id="rId50" w:history="1">
                              <w:r w:rsidR="00C40EC0" w:rsidRPr="005A2DB3">
                                <w:rPr>
                                  <w:rStyle w:val="Hyperlink"/>
                                  <w:rFonts w:cs="Calibri"/>
                                  <w:b/>
                                  <w:bCs/>
                                </w:rPr>
                                <w:t>Consumer Leadership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51.95pt;margin-top:3.8pt;width:205.5pt;height:2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40EC0" w:rsidRPr="002E72B0" w:rsidRDefault="005A2DB3" w:rsidP="00C40EC0">
                      <w:pPr>
                        <w:jc w:val="left"/>
                        <w:rPr>
                          <w:rFonts w:cs="Calibri"/>
                        </w:rPr>
                      </w:pPr>
                      <w:hyperlink r:id="rId51" w:history="1">
                        <w:r w:rsidR="00C40EC0" w:rsidRPr="005A2DB3">
                          <w:rPr>
                            <w:rStyle w:val="Hyperlink"/>
                            <w:rFonts w:cs="Calibri"/>
                            <w:b/>
                            <w:bCs/>
                          </w:rPr>
                          <w:t>Consumer Leadership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C35C15" w:rsidRDefault="00C35C15" w:rsidP="000D1F76">
      <w:pPr>
        <w:pStyle w:val="Heading1"/>
        <w:rPr>
          <w:rFonts w:ascii="Calibri" w:hAnsi="Calibri" w:cs="Calibri"/>
          <w:sz w:val="28"/>
          <w:szCs w:val="28"/>
        </w:rPr>
      </w:pPr>
    </w:p>
    <w:p w:rsidR="00C35C15" w:rsidRDefault="00C35C15" w:rsidP="000D1F76">
      <w:pPr>
        <w:pStyle w:val="Heading1"/>
        <w:rPr>
          <w:rFonts w:ascii="Calibri" w:hAnsi="Calibri" w:cs="Calibri"/>
          <w:sz w:val="28"/>
          <w:szCs w:val="28"/>
        </w:rPr>
      </w:pPr>
    </w:p>
    <w:p w:rsidR="00C35C15" w:rsidRDefault="00C35C15" w:rsidP="000D1F76">
      <w:pPr>
        <w:pStyle w:val="Heading1"/>
        <w:rPr>
          <w:rFonts w:ascii="Calibri" w:hAnsi="Calibri" w:cs="Calibri"/>
          <w:sz w:val="28"/>
          <w:szCs w:val="28"/>
        </w:rPr>
      </w:pPr>
    </w:p>
    <w:p w:rsidR="00C35C15" w:rsidRDefault="00EA0290" w:rsidP="000D1F76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12065</wp:posOffset>
                </wp:positionV>
                <wp:extent cx="3400425" cy="790575"/>
                <wp:effectExtent l="57150" t="38100" r="85725" b="104775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790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D1F76" w:rsidRDefault="000D1F76" w:rsidP="000D1F76">
                            <w:pPr>
                              <w:pStyle w:val="Heading1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 w:rsidRPr="002E72B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Tier </w:t>
                            </w:r>
                            <w:r w:rsidR="00F31AAF" w:rsidRPr="002E72B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 xml:space="preserve">Three </w:t>
                            </w:r>
                            <w:r w:rsidRPr="002E72B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Mental Health and Addiction Services Service Specifications</w:t>
                            </w:r>
                            <w:r w:rsidR="00EA0290"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EA0290" w:rsidRDefault="00EA0290" w:rsidP="000D1F76">
                            <w:pPr>
                              <w:pStyle w:val="Heading1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  <w:t>They are accessed through the links of tier two service specifications</w:t>
                            </w:r>
                          </w:p>
                          <w:p w:rsidR="00604562" w:rsidRPr="002E72B0" w:rsidRDefault="00604562" w:rsidP="000D1F76">
                            <w:pPr>
                              <w:pStyle w:val="Heading1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 w:val="0"/>
                                <w:sz w:val="22"/>
                                <w:szCs w:val="22"/>
                              </w:rPr>
                            </w:pPr>
                          </w:p>
                          <w:p w:rsidR="000D1F76" w:rsidRDefault="000D1F76" w:rsidP="000D1F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16.25pt;margin-top:.95pt;width:267.75pt;height:62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D1F76" w:rsidRDefault="000D1F76" w:rsidP="000D1F76">
                      <w:pPr>
                        <w:pStyle w:val="Heading1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 w:rsidRPr="002E72B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Tier </w:t>
                      </w:r>
                      <w:r w:rsidR="00F31AAF" w:rsidRPr="002E72B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 xml:space="preserve">Three </w:t>
                      </w:r>
                      <w:r w:rsidRPr="002E72B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Mental Health and Addiction Services Service Specifications</w:t>
                      </w:r>
                      <w:r w:rsidR="00EA0290"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:</w:t>
                      </w:r>
                    </w:p>
                    <w:p w:rsidR="00EA0290" w:rsidRDefault="00EA0290" w:rsidP="000D1F76">
                      <w:pPr>
                        <w:pStyle w:val="Heading1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  <w:t>They are accessed through the links of tier two service specifications</w:t>
                      </w:r>
                    </w:p>
                    <w:p w:rsidR="00604562" w:rsidRPr="002E72B0" w:rsidRDefault="00604562" w:rsidP="000D1F76">
                      <w:pPr>
                        <w:pStyle w:val="Heading1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 w:val="0"/>
                          <w:sz w:val="22"/>
                          <w:szCs w:val="22"/>
                        </w:rPr>
                      </w:pPr>
                    </w:p>
                    <w:p w:rsidR="000D1F76" w:rsidRDefault="000D1F76" w:rsidP="000D1F76"/>
                  </w:txbxContent>
                </v:textbox>
              </v:shape>
            </w:pict>
          </mc:Fallback>
        </mc:AlternateContent>
      </w:r>
      <w:r w:rsidR="00604562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9525</wp:posOffset>
                </wp:positionV>
                <wp:extent cx="1181100" cy="495300"/>
                <wp:effectExtent l="76200" t="57150" r="76200" b="95250"/>
                <wp:wrapNone/>
                <wp:docPr id="323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D1F76" w:rsidRDefault="00C35C15" w:rsidP="000D1F76">
                            <w:r>
                              <w:t>Mandatory</w:t>
                            </w:r>
                          </w:p>
                          <w:p w:rsidR="000D1F76" w:rsidRDefault="00C35C15" w:rsidP="000D1F76">
                            <w:r>
                              <w:t>Compulsory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3" o:spid="_x0000_s1064" type="#_x0000_t202" style="position:absolute;margin-left:10.5pt;margin-top:.75pt;width:93pt;height:39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" fillcolor="#f7caac [1301]" strokecolor="window" strokeweight="3pt">
                <v:shadow on="t" color="black" opacity="24903f" origin=",.5" offset="0,.55556mm"/>
                <v:textbox>
                  <w:txbxContent>
                    <w:p w:rsidR="000D1F76" w:rsidRDefault="00C35C15" w:rsidP="000D1F76">
                      <w:r>
                        <w:t>Mandatory</w:t>
                      </w:r>
                    </w:p>
                    <w:p w:rsidR="000D1F76" w:rsidRDefault="00C35C15" w:rsidP="000D1F76">
                      <w:r>
                        <w:t>Compulsory</w:t>
                      </w:r>
                    </w:p>
                  </w:txbxContent>
                </v:textbox>
              </v:shape>
            </w:pict>
          </mc:Fallback>
        </mc:AlternateContent>
      </w:r>
      <w:r w:rsidR="00604562"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8844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208915</wp:posOffset>
                </wp:positionV>
                <wp:extent cx="161925" cy="0"/>
                <wp:effectExtent l="38100" t="76200" r="0" b="95250"/>
                <wp:wrapNone/>
                <wp:docPr id="322" name="Straight Arrow Connector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641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2" o:spid="_x0000_s1026" type="#_x0000_t32" style="position:absolute;margin-left:103.5pt;margin-top:16.45pt;width:12.75pt;height:0;flip:x;z-index:25168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" strokecolor="#be4b48">
                <v:stroke endarrow="open"/>
                <o:lock v:ext="edit" shapetype="f"/>
              </v:shape>
            </w:pict>
          </mc:Fallback>
        </mc:AlternateContent>
      </w:r>
    </w:p>
    <w:p w:rsidR="000D1F76" w:rsidRPr="002E72B0" w:rsidRDefault="00C35C15" w:rsidP="000D1F76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18813" behindDoc="0" locked="0" layoutInCell="1" allowOverlap="1">
                <wp:simplePos x="0" y="0"/>
                <wp:positionH relativeFrom="column">
                  <wp:posOffset>3933190</wp:posOffset>
                </wp:positionH>
                <wp:positionV relativeFrom="paragraph">
                  <wp:posOffset>224155</wp:posOffset>
                </wp:positionV>
                <wp:extent cx="0" cy="400050"/>
                <wp:effectExtent l="95250" t="0" r="95250" b="38100"/>
                <wp:wrapNone/>
                <wp:docPr id="325" name="Straight Arrow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020C8" id="Straight Arrow Connector 325" o:spid="_x0000_s1026" type="#_x0000_t32" style="position:absolute;margin-left:309.7pt;margin-top:17.65pt;width:0;height:31.5pt;z-index:251618813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" strokecolor="#7d60a0">
                <v:stroke endarrow="open"/>
                <o:lock v:ext="edit" shapetype="f"/>
              </v:shape>
            </w:pict>
          </mc:Fallback>
        </mc:AlternateContent>
      </w:r>
    </w:p>
    <w:p w:rsidR="000D1F76" w:rsidRPr="002E72B0" w:rsidRDefault="00C35C15" w:rsidP="000D1F76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294640</wp:posOffset>
                </wp:positionV>
                <wp:extent cx="2609850" cy="1943100"/>
                <wp:effectExtent l="57150" t="38100" r="57150" b="76200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943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F453A7" w:rsidRPr="002E72B0" w:rsidRDefault="003D38D2" w:rsidP="00F453A7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 xml:space="preserve">Tier </w:t>
                            </w:r>
                            <w:r w:rsidR="00604562">
                              <w:rPr>
                                <w:rFonts w:cs="Calibri"/>
                              </w:rPr>
                              <w:t>t</w:t>
                            </w:r>
                            <w:r w:rsidRPr="002E72B0">
                              <w:rPr>
                                <w:rFonts w:cs="Calibri"/>
                              </w:rPr>
                              <w:t>hree includes: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Service definition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Service objectives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Entry criteria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Service components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Processes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Setting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numPr>
                                <w:ilvl w:val="1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Key inputs (staff</w:t>
                            </w:r>
                            <w:r w:rsidR="001E2025" w:rsidRPr="002E72B0">
                              <w:rPr>
                                <w:rFonts w:cs="Calibri"/>
                              </w:rPr>
                              <w:t xml:space="preserve"> qualifications)</w:t>
                            </w:r>
                          </w:p>
                          <w:p w:rsidR="001E2025" w:rsidRPr="002E72B0" w:rsidRDefault="001E2025" w:rsidP="001E2025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>Reporting requirements</w:t>
                            </w:r>
                          </w:p>
                          <w:p w:rsidR="003D38D2" w:rsidRPr="002E72B0" w:rsidRDefault="003D38D2" w:rsidP="003D38D2">
                            <w:pPr>
                              <w:pStyle w:val="ListParagraph"/>
                              <w:ind w:left="360"/>
                              <w:jc w:val="left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53.5pt;margin-top:23.2pt;width:205.5pt;height:153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453A7" w:rsidRPr="002E72B0" w:rsidRDefault="003D38D2" w:rsidP="00F453A7">
                      <w:p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 xml:space="preserve">Tier </w:t>
                      </w:r>
                      <w:r w:rsidR="00604562">
                        <w:rPr>
                          <w:rFonts w:cs="Calibri"/>
                        </w:rPr>
                        <w:t>t</w:t>
                      </w:r>
                      <w:r w:rsidRPr="002E72B0">
                        <w:rPr>
                          <w:rFonts w:cs="Calibri"/>
                        </w:rPr>
                        <w:t>hree includes: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Service definition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Service objectives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Entry criteria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Service components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Processes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Setting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numPr>
                          <w:ilvl w:val="1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Key inputs (staff</w:t>
                      </w:r>
                      <w:r w:rsidR="001E2025" w:rsidRPr="002E72B0">
                        <w:rPr>
                          <w:rFonts w:cs="Calibri"/>
                        </w:rPr>
                        <w:t xml:space="preserve"> qualifications)</w:t>
                      </w:r>
                    </w:p>
                    <w:p w:rsidR="001E2025" w:rsidRPr="002E72B0" w:rsidRDefault="001E2025" w:rsidP="001E2025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>Reporting requirements</w:t>
                      </w:r>
                    </w:p>
                    <w:p w:rsidR="003D38D2" w:rsidRPr="002E72B0" w:rsidRDefault="003D38D2" w:rsidP="003D38D2">
                      <w:pPr>
                        <w:pStyle w:val="ListParagraph"/>
                        <w:ind w:left="360"/>
                        <w:jc w:val="left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F9297A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F9297A" w:rsidRPr="002E72B0" w:rsidRDefault="00604562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2F3B87" wp14:editId="220B659D">
                <wp:simplePos x="0" y="0"/>
                <wp:positionH relativeFrom="column">
                  <wp:posOffset>428625</wp:posOffset>
                </wp:positionH>
                <wp:positionV relativeFrom="paragraph">
                  <wp:posOffset>287655</wp:posOffset>
                </wp:positionV>
                <wp:extent cx="2609850" cy="571500"/>
                <wp:effectExtent l="57150" t="38100" r="76200" b="952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4562" w:rsidRPr="002E72B0" w:rsidRDefault="00604562" w:rsidP="00604562">
                            <w:pPr>
                              <w:pStyle w:val="ListParagraph"/>
                              <w:ind w:left="0"/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 xml:space="preserve">Tier three specifications give detail what service delivery is expected of your organisation.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F3B87" id="_x0000_s1067" type="#_x0000_t202" style="position:absolute;margin-left:33.75pt;margin-top:22.65pt;width:205.5pt;height:4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604562" w:rsidRPr="002E72B0" w:rsidRDefault="00604562" w:rsidP="00604562">
                      <w:pPr>
                        <w:pStyle w:val="ListParagraph"/>
                        <w:ind w:left="0"/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 xml:space="preserve">Tier three specifications give detail what service delivery is expected of your organisation. </w:t>
                      </w:r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F9297A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F9297A" w:rsidRPr="002E72B0" w:rsidRDefault="00F9297A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F9297A" w:rsidRPr="002E72B0" w:rsidRDefault="00C35C15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92544" behindDoc="0" locked="0" layoutInCell="1" allowOverlap="1">
                <wp:simplePos x="0" y="0"/>
                <wp:positionH relativeFrom="column">
                  <wp:posOffset>3933190</wp:posOffset>
                </wp:positionH>
                <wp:positionV relativeFrom="paragraph">
                  <wp:posOffset>309880</wp:posOffset>
                </wp:positionV>
                <wp:extent cx="0" cy="304800"/>
                <wp:effectExtent l="95250" t="0" r="38100" b="38100"/>
                <wp:wrapNone/>
                <wp:docPr id="327" name="Straight Arrow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A02C7" id="Straight Arrow Connector 327" o:spid="_x0000_s1026" type="#_x0000_t32" style="position:absolute;margin-left:309.7pt;margin-top:24.4pt;width:0;height:24pt;z-index:251692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" strokecolor="#7d60a0">
                <v:stroke endarrow="open"/>
                <o:lock v:ext="edit" shapetype="f"/>
              </v:shape>
            </w:pict>
          </mc:Fallback>
        </mc:AlternateContent>
      </w:r>
    </w:p>
    <w:p w:rsidR="00F9297A" w:rsidRPr="002E72B0" w:rsidRDefault="00C35C15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232410</wp:posOffset>
                </wp:positionV>
                <wp:extent cx="2609850" cy="628650"/>
                <wp:effectExtent l="57150" t="38100" r="76200" b="95250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286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56096" w:rsidRDefault="00656096" w:rsidP="00656096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 w:rsidRPr="002E72B0">
                              <w:rPr>
                                <w:rFonts w:cs="Calibri"/>
                              </w:rPr>
                              <w:t xml:space="preserve">Some funders/planners, portfolio managers </w:t>
                            </w:r>
                            <w:r w:rsidR="00C35C15">
                              <w:rPr>
                                <w:rFonts w:cs="Calibri"/>
                              </w:rPr>
                              <w:t>develop variations to the service specifications.</w:t>
                            </w:r>
                          </w:p>
                          <w:p w:rsidR="00C35C15" w:rsidRPr="002E72B0" w:rsidRDefault="00C35C15" w:rsidP="00656096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253.5pt;margin-top:18.3pt;width:205.5pt;height:49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656096" w:rsidRDefault="00656096" w:rsidP="00656096">
                      <w:pPr>
                        <w:jc w:val="left"/>
                        <w:rPr>
                          <w:rFonts w:cs="Calibri"/>
                        </w:rPr>
                      </w:pPr>
                      <w:r w:rsidRPr="002E72B0">
                        <w:rPr>
                          <w:rFonts w:cs="Calibri"/>
                        </w:rPr>
                        <w:t xml:space="preserve">Some funders/planners, portfolio managers </w:t>
                      </w:r>
                      <w:r w:rsidR="00C35C15">
                        <w:rPr>
                          <w:rFonts w:cs="Calibri"/>
                        </w:rPr>
                        <w:t>develop variations to the service specifications.</w:t>
                      </w:r>
                    </w:p>
                    <w:p w:rsidR="00C35C15" w:rsidRPr="002E72B0" w:rsidRDefault="00C35C15" w:rsidP="00656096">
                      <w:pPr>
                        <w:jc w:val="left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297A" w:rsidRPr="002E72B0" w:rsidRDefault="00F9297A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F9297A" w:rsidRPr="002E72B0" w:rsidRDefault="00EA0290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08EA521" wp14:editId="6B61B2B6">
                <wp:simplePos x="0" y="0"/>
                <wp:positionH relativeFrom="column">
                  <wp:posOffset>1314450</wp:posOffset>
                </wp:positionH>
                <wp:positionV relativeFrom="paragraph">
                  <wp:posOffset>185420</wp:posOffset>
                </wp:positionV>
                <wp:extent cx="3038475" cy="1514475"/>
                <wp:effectExtent l="57150" t="38100" r="85725" b="104775"/>
                <wp:wrapNone/>
                <wp:docPr id="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514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35C15" w:rsidRDefault="003D14B0" w:rsidP="00C35C15">
                            <w:pPr>
                              <w:jc w:val="left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ENSURE THAT YOUR ORGANISATION HAS WRITTEN EVIDENCE OF ANY ARRANGEMENTS MADE THAT ARE NOT INCLUDED IN YOUR AGREEMENTS/</w:t>
                            </w:r>
                          </w:p>
                          <w:p w:rsidR="003D14B0" w:rsidRDefault="003D14B0" w:rsidP="00C35C15">
                            <w:pPr>
                              <w:jc w:val="left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CONTRACTS.</w:t>
                            </w:r>
                          </w:p>
                          <w:p w:rsidR="00F24A7B" w:rsidRDefault="00F24A7B" w:rsidP="00C35C15">
                            <w:pPr>
                              <w:jc w:val="left"/>
                              <w:rPr>
                                <w:rFonts w:cs="Calibri"/>
                                <w:b/>
                              </w:rPr>
                            </w:pPr>
                          </w:p>
                          <w:p w:rsidR="00F24A7B" w:rsidRPr="003D14B0" w:rsidRDefault="00F24A7B" w:rsidP="00C35C15">
                            <w:pPr>
                              <w:jc w:val="left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ANY VARIATION</w:t>
                            </w:r>
                            <w:r w:rsidR="00EA0290">
                              <w:rPr>
                                <w:rFonts w:cs="Calibri"/>
                                <w:b/>
                              </w:rPr>
                              <w:t xml:space="preserve"> OF YOUR AGREEMENT NEEDS</w:t>
                            </w:r>
                            <w:r>
                              <w:rPr>
                                <w:rFonts w:cs="Calibri"/>
                                <w:b/>
                              </w:rPr>
                              <w:t xml:space="preserve"> TO BE IN WRITING.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EA521" id="_x0000_s1069" type="#_x0000_t202" style="position:absolute;margin-left:103.5pt;margin-top:14.6pt;width:239.25pt;height:119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5C15" w:rsidRDefault="003D14B0" w:rsidP="00C35C15">
                      <w:pPr>
                        <w:jc w:val="left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ENSURE THAT YOUR ORGANISATION HAS WRITTEN EVIDENCE OF ANY ARRANGEMENTS MADE THAT ARE NOT INCLUDED IN YOUR AGREEMENTS/</w:t>
                      </w:r>
                    </w:p>
                    <w:p w:rsidR="003D14B0" w:rsidRDefault="003D14B0" w:rsidP="00C35C15">
                      <w:pPr>
                        <w:jc w:val="left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CONTRACTS.</w:t>
                      </w:r>
                    </w:p>
                    <w:p w:rsidR="00F24A7B" w:rsidRDefault="00F24A7B" w:rsidP="00C35C15">
                      <w:pPr>
                        <w:jc w:val="left"/>
                        <w:rPr>
                          <w:rFonts w:cs="Calibri"/>
                          <w:b/>
                        </w:rPr>
                      </w:pPr>
                    </w:p>
                    <w:p w:rsidR="00F24A7B" w:rsidRPr="003D14B0" w:rsidRDefault="00F24A7B" w:rsidP="00C35C15">
                      <w:pPr>
                        <w:jc w:val="left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ANY VARIATION</w:t>
                      </w:r>
                      <w:r w:rsidR="00EA0290">
                        <w:rPr>
                          <w:rFonts w:cs="Calibri"/>
                          <w:b/>
                        </w:rPr>
                        <w:t xml:space="preserve"> OF YOUR AGREEMENT NEEDS</w:t>
                      </w:r>
                      <w:r>
                        <w:rPr>
                          <w:rFonts w:cs="Calibri"/>
                          <w:b/>
                        </w:rPr>
                        <w:t xml:space="preserve"> TO BE IN WRITING.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A93A965" wp14:editId="1DD66056">
                <wp:simplePos x="0" y="0"/>
                <wp:positionH relativeFrom="column">
                  <wp:posOffset>533400</wp:posOffset>
                </wp:positionH>
                <wp:positionV relativeFrom="paragraph">
                  <wp:posOffset>185420</wp:posOffset>
                </wp:positionV>
                <wp:extent cx="781050" cy="1514475"/>
                <wp:effectExtent l="57150" t="38100" r="76200" b="104775"/>
                <wp:wrapNone/>
                <wp:docPr id="3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514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14B0" w:rsidRPr="002E72B0" w:rsidRDefault="00635F03" w:rsidP="003D14B0">
                            <w:pPr>
                              <w:jc w:val="left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609600" cy="1304925"/>
                                  <wp:effectExtent l="0" t="0" r="0" b="9525"/>
                                  <wp:docPr id="4" name="Picture 4" descr="Image result for image of exclamation mar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image of exclamation mar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3A965" id="_x0000_s1070" type="#_x0000_t202" style="position:absolute;margin-left:42pt;margin-top:14.6pt;width:61.5pt;height:119.2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D14B0" w:rsidRPr="002E72B0" w:rsidRDefault="00635F03" w:rsidP="003D14B0">
                      <w:pPr>
                        <w:jc w:val="left"/>
                        <w:rPr>
                          <w:rFonts w:cs="Calibri"/>
                        </w:rPr>
                      </w:pPr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609600" cy="1304925"/>
                            <wp:effectExtent l="0" t="0" r="0" b="9525"/>
                            <wp:docPr id="4" name="Picture 4" descr="Image result for image of exclamation mar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image of exclamation mar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1304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Pr="002E72B0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7F1789" w:rsidRDefault="007F1789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EF50C3" w:rsidRPr="002E72B0" w:rsidRDefault="00EF50C3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E31B83" w:rsidRPr="002E72B0" w:rsidRDefault="00E31B83" w:rsidP="00E31B83">
      <w:pPr>
        <w:pStyle w:val="Heading1"/>
        <w:rPr>
          <w:rFonts w:ascii="Calibri" w:hAnsi="Calibri" w:cs="Calibri"/>
          <w:sz w:val="28"/>
          <w:szCs w:val="28"/>
        </w:rPr>
      </w:pPr>
      <w:r w:rsidRPr="002E72B0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E31B83" w:rsidRPr="002E72B0" w:rsidTr="002E72B0">
        <w:tc>
          <w:tcPr>
            <w:tcW w:w="4111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2E72B0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2E72B0">
              <w:rPr>
                <w:rFonts w:cs="Calibri"/>
              </w:rPr>
              <w:t>Date</w:t>
            </w:r>
          </w:p>
        </w:tc>
      </w:tr>
      <w:tr w:rsidR="00E31B83" w:rsidRPr="002E72B0" w:rsidTr="002E72B0">
        <w:tc>
          <w:tcPr>
            <w:tcW w:w="4111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2E72B0" w:rsidTr="002E72B0">
        <w:tc>
          <w:tcPr>
            <w:tcW w:w="4111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2E72B0" w:rsidTr="002E72B0">
        <w:tc>
          <w:tcPr>
            <w:tcW w:w="4111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2E72B0" w:rsidTr="002E72B0">
        <w:tc>
          <w:tcPr>
            <w:tcW w:w="4111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2E72B0" w:rsidRDefault="00E31B83" w:rsidP="002E72B0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</w:tbl>
    <w:p w:rsidR="00E31B83" w:rsidRPr="00974658" w:rsidRDefault="00E31B83" w:rsidP="00E31B83">
      <w:pPr>
        <w:tabs>
          <w:tab w:val="left" w:pos="870"/>
          <w:tab w:val="center" w:pos="4513"/>
        </w:tabs>
        <w:jc w:val="left"/>
      </w:pPr>
    </w:p>
    <w:p w:rsidR="005D472A" w:rsidRDefault="005D472A" w:rsidP="00E31B83">
      <w:pPr>
        <w:jc w:val="left"/>
      </w:pPr>
    </w:p>
    <w:sectPr w:rsidR="005D472A" w:rsidSect="00AF24FB">
      <w:headerReference w:type="default" r:id="rId54"/>
      <w:footerReference w:type="default" r:id="rId55"/>
      <w:pgSz w:w="11906" w:h="16838"/>
      <w:pgMar w:top="1440" w:right="1440" w:bottom="851" w:left="144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3A4" w:rsidRDefault="00D423A4" w:rsidP="00E31B83">
      <w:r>
        <w:separator/>
      </w:r>
    </w:p>
  </w:endnote>
  <w:endnote w:type="continuationSeparator" w:id="0">
    <w:p w:rsidR="00D423A4" w:rsidRDefault="00D423A4" w:rsidP="00E3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AF24FB" w:rsidRPr="00FA77B0" w:rsidTr="00AF24FB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August </w:t>
          </w:r>
          <w:r w:rsidRPr="00FA77B0">
            <w:rPr>
              <w:rFonts w:asciiTheme="minorHAnsi" w:hAnsiTheme="minorHAnsi" w:cstheme="minorHAnsi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</w:rPr>
            <w:t xml:space="preserve">August </w:t>
          </w:r>
          <w:r w:rsidRPr="00FA77B0">
            <w:rPr>
              <w:rFonts w:asciiTheme="minorHAnsi" w:hAnsiTheme="minorHAnsi" w:cstheme="minorHAnsi"/>
            </w:rPr>
            <w:t>2020</w:t>
          </w:r>
        </w:p>
      </w:tc>
      <w:tc>
        <w:tcPr>
          <w:tcW w:w="1560" w:type="dxa"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  <w:r w:rsidRPr="00FA77B0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AF24FB" w:rsidRPr="00FA77B0" w:rsidRDefault="00AF24FB" w:rsidP="00AF24FB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E31B83" w:rsidRDefault="00E31B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3A4" w:rsidRDefault="00D423A4" w:rsidP="00E31B83">
      <w:r>
        <w:separator/>
      </w:r>
    </w:p>
  </w:footnote>
  <w:footnote w:type="continuationSeparator" w:id="0">
    <w:p w:rsidR="00D423A4" w:rsidRDefault="00D423A4" w:rsidP="00E3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B84" w:rsidRDefault="00705B84">
    <w:pPr>
      <w:pStyle w:val="Header"/>
    </w:pPr>
  </w:p>
  <w:p w:rsidR="00705B84" w:rsidRDefault="00705B84" w:rsidP="00705B84">
    <w:pPr>
      <w:pStyle w:val="Header"/>
    </w:pPr>
  </w:p>
  <w:p w:rsidR="00705B84" w:rsidRPr="00F53B7B" w:rsidRDefault="00705B84" w:rsidP="00705B84">
    <w:pPr>
      <w:pStyle w:val="Header"/>
      <w:jc w:val="right"/>
      <w:rPr>
        <w:rFonts w:asciiTheme="minorHAnsi" w:hAnsiTheme="minorHAnsi" w:cstheme="minorHAnsi"/>
        <w:b/>
      </w:rPr>
    </w:pPr>
    <w:r w:rsidRPr="00F53B7B">
      <w:rPr>
        <w:rFonts w:asciiTheme="minorHAnsi" w:hAnsiTheme="minorHAnsi" w:cstheme="minorHAnsi"/>
        <w:b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A1B1E0" wp14:editId="6A31B3A4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29" name="Text Box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5B84" w:rsidRPr="000225E4" w:rsidRDefault="00705B84" w:rsidP="00705B84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A1B1E0" id="_x0000_t202" coordsize="21600,21600" o:spt="202" path="m,l,21600r21600,l21600,xe">
              <v:stroke joinstyle="miter"/>
              <v:path gradientshapeok="t" o:connecttype="rect"/>
            </v:shapetype>
            <v:shape id="Text Box 329" o:spid="_x0000_s1071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" stroked="f">
              <v:textbox>
                <w:txbxContent>
                  <w:p w:rsidR="00705B84" w:rsidRPr="000225E4" w:rsidRDefault="00705B84" w:rsidP="00705B84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F53B7B">
      <w:rPr>
        <w:rFonts w:asciiTheme="minorHAnsi" w:hAnsiTheme="minorHAnsi" w:cstheme="minorHAnsi"/>
      </w:rPr>
      <w:t xml:space="preserve">Page </w:t>
    </w:r>
    <w:r w:rsidRPr="00F53B7B">
      <w:rPr>
        <w:rFonts w:asciiTheme="minorHAnsi" w:hAnsiTheme="minorHAnsi" w:cstheme="minorHAnsi"/>
        <w:b/>
        <w:bCs/>
      </w:rPr>
      <w:fldChar w:fldCharType="begin"/>
    </w:r>
    <w:r w:rsidRPr="00F53B7B">
      <w:rPr>
        <w:rFonts w:asciiTheme="minorHAnsi" w:hAnsiTheme="minorHAnsi" w:cstheme="minorHAnsi"/>
        <w:bCs/>
      </w:rPr>
      <w:instrText xml:space="preserve"> PAGE </w:instrText>
    </w:r>
    <w:r w:rsidRPr="00F53B7B">
      <w:rPr>
        <w:rFonts w:asciiTheme="minorHAnsi" w:hAnsiTheme="minorHAnsi" w:cstheme="minorHAnsi"/>
        <w:b/>
        <w:bCs/>
      </w:rPr>
      <w:fldChar w:fldCharType="separate"/>
    </w:r>
    <w:r w:rsidR="009C36C2">
      <w:rPr>
        <w:rFonts w:asciiTheme="minorHAnsi" w:hAnsiTheme="minorHAnsi" w:cstheme="minorHAnsi"/>
        <w:bCs/>
        <w:noProof/>
      </w:rPr>
      <w:t>2</w:t>
    </w:r>
    <w:r w:rsidRPr="00F53B7B">
      <w:rPr>
        <w:rFonts w:asciiTheme="minorHAnsi" w:hAnsiTheme="minorHAnsi" w:cstheme="minorHAnsi"/>
        <w:b/>
        <w:bCs/>
      </w:rPr>
      <w:fldChar w:fldCharType="end"/>
    </w:r>
    <w:r w:rsidRPr="00F53B7B">
      <w:rPr>
        <w:rFonts w:asciiTheme="minorHAnsi" w:hAnsiTheme="minorHAnsi" w:cstheme="minorHAnsi"/>
      </w:rPr>
      <w:t xml:space="preserve"> of </w:t>
    </w:r>
    <w:r w:rsidRPr="00F53B7B">
      <w:rPr>
        <w:rFonts w:asciiTheme="minorHAnsi" w:hAnsiTheme="minorHAnsi" w:cstheme="minorHAnsi"/>
        <w:b/>
        <w:bCs/>
      </w:rPr>
      <w:fldChar w:fldCharType="begin"/>
    </w:r>
    <w:r w:rsidRPr="00F53B7B">
      <w:rPr>
        <w:rFonts w:asciiTheme="minorHAnsi" w:hAnsiTheme="minorHAnsi" w:cstheme="minorHAnsi"/>
        <w:bCs/>
      </w:rPr>
      <w:instrText xml:space="preserve"> NUMPAGES  </w:instrText>
    </w:r>
    <w:r w:rsidRPr="00F53B7B">
      <w:rPr>
        <w:rFonts w:asciiTheme="minorHAnsi" w:hAnsiTheme="minorHAnsi" w:cstheme="minorHAnsi"/>
        <w:b/>
        <w:bCs/>
      </w:rPr>
      <w:fldChar w:fldCharType="separate"/>
    </w:r>
    <w:r w:rsidR="009C36C2">
      <w:rPr>
        <w:rFonts w:asciiTheme="minorHAnsi" w:hAnsiTheme="minorHAnsi" w:cstheme="minorHAnsi"/>
        <w:bCs/>
        <w:noProof/>
      </w:rPr>
      <w:t>5</w:t>
    </w:r>
    <w:r w:rsidRPr="00F53B7B">
      <w:rPr>
        <w:rFonts w:asciiTheme="minorHAnsi" w:hAnsiTheme="minorHAnsi" w:cstheme="minorHAnsi"/>
        <w:b/>
        <w:bCs/>
      </w:rPr>
      <w:fldChar w:fldCharType="end"/>
    </w:r>
    <w:r w:rsidRPr="00F53B7B">
      <w:rPr>
        <w:rFonts w:asciiTheme="minorHAnsi" w:hAnsiTheme="minorHAnsi" w:cstheme="minorHAnsi"/>
        <w:noProof/>
        <w:lang w:eastAsia="en-NZ"/>
      </w:rPr>
      <w:t xml:space="preserve"> </w:t>
    </w:r>
  </w:p>
  <w:p w:rsidR="002B789D" w:rsidRDefault="00705B84" w:rsidP="00705B84">
    <w:pPr>
      <w:rPr>
        <w:rFonts w:asciiTheme="minorHAnsi" w:hAnsiTheme="minorHAnsi" w:cstheme="minorHAnsi"/>
        <w:b/>
        <w:sz w:val="28"/>
        <w:szCs w:val="28"/>
      </w:rPr>
    </w:pPr>
    <w:r w:rsidRPr="002E5AE5">
      <w:rPr>
        <w:rFonts w:asciiTheme="minorHAnsi" w:hAnsiTheme="minorHAnsi" w:cstheme="minorHAnsi"/>
        <w:b/>
        <w:sz w:val="28"/>
        <w:szCs w:val="28"/>
      </w:rPr>
      <w:t xml:space="preserve">Service </w:t>
    </w:r>
    <w:r>
      <w:rPr>
        <w:rFonts w:asciiTheme="minorHAnsi" w:hAnsiTheme="minorHAnsi" w:cstheme="minorHAnsi"/>
        <w:b/>
        <w:sz w:val="28"/>
        <w:szCs w:val="28"/>
      </w:rPr>
      <w:t>Agreement Requirements</w:t>
    </w:r>
  </w:p>
  <w:p w:rsidR="00705B84" w:rsidRPr="002B789D" w:rsidRDefault="00705B84" w:rsidP="00705B84">
    <w:pPr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236"/>
    <w:multiLevelType w:val="hybridMultilevel"/>
    <w:tmpl w:val="322ADDF0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D513EC"/>
    <w:multiLevelType w:val="hybridMultilevel"/>
    <w:tmpl w:val="15EC597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5F12C2"/>
    <w:multiLevelType w:val="hybridMultilevel"/>
    <w:tmpl w:val="EF7AA1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25A8A"/>
    <w:multiLevelType w:val="hybridMultilevel"/>
    <w:tmpl w:val="51A81A7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9D4780"/>
    <w:multiLevelType w:val="hybridMultilevel"/>
    <w:tmpl w:val="7C0EBBD0"/>
    <w:lvl w:ilvl="0" w:tplc="2012D9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ECA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92E4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488F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72FB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F2EB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C2B4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36BF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9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8731C"/>
    <w:multiLevelType w:val="hybridMultilevel"/>
    <w:tmpl w:val="877067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07EEB"/>
    <w:multiLevelType w:val="multilevel"/>
    <w:tmpl w:val="C97087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40587B"/>
    <w:multiLevelType w:val="multilevel"/>
    <w:tmpl w:val="547442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9F749B"/>
    <w:multiLevelType w:val="hybridMultilevel"/>
    <w:tmpl w:val="790C1C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665EC"/>
    <w:multiLevelType w:val="hybridMultilevel"/>
    <w:tmpl w:val="A406F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50541"/>
    <w:multiLevelType w:val="hybridMultilevel"/>
    <w:tmpl w:val="5F12C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F2630"/>
    <w:multiLevelType w:val="hybridMultilevel"/>
    <w:tmpl w:val="E8CA3E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D2F18E">
      <w:start w:val="7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46090"/>
    <w:multiLevelType w:val="hybridMultilevel"/>
    <w:tmpl w:val="451805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206A01"/>
    <w:multiLevelType w:val="hybridMultilevel"/>
    <w:tmpl w:val="D6786A8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822C7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9242E7F"/>
    <w:multiLevelType w:val="hybridMultilevel"/>
    <w:tmpl w:val="FCB8C05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E9396E"/>
    <w:multiLevelType w:val="hybridMultilevel"/>
    <w:tmpl w:val="C686AD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C430FF"/>
    <w:multiLevelType w:val="hybridMultilevel"/>
    <w:tmpl w:val="DD1899B6"/>
    <w:lvl w:ilvl="0" w:tplc="9B00B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5AB3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902D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38D3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CEA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121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B4D9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3A0D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8E6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349A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34C042A"/>
    <w:multiLevelType w:val="hybridMultilevel"/>
    <w:tmpl w:val="F92816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E6D12"/>
    <w:multiLevelType w:val="hybridMultilevel"/>
    <w:tmpl w:val="267E012A"/>
    <w:lvl w:ilvl="0" w:tplc="140C8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EC5D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9AD8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E653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F239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C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18A6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50F7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AD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C32DEE"/>
    <w:multiLevelType w:val="hybridMultilevel"/>
    <w:tmpl w:val="2974C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18"/>
  </w:num>
  <w:num w:numId="5">
    <w:abstractNumId w:val="21"/>
  </w:num>
  <w:num w:numId="6">
    <w:abstractNumId w:val="10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4"/>
  </w:num>
  <w:num w:numId="12">
    <w:abstractNumId w:val="20"/>
  </w:num>
  <w:num w:numId="13">
    <w:abstractNumId w:val="11"/>
  </w:num>
  <w:num w:numId="14">
    <w:abstractNumId w:val="2"/>
  </w:num>
  <w:num w:numId="15">
    <w:abstractNumId w:val="12"/>
  </w:num>
  <w:num w:numId="16">
    <w:abstractNumId w:val="0"/>
  </w:num>
  <w:num w:numId="17">
    <w:abstractNumId w:val="3"/>
  </w:num>
  <w:num w:numId="18">
    <w:abstractNumId w:val="16"/>
  </w:num>
  <w:num w:numId="19">
    <w:abstractNumId w:val="13"/>
  </w:num>
  <w:num w:numId="20">
    <w:abstractNumId w:val="1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11"/>
    <w:rsid w:val="0000666D"/>
    <w:rsid w:val="000178C9"/>
    <w:rsid w:val="00062F0B"/>
    <w:rsid w:val="00064E86"/>
    <w:rsid w:val="00066F85"/>
    <w:rsid w:val="00070658"/>
    <w:rsid w:val="00090B55"/>
    <w:rsid w:val="000A0555"/>
    <w:rsid w:val="000C0BC4"/>
    <w:rsid w:val="000D1F76"/>
    <w:rsid w:val="00121734"/>
    <w:rsid w:val="001277BC"/>
    <w:rsid w:val="0013172A"/>
    <w:rsid w:val="0016339B"/>
    <w:rsid w:val="00177071"/>
    <w:rsid w:val="00184382"/>
    <w:rsid w:val="001B6315"/>
    <w:rsid w:val="001B762C"/>
    <w:rsid w:val="001D7A74"/>
    <w:rsid w:val="001E2025"/>
    <w:rsid w:val="002057FA"/>
    <w:rsid w:val="00210340"/>
    <w:rsid w:val="00216A85"/>
    <w:rsid w:val="002475A9"/>
    <w:rsid w:val="00256C41"/>
    <w:rsid w:val="0027330C"/>
    <w:rsid w:val="00280909"/>
    <w:rsid w:val="00293B3E"/>
    <w:rsid w:val="00296178"/>
    <w:rsid w:val="002B789D"/>
    <w:rsid w:val="002E72B0"/>
    <w:rsid w:val="002E7646"/>
    <w:rsid w:val="003166AB"/>
    <w:rsid w:val="00325A58"/>
    <w:rsid w:val="00327BE0"/>
    <w:rsid w:val="00363B22"/>
    <w:rsid w:val="00363C8B"/>
    <w:rsid w:val="00376CF0"/>
    <w:rsid w:val="00386A2F"/>
    <w:rsid w:val="003A2033"/>
    <w:rsid w:val="003B3583"/>
    <w:rsid w:val="003C3B26"/>
    <w:rsid w:val="003D14B0"/>
    <w:rsid w:val="003D3022"/>
    <w:rsid w:val="003D38D2"/>
    <w:rsid w:val="003E6A95"/>
    <w:rsid w:val="003F634D"/>
    <w:rsid w:val="00401DF9"/>
    <w:rsid w:val="0040512B"/>
    <w:rsid w:val="00410BAA"/>
    <w:rsid w:val="00412B35"/>
    <w:rsid w:val="0044482C"/>
    <w:rsid w:val="00445377"/>
    <w:rsid w:val="00473018"/>
    <w:rsid w:val="004872F7"/>
    <w:rsid w:val="004D19E7"/>
    <w:rsid w:val="00564864"/>
    <w:rsid w:val="005A1BD8"/>
    <w:rsid w:val="005A2DB3"/>
    <w:rsid w:val="005A7D1C"/>
    <w:rsid w:val="005D0CBF"/>
    <w:rsid w:val="005D472A"/>
    <w:rsid w:val="005D6A89"/>
    <w:rsid w:val="005F6705"/>
    <w:rsid w:val="00604562"/>
    <w:rsid w:val="006200C0"/>
    <w:rsid w:val="00635F03"/>
    <w:rsid w:val="00656096"/>
    <w:rsid w:val="00664451"/>
    <w:rsid w:val="006924C5"/>
    <w:rsid w:val="006A7FCE"/>
    <w:rsid w:val="00705B84"/>
    <w:rsid w:val="00721436"/>
    <w:rsid w:val="00723881"/>
    <w:rsid w:val="007369C6"/>
    <w:rsid w:val="007768E5"/>
    <w:rsid w:val="0079131C"/>
    <w:rsid w:val="007934A7"/>
    <w:rsid w:val="007D6CD4"/>
    <w:rsid w:val="007E1545"/>
    <w:rsid w:val="007F1789"/>
    <w:rsid w:val="00813C1B"/>
    <w:rsid w:val="0085232B"/>
    <w:rsid w:val="00853B26"/>
    <w:rsid w:val="00864A6A"/>
    <w:rsid w:val="00893F76"/>
    <w:rsid w:val="008B742E"/>
    <w:rsid w:val="0091105D"/>
    <w:rsid w:val="0091230A"/>
    <w:rsid w:val="009171B4"/>
    <w:rsid w:val="009303D6"/>
    <w:rsid w:val="00950730"/>
    <w:rsid w:val="00973F12"/>
    <w:rsid w:val="00980919"/>
    <w:rsid w:val="009C36C2"/>
    <w:rsid w:val="009C6F30"/>
    <w:rsid w:val="009F4ED0"/>
    <w:rsid w:val="009F601D"/>
    <w:rsid w:val="00A018D1"/>
    <w:rsid w:val="00A20D21"/>
    <w:rsid w:val="00A35CB4"/>
    <w:rsid w:val="00A433E8"/>
    <w:rsid w:val="00AD6B3F"/>
    <w:rsid w:val="00AF24FB"/>
    <w:rsid w:val="00B05C45"/>
    <w:rsid w:val="00B85F2D"/>
    <w:rsid w:val="00B902FB"/>
    <w:rsid w:val="00B954EA"/>
    <w:rsid w:val="00BC35D2"/>
    <w:rsid w:val="00C039FA"/>
    <w:rsid w:val="00C27B1D"/>
    <w:rsid w:val="00C31E43"/>
    <w:rsid w:val="00C35C15"/>
    <w:rsid w:val="00C40EC0"/>
    <w:rsid w:val="00C55CF8"/>
    <w:rsid w:val="00C66115"/>
    <w:rsid w:val="00C837A6"/>
    <w:rsid w:val="00C83A69"/>
    <w:rsid w:val="00C8598D"/>
    <w:rsid w:val="00CA12FC"/>
    <w:rsid w:val="00CD2D73"/>
    <w:rsid w:val="00CE25CB"/>
    <w:rsid w:val="00CE7984"/>
    <w:rsid w:val="00CF3166"/>
    <w:rsid w:val="00D11FD2"/>
    <w:rsid w:val="00D2464A"/>
    <w:rsid w:val="00D25117"/>
    <w:rsid w:val="00D34CF6"/>
    <w:rsid w:val="00D423A4"/>
    <w:rsid w:val="00D57A05"/>
    <w:rsid w:val="00D61D11"/>
    <w:rsid w:val="00DE5309"/>
    <w:rsid w:val="00E04E53"/>
    <w:rsid w:val="00E16D5F"/>
    <w:rsid w:val="00E31B83"/>
    <w:rsid w:val="00E95F70"/>
    <w:rsid w:val="00EA0290"/>
    <w:rsid w:val="00EB6FC8"/>
    <w:rsid w:val="00ED2411"/>
    <w:rsid w:val="00EF0A70"/>
    <w:rsid w:val="00EF50C3"/>
    <w:rsid w:val="00F23514"/>
    <w:rsid w:val="00F24A7B"/>
    <w:rsid w:val="00F31AAF"/>
    <w:rsid w:val="00F453A7"/>
    <w:rsid w:val="00F47FA5"/>
    <w:rsid w:val="00F55517"/>
    <w:rsid w:val="00F9297A"/>
    <w:rsid w:val="00FA6C8E"/>
    <w:rsid w:val="00FC1E8E"/>
    <w:rsid w:val="00FC5C5A"/>
    <w:rsid w:val="00FD373D"/>
    <w:rsid w:val="00FD5580"/>
    <w:rsid w:val="00FE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156E5EF-B05E-42B4-8915-D123C4FB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B83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E31B8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6115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B83"/>
  </w:style>
  <w:style w:type="paragraph" w:styleId="Footer">
    <w:name w:val="footer"/>
    <w:basedOn w:val="Normal"/>
    <w:link w:val="Foot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B83"/>
  </w:style>
  <w:style w:type="table" w:styleId="TableGrid">
    <w:name w:val="Table Grid"/>
    <w:basedOn w:val="TableNormal"/>
    <w:rsid w:val="00E31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E31B8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Title">
    <w:name w:val="Title"/>
    <w:basedOn w:val="Normal"/>
    <w:link w:val="TitleChar"/>
    <w:qFormat/>
    <w:rsid w:val="00664451"/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TitleChar">
    <w:name w:val="Title Char"/>
    <w:link w:val="Title"/>
    <w:rsid w:val="00664451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9F601D"/>
    <w:pPr>
      <w:jc w:val="left"/>
    </w:pPr>
    <w:rPr>
      <w:rFonts w:ascii="Arial" w:eastAsia="Times New Roman" w:hAnsi="Arial"/>
      <w:sz w:val="24"/>
      <w:szCs w:val="24"/>
      <w:lang w:val="en-GB" w:eastAsia="en-GB"/>
    </w:rPr>
  </w:style>
  <w:style w:type="character" w:customStyle="1" w:styleId="CommentTextChar">
    <w:name w:val="Comment Text Char"/>
    <w:link w:val="CommentText"/>
    <w:semiHidden/>
    <w:rsid w:val="009F601D"/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xpara">
    <w:name w:val="xpara"/>
    <w:basedOn w:val="Normal"/>
    <w:rsid w:val="009F601D"/>
    <w:pPr>
      <w:overflowPunct w:val="0"/>
      <w:autoSpaceDE w:val="0"/>
      <w:autoSpaceDN w:val="0"/>
      <w:adjustRightInd w:val="0"/>
      <w:spacing w:line="360" w:lineRule="auto"/>
      <w:ind w:firstLine="561"/>
      <w:jc w:val="left"/>
      <w:textAlignment w:val="baseline"/>
    </w:pPr>
    <w:rPr>
      <w:rFonts w:ascii="Times New Roman" w:eastAsia="Times New Roman" w:hAnsi="Times New Roman"/>
      <w:sz w:val="24"/>
      <w:szCs w:val="20"/>
      <w:lang w:val="en-AU"/>
    </w:rPr>
  </w:style>
  <w:style w:type="character" w:customStyle="1" w:styleId="id1272">
    <w:name w:val="id1272"/>
    <w:basedOn w:val="DefaultParagraphFont"/>
    <w:rsid w:val="009F601D"/>
  </w:style>
  <w:style w:type="character" w:customStyle="1" w:styleId="Heading5Char">
    <w:name w:val="Heading 5 Char"/>
    <w:link w:val="Heading5"/>
    <w:uiPriority w:val="9"/>
    <w:rsid w:val="00C66115"/>
    <w:rPr>
      <w:rFonts w:ascii="Cambria" w:eastAsia="Times New Roman" w:hAnsi="Cambria" w:cs="Times New Roman"/>
      <w:color w:val="243F60"/>
    </w:rPr>
  </w:style>
  <w:style w:type="paragraph" w:styleId="FootnoteText">
    <w:name w:val="footnote text"/>
    <w:basedOn w:val="Normal"/>
    <w:link w:val="FootnoteTextChar"/>
    <w:semiHidden/>
    <w:rsid w:val="0027330C"/>
    <w:pPr>
      <w:jc w:val="left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link w:val="FootnoteText"/>
    <w:semiHidden/>
    <w:rsid w:val="0027330C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27330C"/>
    <w:pPr>
      <w:ind w:left="720"/>
      <w:contextualSpacing/>
    </w:pPr>
  </w:style>
  <w:style w:type="character" w:styleId="Hyperlink">
    <w:name w:val="Hyperlink"/>
    <w:uiPriority w:val="99"/>
    <w:unhideWhenUsed/>
    <w:rsid w:val="00401D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F3166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C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5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8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cc.co.nz/for-providers/" TargetMode="External"/><Relationship Id="rId18" Type="http://schemas.openxmlformats.org/officeDocument/2006/relationships/hyperlink" Target="http://www.health.govt.nz/our-work/mental-health-and-addictions/mental-health-publications" TargetMode="External"/><Relationship Id="rId26" Type="http://schemas.openxmlformats.org/officeDocument/2006/relationships/hyperlink" Target="https://nsfl.health.govt.nz/service-specifications/current-service-specifications/mental-health-services-specifications/adult" TargetMode="External"/><Relationship Id="rId39" Type="http://schemas.openxmlformats.org/officeDocument/2006/relationships/hyperlink" Target="https://nsfl.health.govt.nz/service-specifications/current-service-specifications/mental-health-services-specifications-0" TargetMode="External"/><Relationship Id="rId21" Type="http://schemas.openxmlformats.org/officeDocument/2006/relationships/hyperlink" Target="http://www.health.govt.nz/publication/whanau-ora-transforming-our-futures" TargetMode="External"/><Relationship Id="rId34" Type="http://schemas.openxmlformats.org/officeDocument/2006/relationships/hyperlink" Target="https://nsfl.health.govt.nz/service-specifications/current-service-specifications/mental-health-services-specifications/kaupapa" TargetMode="External"/><Relationship Id="rId42" Type="http://schemas.openxmlformats.org/officeDocument/2006/relationships/hyperlink" Target="https://nsfl.health.govt.nz/service-specifications/current-service-specifications/mental-health-services-specifications/family" TargetMode="External"/><Relationship Id="rId47" Type="http://schemas.openxmlformats.org/officeDocument/2006/relationships/hyperlink" Target="https://nsfl.health.govt.nz/service-specifications/current-service-specifications/mental-health-services-specifications-1" TargetMode="External"/><Relationship Id="rId50" Type="http://schemas.openxmlformats.org/officeDocument/2006/relationships/hyperlink" Target="https://nsfl.health.govt.nz/service-specifications/current-service-specifications/mental-health-and-addiction-services/service" TargetMode="External"/><Relationship Id="rId55" Type="http://schemas.openxmlformats.org/officeDocument/2006/relationships/footer" Target="footer1.xml"/><Relationship Id="rId7" Type="http://schemas.openxmlformats.org/officeDocument/2006/relationships/hyperlink" Target="http://www.health.govt.nz/new-zealand-health-system/key-health-sector-organisations-and-people/district-health-boards" TargetMode="External"/><Relationship Id="rId12" Type="http://schemas.openxmlformats.org/officeDocument/2006/relationships/hyperlink" Target="http://www.legislation.govt.nz/act/public/2001/0093/latest/DLM119975.html" TargetMode="External"/><Relationship Id="rId17" Type="http://schemas.openxmlformats.org/officeDocument/2006/relationships/hyperlink" Target="http://www.matuaraki.org.nz/" TargetMode="External"/><Relationship Id="rId25" Type="http://schemas.openxmlformats.org/officeDocument/2006/relationships/hyperlink" Target="http://www.nsfl.health.govt.nz/apps/nsfl.nsf/menumh/Accountability+Documents" TargetMode="External"/><Relationship Id="rId33" Type="http://schemas.openxmlformats.org/officeDocument/2006/relationships/hyperlink" Target="https://nsfl.health.govt.nz/service-specifications/current-service-specifications/mental-health-services-specifications/asian" TargetMode="External"/><Relationship Id="rId38" Type="http://schemas.openxmlformats.org/officeDocument/2006/relationships/hyperlink" Target="https://nsfl.health.govt.nz/service-specifications/current-service-specifications/mental-health-services-specifications-0" TargetMode="External"/><Relationship Id="rId46" Type="http://schemas.openxmlformats.org/officeDocument/2006/relationships/hyperlink" Target="https://nsfl.health.govt.nz/service-specifications/current-service-specifications/mental-health-services-specifications-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ealth.govt.nz/your-health/services-and-support/disability-services/types-disability-support/new-model-supporting-disabled-people" TargetMode="External"/><Relationship Id="rId20" Type="http://schemas.openxmlformats.org/officeDocument/2006/relationships/hyperlink" Target="http://www.tepou.co.nz/" TargetMode="External"/><Relationship Id="rId29" Type="http://schemas.openxmlformats.org/officeDocument/2006/relationships/hyperlink" Target="https://nsfl.health.govt.nz/service-specifications/current-service-specifications/mental-health-services-specifications/infant" TargetMode="External"/><Relationship Id="rId41" Type="http://schemas.openxmlformats.org/officeDocument/2006/relationships/hyperlink" Target="https://nsfl.health.govt.nz/service-specifications/current-service-specifications/mental-health-services-specifications/eating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rrections.govt.nz/working_with_offenders/community_sentences/employment_and_support_programmes/rehabilitation_and_treatment_programmes.html" TargetMode="External"/><Relationship Id="rId24" Type="http://schemas.openxmlformats.org/officeDocument/2006/relationships/hyperlink" Target="https://nsfl.health.govt.nz/service-specifications/current-service-specifications/mental-health-and-addiction-services" TargetMode="External"/><Relationship Id="rId32" Type="http://schemas.openxmlformats.org/officeDocument/2006/relationships/hyperlink" Target="https://nsfl.health.govt.nz/service-specifications/current-service-specifications/mental-health-services-specifications/asian" TargetMode="External"/><Relationship Id="rId37" Type="http://schemas.openxmlformats.org/officeDocument/2006/relationships/hyperlink" Target="https://nsfl.health.govt.nz/service-specifications/current-service-specifications/mental-health-services-specifications/pacific" TargetMode="External"/><Relationship Id="rId40" Type="http://schemas.openxmlformats.org/officeDocument/2006/relationships/hyperlink" Target="https://nsfl.health.govt.nz/service-specifications/current-service-specifications/mental-health-services-specifications/eating" TargetMode="External"/><Relationship Id="rId45" Type="http://schemas.openxmlformats.org/officeDocument/2006/relationships/hyperlink" Target="https://nsfl.health.govt.nz/service-specifications/current-service-specifications/mental-health-services-specifications/forensic" TargetMode="External"/><Relationship Id="rId53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hyperlink" Target="https://www.msd.govt.nz/what-we-can-do/providers/approvals/accreditation-standards.html" TargetMode="External"/><Relationship Id="rId23" Type="http://schemas.openxmlformats.org/officeDocument/2006/relationships/hyperlink" Target="https://nsfl.health.govt.nz/service-specifications/current-service-specifications/mental-health-and-addiction-services" TargetMode="External"/><Relationship Id="rId28" Type="http://schemas.openxmlformats.org/officeDocument/2006/relationships/hyperlink" Target="https://nsfl.health.govt.nz/service-specifications/current-service-specifications/mental-health-services-specifications/infant" TargetMode="External"/><Relationship Id="rId36" Type="http://schemas.openxmlformats.org/officeDocument/2006/relationships/hyperlink" Target="https://nsfl.health.govt.nz/service-specifications/current-service-specifications/mental-health-services-specifications/pacific" TargetMode="External"/><Relationship Id="rId49" Type="http://schemas.openxmlformats.org/officeDocument/2006/relationships/hyperlink" Target="https://nsfl.health.govt.nz/service-specifications/current-service-specifications/mental-health-services-specifications/youth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health.govt.nz/our-work/disability-services" TargetMode="External"/><Relationship Id="rId19" Type="http://schemas.openxmlformats.org/officeDocument/2006/relationships/hyperlink" Target="http://www.nsfl.health.govt.nz/" TargetMode="External"/><Relationship Id="rId31" Type="http://schemas.openxmlformats.org/officeDocument/2006/relationships/hyperlink" Target="https://nsfl.health.govt.nz/service-specifications/current-service-specifications/mental-health-services-specifications/mental" TargetMode="External"/><Relationship Id="rId44" Type="http://schemas.openxmlformats.org/officeDocument/2006/relationships/hyperlink" Target="https://nsfl.health.govt.nz/service-specifications/current-service-specifications/mental-health-services-specifications/forensic" TargetMode="External"/><Relationship Id="rId52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sd.govt.nz/" TargetMode="External"/><Relationship Id="rId14" Type="http://schemas.openxmlformats.org/officeDocument/2006/relationships/hyperlink" Target="https://www.health.govt.nz/system/files/documents/pages/81341-2008-nzs-health-and-disability-services-core.pdf" TargetMode="External"/><Relationship Id="rId22" Type="http://schemas.openxmlformats.org/officeDocument/2006/relationships/image" Target="media/image1.png"/><Relationship Id="rId27" Type="http://schemas.openxmlformats.org/officeDocument/2006/relationships/hyperlink" Target="https://nsfl.health.govt.nz/service-specifications/current-service-specifications/mental-health-services-specifications/adult" TargetMode="External"/><Relationship Id="rId30" Type="http://schemas.openxmlformats.org/officeDocument/2006/relationships/hyperlink" Target="https://nsfl.health.govt.nz/service-specifications/current-service-specifications/mental-health-services-specifications/mental" TargetMode="External"/><Relationship Id="rId35" Type="http://schemas.openxmlformats.org/officeDocument/2006/relationships/hyperlink" Target="https://nsfl.health.govt.nz/service-specifications/current-service-specifications/mental-health-services-specifications/kaupapa" TargetMode="External"/><Relationship Id="rId43" Type="http://schemas.openxmlformats.org/officeDocument/2006/relationships/hyperlink" Target="https://nsfl.health.govt.nz/service-specifications/current-service-specifications/mental-health-services-specifications/family" TargetMode="External"/><Relationship Id="rId48" Type="http://schemas.openxmlformats.org/officeDocument/2006/relationships/hyperlink" Target="https://nsfl.health.govt.nz/service-specifications/current-service-specifications/mental-health-services-specifications/youth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acc.co.nz/" TargetMode="External"/><Relationship Id="rId51" Type="http://schemas.openxmlformats.org/officeDocument/2006/relationships/hyperlink" Target="https://nsfl.health.govt.nz/service-specifications/current-service-specifications/mental-health-and-addiction-services/service" TargetMode="External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ndsaapril14\pandpprojectAPRIL2014\policies%20in%20process\pol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poltemplate</Template>
  <TotalTime>0</TotalTime>
  <Pages>5</Pages>
  <Words>375</Words>
  <Characters>2143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2513</CharactersWithSpaces>
  <SharedDoc>false</SharedDoc>
  <HLinks>
    <vt:vector size="174" baseType="variant">
      <vt:variant>
        <vt:i4>720919</vt:i4>
      </vt:variant>
      <vt:variant>
        <vt:i4>42</vt:i4>
      </vt:variant>
      <vt:variant>
        <vt:i4>0</vt:i4>
      </vt:variant>
      <vt:variant>
        <vt:i4>5</vt:i4>
      </vt:variant>
      <vt:variant>
        <vt:lpwstr>http://www.health.govt.nz/publication/whanau-ora-transforming-our-futures</vt:lpwstr>
      </vt:variant>
      <vt:variant>
        <vt:lpwstr/>
      </vt:variant>
      <vt:variant>
        <vt:i4>7143541</vt:i4>
      </vt:variant>
      <vt:variant>
        <vt:i4>39</vt:i4>
      </vt:variant>
      <vt:variant>
        <vt:i4>0</vt:i4>
      </vt:variant>
      <vt:variant>
        <vt:i4>5</vt:i4>
      </vt:variant>
      <vt:variant>
        <vt:lpwstr>http://www.tepou.co.nz/</vt:lpwstr>
      </vt:variant>
      <vt:variant>
        <vt:lpwstr/>
      </vt:variant>
      <vt:variant>
        <vt:i4>5373979</vt:i4>
      </vt:variant>
      <vt:variant>
        <vt:i4>36</vt:i4>
      </vt:variant>
      <vt:variant>
        <vt:i4>0</vt:i4>
      </vt:variant>
      <vt:variant>
        <vt:i4>5</vt:i4>
      </vt:variant>
      <vt:variant>
        <vt:lpwstr>http://www.health.govt.nz/system/files/documents/pages/dss-self-assessment-models-practice-tools.pdf</vt:lpwstr>
      </vt:variant>
      <vt:variant>
        <vt:lpwstr/>
      </vt:variant>
      <vt:variant>
        <vt:i4>2687081</vt:i4>
      </vt:variant>
      <vt:variant>
        <vt:i4>33</vt:i4>
      </vt:variant>
      <vt:variant>
        <vt:i4>0</vt:i4>
      </vt:variant>
      <vt:variant>
        <vt:i4>5</vt:i4>
      </vt:variant>
      <vt:variant>
        <vt:lpwstr>http://www.nsfl.health.govt.nz/</vt:lpwstr>
      </vt:variant>
      <vt:variant>
        <vt:lpwstr/>
      </vt:variant>
      <vt:variant>
        <vt:i4>2359419</vt:i4>
      </vt:variant>
      <vt:variant>
        <vt:i4>30</vt:i4>
      </vt:variant>
      <vt:variant>
        <vt:i4>0</vt:i4>
      </vt:variant>
      <vt:variant>
        <vt:i4>5</vt:i4>
      </vt:variant>
      <vt:variant>
        <vt:lpwstr>http://www.health.govt.nz/our-work/mental-health-and-addictions/mental-health-publications</vt:lpwstr>
      </vt:variant>
      <vt:variant>
        <vt:lpwstr/>
      </vt:variant>
      <vt:variant>
        <vt:i4>1179733</vt:i4>
      </vt:variant>
      <vt:variant>
        <vt:i4>27</vt:i4>
      </vt:variant>
      <vt:variant>
        <vt:i4>0</vt:i4>
      </vt:variant>
      <vt:variant>
        <vt:i4>5</vt:i4>
      </vt:variant>
      <vt:variant>
        <vt:lpwstr>http://www.matuaraki.org.nz/</vt:lpwstr>
      </vt:variant>
      <vt:variant>
        <vt:lpwstr/>
      </vt:variant>
      <vt:variant>
        <vt:i4>3145844</vt:i4>
      </vt:variant>
      <vt:variant>
        <vt:i4>24</vt:i4>
      </vt:variant>
      <vt:variant>
        <vt:i4>0</vt:i4>
      </vt:variant>
      <vt:variant>
        <vt:i4>5</vt:i4>
      </vt:variant>
      <vt:variant>
        <vt:lpwstr>http://www.health.govt.nz/system/files/documents/publications/rising-to-the-challenge-mental-health-addiction-service-development-plan.pdf</vt:lpwstr>
      </vt:variant>
      <vt:variant>
        <vt:lpwstr/>
      </vt:variant>
      <vt:variant>
        <vt:i4>1507421</vt:i4>
      </vt:variant>
      <vt:variant>
        <vt:i4>21</vt:i4>
      </vt:variant>
      <vt:variant>
        <vt:i4>0</vt:i4>
      </vt:variant>
      <vt:variant>
        <vt:i4>5</vt:i4>
      </vt:variant>
      <vt:variant>
        <vt:lpwstr>http://shop.standards.co.nz/catalog/8158%3A2012(NZS)/view</vt:lpwstr>
      </vt:variant>
      <vt:variant>
        <vt:lpwstr/>
      </vt:variant>
      <vt:variant>
        <vt:i4>6881405</vt:i4>
      </vt:variant>
      <vt:variant>
        <vt:i4>18</vt:i4>
      </vt:variant>
      <vt:variant>
        <vt:i4>0</vt:i4>
      </vt:variant>
      <vt:variant>
        <vt:i4>5</vt:i4>
      </vt:variant>
      <vt:variant>
        <vt:lpwstr>https://www.health.govt.nz/system/files/documents/pages/81341-2008-nzs-health-and-disability-services-core.pdf</vt:lpwstr>
      </vt:variant>
      <vt:variant>
        <vt:lpwstr/>
      </vt:variant>
      <vt:variant>
        <vt:i4>5701642</vt:i4>
      </vt:variant>
      <vt:variant>
        <vt:i4>15</vt:i4>
      </vt:variant>
      <vt:variant>
        <vt:i4>0</vt:i4>
      </vt:variant>
      <vt:variant>
        <vt:i4>5</vt:i4>
      </vt:variant>
      <vt:variant>
        <vt:lpwstr>http://www.legislation.govt.nz/act/public/2001/0093/latest/DLM119975.html</vt:lpwstr>
      </vt:variant>
      <vt:variant>
        <vt:lpwstr/>
      </vt:variant>
      <vt:variant>
        <vt:i4>1245307</vt:i4>
      </vt:variant>
      <vt:variant>
        <vt:i4>12</vt:i4>
      </vt:variant>
      <vt:variant>
        <vt:i4>0</vt:i4>
      </vt:variant>
      <vt:variant>
        <vt:i4>5</vt:i4>
      </vt:variant>
      <vt:variant>
        <vt:lpwstr>http://www.corrections.govt.nz/working_with_offenders/community_sentences/employment_and_support_programmes/rehabilitation_and_treatment_programmes.html</vt:lpwstr>
      </vt:variant>
      <vt:variant>
        <vt:lpwstr/>
      </vt:variant>
      <vt:variant>
        <vt:i4>3997759</vt:i4>
      </vt:variant>
      <vt:variant>
        <vt:i4>9</vt:i4>
      </vt:variant>
      <vt:variant>
        <vt:i4>0</vt:i4>
      </vt:variant>
      <vt:variant>
        <vt:i4>5</vt:i4>
      </vt:variant>
      <vt:variant>
        <vt:lpwstr>http://www.health.govt.nz/our-work/disability-services</vt:lpwstr>
      </vt:variant>
      <vt:variant>
        <vt:lpwstr/>
      </vt:variant>
      <vt:variant>
        <vt:i4>6750328</vt:i4>
      </vt:variant>
      <vt:variant>
        <vt:i4>6</vt:i4>
      </vt:variant>
      <vt:variant>
        <vt:i4>0</vt:i4>
      </vt:variant>
      <vt:variant>
        <vt:i4>5</vt:i4>
      </vt:variant>
      <vt:variant>
        <vt:lpwstr>http://www.msd.govt.nz/</vt:lpwstr>
      </vt:variant>
      <vt:variant>
        <vt:lpwstr/>
      </vt:variant>
      <vt:variant>
        <vt:i4>1966108</vt:i4>
      </vt:variant>
      <vt:variant>
        <vt:i4>3</vt:i4>
      </vt:variant>
      <vt:variant>
        <vt:i4>0</vt:i4>
      </vt:variant>
      <vt:variant>
        <vt:i4>5</vt:i4>
      </vt:variant>
      <vt:variant>
        <vt:lpwstr>http://www.acc.co.nz/</vt:lpwstr>
      </vt:variant>
      <vt:variant>
        <vt:lpwstr/>
      </vt:variant>
      <vt:variant>
        <vt:i4>6225931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http://www.health.govt.nz/new-zealand-health-system/key-health-sector-organisations-and-people/district-health-boards</vt:lpwstr>
      </vt:variant>
      <vt:variant>
        <vt:lpwstr/>
      </vt:variant>
      <vt:variant>
        <vt:i4>524361</vt:i4>
      </vt:variant>
      <vt:variant>
        <vt:i4>39</vt:i4>
      </vt:variant>
      <vt:variant>
        <vt:i4>0</vt:i4>
      </vt:variant>
      <vt:variant>
        <vt:i4>5</vt:i4>
      </vt:variant>
      <vt:variant>
        <vt:lpwstr>http://www.nsfl.health.govt.nz/apps/nsfl.nsf/pagesmh/501</vt:lpwstr>
      </vt:variant>
      <vt:variant>
        <vt:lpwstr/>
      </vt:variant>
      <vt:variant>
        <vt:i4>589897</vt:i4>
      </vt:variant>
      <vt:variant>
        <vt:i4>36</vt:i4>
      </vt:variant>
      <vt:variant>
        <vt:i4>0</vt:i4>
      </vt:variant>
      <vt:variant>
        <vt:i4>5</vt:i4>
      </vt:variant>
      <vt:variant>
        <vt:lpwstr>http://www.nsfl.health.govt.nz/apps/nsfl.nsf/pagesmh/500</vt:lpwstr>
      </vt:variant>
      <vt:variant>
        <vt:lpwstr/>
      </vt:variant>
      <vt:variant>
        <vt:i4>524352</vt:i4>
      </vt:variant>
      <vt:variant>
        <vt:i4>33</vt:i4>
      </vt:variant>
      <vt:variant>
        <vt:i4>0</vt:i4>
      </vt:variant>
      <vt:variant>
        <vt:i4>5</vt:i4>
      </vt:variant>
      <vt:variant>
        <vt:lpwstr>http://www.nsfl.health.govt.nz/apps/nsfl.nsf/pagesmh/490</vt:lpwstr>
      </vt:variant>
      <vt:variant>
        <vt:lpwstr/>
      </vt:variant>
      <vt:variant>
        <vt:i4>983104</vt:i4>
      </vt:variant>
      <vt:variant>
        <vt:i4>30</vt:i4>
      </vt:variant>
      <vt:variant>
        <vt:i4>0</vt:i4>
      </vt:variant>
      <vt:variant>
        <vt:i4>5</vt:i4>
      </vt:variant>
      <vt:variant>
        <vt:lpwstr>http://www.nsfl.health.govt.nz/apps/nsfl.nsf/pagesmh/497</vt:lpwstr>
      </vt:variant>
      <vt:variant>
        <vt:lpwstr/>
      </vt:variant>
      <vt:variant>
        <vt:i4>917568</vt:i4>
      </vt:variant>
      <vt:variant>
        <vt:i4>27</vt:i4>
      </vt:variant>
      <vt:variant>
        <vt:i4>0</vt:i4>
      </vt:variant>
      <vt:variant>
        <vt:i4>5</vt:i4>
      </vt:variant>
      <vt:variant>
        <vt:lpwstr>http://www.nsfl.health.govt.nz/apps/nsfl.nsf/pagesmh/496</vt:lpwstr>
      </vt:variant>
      <vt:variant>
        <vt:lpwstr/>
      </vt:variant>
      <vt:variant>
        <vt:i4>852032</vt:i4>
      </vt:variant>
      <vt:variant>
        <vt:i4>24</vt:i4>
      </vt:variant>
      <vt:variant>
        <vt:i4>0</vt:i4>
      </vt:variant>
      <vt:variant>
        <vt:i4>5</vt:i4>
      </vt:variant>
      <vt:variant>
        <vt:lpwstr>http://www.nsfl.health.govt.nz/apps/nsfl.nsf/pagesmh/495</vt:lpwstr>
      </vt:variant>
      <vt:variant>
        <vt:lpwstr/>
      </vt:variant>
      <vt:variant>
        <vt:i4>786496</vt:i4>
      </vt:variant>
      <vt:variant>
        <vt:i4>21</vt:i4>
      </vt:variant>
      <vt:variant>
        <vt:i4>0</vt:i4>
      </vt:variant>
      <vt:variant>
        <vt:i4>5</vt:i4>
      </vt:variant>
      <vt:variant>
        <vt:lpwstr>http://www.nsfl.health.govt.nz/apps/nsfl.nsf/pagesmh/494</vt:lpwstr>
      </vt:variant>
      <vt:variant>
        <vt:lpwstr/>
      </vt:variant>
      <vt:variant>
        <vt:i4>720960</vt:i4>
      </vt:variant>
      <vt:variant>
        <vt:i4>18</vt:i4>
      </vt:variant>
      <vt:variant>
        <vt:i4>0</vt:i4>
      </vt:variant>
      <vt:variant>
        <vt:i4>5</vt:i4>
      </vt:variant>
      <vt:variant>
        <vt:lpwstr>http://www.nsfl.health.govt.nz/apps/nsfl.nsf/pagesmh/493</vt:lpwstr>
      </vt:variant>
      <vt:variant>
        <vt:lpwstr/>
      </vt:variant>
      <vt:variant>
        <vt:i4>655424</vt:i4>
      </vt:variant>
      <vt:variant>
        <vt:i4>15</vt:i4>
      </vt:variant>
      <vt:variant>
        <vt:i4>0</vt:i4>
      </vt:variant>
      <vt:variant>
        <vt:i4>5</vt:i4>
      </vt:variant>
      <vt:variant>
        <vt:lpwstr>http://www.nsfl.health.govt.nz/apps/nsfl.nsf/pagesmh/492</vt:lpwstr>
      </vt:variant>
      <vt:variant>
        <vt:lpwstr/>
      </vt:variant>
      <vt:variant>
        <vt:i4>589888</vt:i4>
      </vt:variant>
      <vt:variant>
        <vt:i4>12</vt:i4>
      </vt:variant>
      <vt:variant>
        <vt:i4>0</vt:i4>
      </vt:variant>
      <vt:variant>
        <vt:i4>5</vt:i4>
      </vt:variant>
      <vt:variant>
        <vt:lpwstr>http://www.nsfl.health.govt.nz/apps/nsfl.nsf/pagesmh/491</vt:lpwstr>
      </vt:variant>
      <vt:variant>
        <vt:lpwstr/>
      </vt:variant>
      <vt:variant>
        <vt:i4>65</vt:i4>
      </vt:variant>
      <vt:variant>
        <vt:i4>9</vt:i4>
      </vt:variant>
      <vt:variant>
        <vt:i4>0</vt:i4>
      </vt:variant>
      <vt:variant>
        <vt:i4>5</vt:i4>
      </vt:variant>
      <vt:variant>
        <vt:lpwstr>http://www.nsfl.health.govt.nz/apps/nsfl.nsf/pagesmh/488</vt:lpwstr>
      </vt:variant>
      <vt:variant>
        <vt:lpwstr/>
      </vt:variant>
      <vt:variant>
        <vt:i4>524352</vt:i4>
      </vt:variant>
      <vt:variant>
        <vt:i4>6</vt:i4>
      </vt:variant>
      <vt:variant>
        <vt:i4>0</vt:i4>
      </vt:variant>
      <vt:variant>
        <vt:i4>5</vt:i4>
      </vt:variant>
      <vt:variant>
        <vt:lpwstr>http://www.nsfl.health.govt.nz/apps/nsfl.nsf/pagesmh/490</vt:lpwstr>
      </vt:variant>
      <vt:variant>
        <vt:lpwstr/>
      </vt:variant>
      <vt:variant>
        <vt:i4>65601</vt:i4>
      </vt:variant>
      <vt:variant>
        <vt:i4>3</vt:i4>
      </vt:variant>
      <vt:variant>
        <vt:i4>0</vt:i4>
      </vt:variant>
      <vt:variant>
        <vt:i4>5</vt:i4>
      </vt:variant>
      <vt:variant>
        <vt:lpwstr>http://www.nsfl.health.govt.nz/apps/nsfl.nsf/pagesmh/489</vt:lpwstr>
      </vt:variant>
      <vt:variant>
        <vt:lpwstr/>
      </vt:variant>
      <vt:variant>
        <vt:i4>4980766</vt:i4>
      </vt:variant>
      <vt:variant>
        <vt:i4>0</vt:i4>
      </vt:variant>
      <vt:variant>
        <vt:i4>0</vt:i4>
      </vt:variant>
      <vt:variant>
        <vt:i4>5</vt:i4>
      </vt:variant>
      <vt:variant>
        <vt:lpwstr>http://www.nsfl.health.govt.nz/apps/nsfl.nsf/menumh/Accountability+Documents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Sue Erby</cp:lastModifiedBy>
  <cp:revision>2</cp:revision>
  <dcterms:created xsi:type="dcterms:W3CDTF">2017-08-07T19:46:00Z</dcterms:created>
  <dcterms:modified xsi:type="dcterms:W3CDTF">2017-08-07T19:46:00Z</dcterms:modified>
</cp:coreProperties>
</file>