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"/>
        <w:gridCol w:w="123"/>
        <w:gridCol w:w="170"/>
        <w:gridCol w:w="298"/>
        <w:gridCol w:w="536"/>
        <w:gridCol w:w="720"/>
        <w:gridCol w:w="344"/>
        <w:gridCol w:w="16"/>
        <w:gridCol w:w="160"/>
        <w:gridCol w:w="638"/>
        <w:gridCol w:w="51"/>
        <w:gridCol w:w="117"/>
        <w:gridCol w:w="307"/>
        <w:gridCol w:w="270"/>
        <w:gridCol w:w="158"/>
        <w:gridCol w:w="140"/>
        <w:gridCol w:w="553"/>
        <w:gridCol w:w="567"/>
        <w:gridCol w:w="218"/>
        <w:gridCol w:w="241"/>
        <w:gridCol w:w="198"/>
        <w:gridCol w:w="162"/>
        <w:gridCol w:w="145"/>
        <w:gridCol w:w="84"/>
        <w:gridCol w:w="144"/>
        <w:gridCol w:w="272"/>
        <w:gridCol w:w="293"/>
        <w:gridCol w:w="255"/>
        <w:gridCol w:w="147"/>
        <w:gridCol w:w="1356"/>
      </w:tblGrid>
      <w:tr w:rsidR="00640F53" w:rsidRPr="001F297C" w:rsidTr="00AA5E6B">
        <w:tc>
          <w:tcPr>
            <w:tcW w:w="1908" w:type="dxa"/>
            <w:gridSpan w:val="5"/>
            <w:shd w:val="clear" w:color="auto" w:fill="D9D9D9"/>
          </w:tcPr>
          <w:p w:rsidR="00640F53" w:rsidRPr="00AA5E6B" w:rsidRDefault="00640F53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556" w:type="dxa"/>
            <w:gridSpan w:val="25"/>
            <w:shd w:val="clear" w:color="auto" w:fill="auto"/>
          </w:tcPr>
          <w:p w:rsidR="00640F53" w:rsidRPr="00AA5E6B" w:rsidRDefault="00BA065B" w:rsidP="00F773D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This document describes the correlation between the services delivered by</w:t>
            </w:r>
            <w:r w:rsidR="001334B3"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F777B"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name of </w:t>
            </w:r>
            <w:r w:rsidR="0075069D"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>service</w:t>
            </w:r>
            <w:r w:rsidR="00F773D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F773DD" w:rsidRPr="00AA5E6B">
              <w:rPr>
                <w:rFonts w:ascii="Calibri" w:hAnsi="Calibri" w:cs="Calibri"/>
                <w:sz w:val="22"/>
                <w:szCs w:val="22"/>
              </w:rPr>
              <w:t>the</w:t>
            </w:r>
            <w:r w:rsidRPr="00AA5E6B">
              <w:rPr>
                <w:rFonts w:ascii="Calibri" w:hAnsi="Calibri" w:cs="Calibri"/>
                <w:sz w:val="22"/>
                <w:szCs w:val="22"/>
              </w:rPr>
              <w:t xml:space="preserve"> staffing levels at any time and the skills required </w:t>
            </w:r>
            <w:r w:rsidR="0075069D" w:rsidRPr="00AA5E6B">
              <w:rPr>
                <w:rFonts w:ascii="Calibri" w:hAnsi="Calibri" w:cs="Calibri"/>
                <w:sz w:val="22"/>
                <w:szCs w:val="22"/>
              </w:rPr>
              <w:t>to provide</w:t>
            </w:r>
            <w:r w:rsidR="009F777B"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773DD">
              <w:rPr>
                <w:rFonts w:ascii="Calibri" w:hAnsi="Calibri" w:cs="Calibri"/>
                <w:sz w:val="22"/>
                <w:szCs w:val="22"/>
              </w:rPr>
              <w:t xml:space="preserve">adequate </w:t>
            </w:r>
            <w:r w:rsidR="009F777B" w:rsidRPr="00AA5E6B">
              <w:rPr>
                <w:rFonts w:ascii="Calibri" w:hAnsi="Calibri" w:cs="Calibri"/>
                <w:sz w:val="22"/>
                <w:szCs w:val="22"/>
              </w:rPr>
              <w:t>services to service users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640F53" w:rsidRPr="001F297C" w:rsidTr="00AA5E6B">
        <w:tc>
          <w:tcPr>
            <w:tcW w:w="1908" w:type="dxa"/>
            <w:gridSpan w:val="5"/>
            <w:shd w:val="clear" w:color="auto" w:fill="D9D9D9"/>
          </w:tcPr>
          <w:p w:rsidR="00640F53" w:rsidRPr="00AA5E6B" w:rsidRDefault="00640F53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556" w:type="dxa"/>
            <w:gridSpan w:val="25"/>
            <w:shd w:val="clear" w:color="auto" w:fill="auto"/>
          </w:tcPr>
          <w:p w:rsidR="00640F53" w:rsidRPr="00AA5E6B" w:rsidRDefault="00C44C9A" w:rsidP="00C046EF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This document applies to all </w:t>
            </w:r>
            <w:r w:rsidR="009F777B"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C046E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75069D" w:rsidRPr="00AA5E6B">
              <w:rPr>
                <w:rFonts w:ascii="Calibri" w:hAnsi="Calibri" w:cs="Calibri"/>
                <w:sz w:val="22"/>
                <w:szCs w:val="22"/>
              </w:rPr>
              <w:t>its</w:t>
            </w:r>
            <w:r w:rsidR="009F777B" w:rsidRPr="00AA5E6B">
              <w:rPr>
                <w:rFonts w:ascii="Calibri" w:hAnsi="Calibri" w:cs="Calibri"/>
                <w:sz w:val="22"/>
                <w:szCs w:val="22"/>
              </w:rPr>
              <w:t xml:space="preserve"> staff and contractors</w:t>
            </w:r>
            <w:r w:rsidR="00BA065B" w:rsidRPr="00AA5E6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046EF" w:rsidRPr="001F297C" w:rsidTr="00AA5E6B">
        <w:tc>
          <w:tcPr>
            <w:tcW w:w="1908" w:type="dxa"/>
            <w:gridSpan w:val="5"/>
            <w:shd w:val="clear" w:color="auto" w:fill="D9D9D9"/>
          </w:tcPr>
          <w:p w:rsidR="00C046EF" w:rsidRPr="00AA5E6B" w:rsidRDefault="00C046EF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556" w:type="dxa"/>
            <w:gridSpan w:val="25"/>
            <w:shd w:val="clear" w:color="auto" w:fill="auto"/>
          </w:tcPr>
          <w:p w:rsidR="00C046EF" w:rsidRDefault="00C046EF" w:rsidP="00C046EF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>name</w:t>
            </w:r>
            <w:proofErr w:type="gramEnd"/>
            <w:r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of service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will deliver staff levels that ensure the contracted services are delivered.</w:t>
            </w:r>
          </w:p>
          <w:p w:rsidR="00C046EF" w:rsidRPr="00AA5E6B" w:rsidRDefault="00C046EF" w:rsidP="00C046E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Personnel qualifications match the contractual requirements. </w:t>
            </w:r>
          </w:p>
        </w:tc>
      </w:tr>
      <w:tr w:rsidR="00640F53" w:rsidRPr="001F297C" w:rsidTr="00AA5E6B">
        <w:tc>
          <w:tcPr>
            <w:tcW w:w="9464" w:type="dxa"/>
            <w:gridSpan w:val="30"/>
            <w:shd w:val="clear" w:color="auto" w:fill="D9D9D9"/>
          </w:tcPr>
          <w:p w:rsidR="00640F53" w:rsidRPr="00AA5E6B" w:rsidRDefault="00640F53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7D1A3A" w:rsidRPr="001F297C" w:rsidTr="00AA5E6B">
        <w:tc>
          <w:tcPr>
            <w:tcW w:w="1908" w:type="dxa"/>
            <w:gridSpan w:val="5"/>
            <w:shd w:val="clear" w:color="auto" w:fill="D9D9D9"/>
          </w:tcPr>
          <w:p w:rsidR="007D1A3A" w:rsidRPr="00AA5E6B" w:rsidRDefault="007D1A3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Legislation</w:t>
            </w:r>
          </w:p>
        </w:tc>
        <w:tc>
          <w:tcPr>
            <w:tcW w:w="7556" w:type="dxa"/>
            <w:gridSpan w:val="25"/>
            <w:shd w:val="clear" w:color="auto" w:fill="auto"/>
          </w:tcPr>
          <w:p w:rsidR="007D1A3A" w:rsidRPr="00AA5E6B" w:rsidRDefault="003C3FBF" w:rsidP="00640F53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7D1A3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Practitioners Compete</w:t>
              </w:r>
              <w:r w:rsidR="007D1A3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n</w:t>
              </w:r>
              <w:r w:rsidR="007D1A3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ce Assurance Act 2003</w:t>
              </w:r>
            </w:hyperlink>
          </w:p>
          <w:p w:rsidR="009F777B" w:rsidRPr="00AA5E6B" w:rsidRDefault="003C3FBF" w:rsidP="00640F53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4F22E1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</w:t>
              </w:r>
              <w:r w:rsidR="004F22E1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y</w:t>
              </w:r>
              <w:r w:rsidR="004F22E1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Se</w:t>
              </w:r>
              <w:r w:rsidR="004F22E1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r</w:t>
              </w:r>
              <w:r w:rsidR="004F22E1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vices (Safety) Act 2001</w:t>
              </w:r>
            </w:hyperlink>
          </w:p>
        </w:tc>
      </w:tr>
      <w:tr w:rsidR="005B4E3E" w:rsidRPr="001F297C" w:rsidTr="00AA5E6B">
        <w:tc>
          <w:tcPr>
            <w:tcW w:w="1908" w:type="dxa"/>
            <w:gridSpan w:val="5"/>
            <w:shd w:val="clear" w:color="auto" w:fill="D9D9D9"/>
          </w:tcPr>
          <w:p w:rsidR="005B4E3E" w:rsidRPr="00AA5E6B" w:rsidRDefault="005B4E3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Other documents</w:t>
            </w:r>
          </w:p>
        </w:tc>
        <w:tc>
          <w:tcPr>
            <w:tcW w:w="7556" w:type="dxa"/>
            <w:gridSpan w:val="25"/>
            <w:shd w:val="clear" w:color="auto" w:fill="auto"/>
          </w:tcPr>
          <w:p w:rsidR="00A60642" w:rsidRDefault="00A60642" w:rsidP="00640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A6064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ACC Contracts and Services</w:t>
              </w:r>
            </w:hyperlink>
          </w:p>
          <w:p w:rsidR="00A60642" w:rsidRPr="00A60642" w:rsidRDefault="00A60642" w:rsidP="00640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A6064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MSD Funding Contracting Guidelines</w:t>
              </w:r>
            </w:hyperlink>
          </w:p>
          <w:p w:rsidR="00A60642" w:rsidRPr="00A60642" w:rsidRDefault="003C3FBF" w:rsidP="00A606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5B4E3E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Tier one, tier two and tier</w:t>
              </w:r>
              <w:r w:rsidR="005B4E3E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="005B4E3E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three DHB agreement.</w:t>
              </w:r>
            </w:hyperlink>
          </w:p>
        </w:tc>
      </w:tr>
      <w:tr w:rsidR="00924354" w:rsidRPr="001F297C" w:rsidTr="00AA5E6B">
        <w:tc>
          <w:tcPr>
            <w:tcW w:w="1908" w:type="dxa"/>
            <w:gridSpan w:val="5"/>
            <w:shd w:val="clear" w:color="auto" w:fill="D9D9D9"/>
          </w:tcPr>
          <w:p w:rsidR="00924354" w:rsidRPr="00AA5E6B" w:rsidRDefault="00924354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Standards</w:t>
            </w:r>
          </w:p>
        </w:tc>
        <w:tc>
          <w:tcPr>
            <w:tcW w:w="7556" w:type="dxa"/>
            <w:gridSpan w:val="25"/>
            <w:shd w:val="clear" w:color="auto" w:fill="auto"/>
          </w:tcPr>
          <w:p w:rsidR="00924354" w:rsidRPr="00AA5E6B" w:rsidRDefault="003C3FBF" w:rsidP="00640F53">
            <w:pPr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054252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NZS 8158:2012 </w:t>
              </w:r>
              <w:r w:rsidR="00700E9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Home an</w:t>
              </w:r>
              <w:r w:rsidR="00700E9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d</w:t>
              </w:r>
              <w:r w:rsidR="00700E9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="0041581D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c</w:t>
              </w:r>
              <w:r w:rsidR="00700E9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ommunity </w:t>
              </w:r>
              <w:r w:rsidR="0041581D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s</w:t>
              </w:r>
              <w:r w:rsidR="00700E9A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upport Sector Standards</w:t>
              </w:r>
            </w:hyperlink>
            <w:r w:rsidR="00700E9A"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F55942" w:rsidRPr="00AA5E6B" w:rsidRDefault="003C3FBF" w:rsidP="00054252">
            <w:pPr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054252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NZS 8134:2008 </w:t>
              </w:r>
              <w:r w:rsidR="00F55942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</w:t>
              </w:r>
              <w:r w:rsidR="00F55942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="00F55942" w:rsidRPr="00AA5E6B">
                <w:rPr>
                  <w:rStyle w:val="Hyperlink"/>
                  <w:rFonts w:ascii="Calibri" w:hAnsi="Calibri" w:cs="Calibri"/>
                  <w:sz w:val="22"/>
                  <w:szCs w:val="22"/>
                </w:rPr>
                <w:t>and Disability Services Standards</w:t>
              </w:r>
            </w:hyperlink>
            <w:r w:rsidR="00F55942"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24354" w:rsidRPr="001F297C" w:rsidTr="00AA5E6B">
        <w:tc>
          <w:tcPr>
            <w:tcW w:w="190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24354" w:rsidRPr="00AA5E6B" w:rsidRDefault="009F777B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E0757" w:rsidRPr="00AA5E6B">
              <w:rPr>
                <w:rFonts w:ascii="Calibri" w:hAnsi="Calibri" w:cs="Calibri"/>
                <w:sz w:val="22"/>
                <w:szCs w:val="22"/>
              </w:rPr>
              <w:t>documents</w:t>
            </w:r>
          </w:p>
        </w:tc>
        <w:tc>
          <w:tcPr>
            <w:tcW w:w="7556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924354" w:rsidRPr="008858C9" w:rsidRDefault="009F777B" w:rsidP="009F777B">
            <w:pPr>
              <w:rPr>
                <w:rFonts w:ascii="Calibri" w:hAnsi="Calibri" w:cs="Calibri"/>
                <w:sz w:val="22"/>
                <w:szCs w:val="22"/>
              </w:rPr>
            </w:pPr>
            <w:r w:rsidRPr="008858C9">
              <w:rPr>
                <w:rFonts w:ascii="Calibri" w:hAnsi="Calibri" w:cs="Calibri"/>
                <w:sz w:val="22"/>
                <w:szCs w:val="22"/>
              </w:rPr>
              <w:t>Human Resources policies and procedures</w:t>
            </w:r>
          </w:p>
        </w:tc>
      </w:tr>
      <w:tr w:rsidR="00D603D9" w:rsidRPr="001F297C" w:rsidTr="00AA5E6B">
        <w:tc>
          <w:tcPr>
            <w:tcW w:w="9464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D603D9" w:rsidRPr="00AA5E6B" w:rsidRDefault="00A14D66" w:rsidP="00A14D6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A288B">
              <w:rPr>
                <w:rFonts w:ascii="Calibri" w:hAnsi="Calibri" w:cs="Calibri"/>
                <w:sz w:val="22"/>
                <w:szCs w:val="22"/>
                <w:highlight w:val="darkGray"/>
              </w:rPr>
              <w:t>name of service</w:t>
            </w:r>
            <w:r w:rsidRPr="00AA5E6B">
              <w:rPr>
                <w:rFonts w:ascii="Calibri" w:hAnsi="Calibri" w:cs="Calibri"/>
                <w:sz w:val="22"/>
                <w:szCs w:val="22"/>
              </w:rPr>
              <w:t xml:space="preserve">  s</w:t>
            </w:r>
            <w:r w:rsidR="00D603D9" w:rsidRPr="00AA5E6B">
              <w:rPr>
                <w:rFonts w:ascii="Calibri" w:hAnsi="Calibri" w:cs="Calibri"/>
                <w:b/>
                <w:sz w:val="22"/>
                <w:szCs w:val="22"/>
              </w:rPr>
              <w:t>ervices</w:t>
            </w:r>
            <w:r w:rsidR="001F2200"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:  </w:t>
            </w:r>
          </w:p>
        </w:tc>
      </w:tr>
      <w:tr w:rsidR="00E76DF8" w:rsidRPr="001F297C" w:rsidTr="00AA5E6B">
        <w:tc>
          <w:tcPr>
            <w:tcW w:w="2628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:rsidR="00E76DF8" w:rsidRPr="00AA5E6B" w:rsidRDefault="00E76DF8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Service</w:t>
            </w:r>
          </w:p>
        </w:tc>
        <w:tc>
          <w:tcPr>
            <w:tcW w:w="1633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E76DF8" w:rsidRPr="00AA5E6B" w:rsidRDefault="00E76DF8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Capacity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E76DF8" w:rsidRPr="00AA5E6B" w:rsidRDefault="00E76DF8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Service Setting</w:t>
            </w:r>
          </w:p>
          <w:p w:rsidR="00E76DF8" w:rsidRPr="00AA5E6B" w:rsidRDefault="00E76DF8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56" w:type="dxa"/>
            <w:gridSpan w:val="10"/>
            <w:tcBorders>
              <w:top w:val="single" w:sz="4" w:space="0" w:color="auto"/>
            </w:tcBorders>
            <w:shd w:val="clear" w:color="auto" w:fill="D9D9D9"/>
          </w:tcPr>
          <w:p w:rsidR="00E76DF8" w:rsidRPr="00AA5E6B" w:rsidRDefault="00E5564D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Times of Service Delivery</w:t>
            </w:r>
          </w:p>
        </w:tc>
      </w:tr>
      <w:tr w:rsidR="00E76DF8" w:rsidRPr="001F297C" w:rsidTr="009F777B">
        <w:tc>
          <w:tcPr>
            <w:tcW w:w="2628" w:type="dxa"/>
            <w:gridSpan w:val="6"/>
            <w:shd w:val="clear" w:color="auto" w:fill="auto"/>
          </w:tcPr>
          <w:p w:rsidR="00E76DF8" w:rsidRPr="00AA5E6B" w:rsidRDefault="00E76DF8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33" w:type="dxa"/>
            <w:gridSpan w:val="7"/>
            <w:shd w:val="clear" w:color="auto" w:fill="auto"/>
          </w:tcPr>
          <w:p w:rsidR="00E76DF8" w:rsidRPr="00AA5E6B" w:rsidRDefault="00E76DF8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47" w:type="dxa"/>
            <w:gridSpan w:val="7"/>
            <w:shd w:val="clear" w:color="auto" w:fill="auto"/>
          </w:tcPr>
          <w:p w:rsidR="00E76DF8" w:rsidRPr="00AA5E6B" w:rsidRDefault="00E76DF8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56" w:type="dxa"/>
            <w:gridSpan w:val="10"/>
            <w:shd w:val="clear" w:color="auto" w:fill="auto"/>
          </w:tcPr>
          <w:p w:rsidR="00E76DF8" w:rsidRPr="00AA5E6B" w:rsidRDefault="00E76DF8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6DF8" w:rsidRPr="001F297C" w:rsidTr="009F777B">
        <w:tc>
          <w:tcPr>
            <w:tcW w:w="2628" w:type="dxa"/>
            <w:gridSpan w:val="6"/>
            <w:shd w:val="clear" w:color="auto" w:fill="auto"/>
          </w:tcPr>
          <w:p w:rsidR="00976BF2" w:rsidRPr="00AA5E6B" w:rsidRDefault="00976BF2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33" w:type="dxa"/>
            <w:gridSpan w:val="7"/>
            <w:shd w:val="clear" w:color="auto" w:fill="auto"/>
          </w:tcPr>
          <w:p w:rsidR="00E76DF8" w:rsidRPr="00AA5E6B" w:rsidRDefault="00E76DF8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47" w:type="dxa"/>
            <w:gridSpan w:val="7"/>
            <w:shd w:val="clear" w:color="auto" w:fill="auto"/>
          </w:tcPr>
          <w:p w:rsidR="00E76DF8" w:rsidRPr="00AA5E6B" w:rsidRDefault="00E76DF8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56" w:type="dxa"/>
            <w:gridSpan w:val="10"/>
            <w:shd w:val="clear" w:color="auto" w:fill="auto"/>
          </w:tcPr>
          <w:p w:rsidR="00A109E9" w:rsidRPr="00AA5E6B" w:rsidRDefault="00A109E9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7B4E" w:rsidRPr="001F297C" w:rsidTr="009F777B">
        <w:tc>
          <w:tcPr>
            <w:tcW w:w="2628" w:type="dxa"/>
            <w:gridSpan w:val="6"/>
            <w:shd w:val="clear" w:color="auto" w:fill="auto"/>
          </w:tcPr>
          <w:p w:rsidR="00976BF2" w:rsidRPr="00AA5E6B" w:rsidRDefault="00976BF2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33" w:type="dxa"/>
            <w:gridSpan w:val="7"/>
            <w:shd w:val="clear" w:color="auto" w:fill="auto"/>
          </w:tcPr>
          <w:p w:rsidR="00897B4E" w:rsidRPr="00AA5E6B" w:rsidRDefault="00897B4E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47" w:type="dxa"/>
            <w:gridSpan w:val="7"/>
            <w:shd w:val="clear" w:color="auto" w:fill="auto"/>
          </w:tcPr>
          <w:p w:rsidR="00897B4E" w:rsidRPr="00AA5E6B" w:rsidRDefault="00897B4E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56" w:type="dxa"/>
            <w:gridSpan w:val="10"/>
            <w:shd w:val="clear" w:color="auto" w:fill="auto"/>
          </w:tcPr>
          <w:p w:rsidR="00897B4E" w:rsidRPr="00AA5E6B" w:rsidRDefault="00897B4E" w:rsidP="00A109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38DA" w:rsidRPr="001F297C" w:rsidTr="00AA5E6B">
        <w:tc>
          <w:tcPr>
            <w:tcW w:w="9464" w:type="dxa"/>
            <w:gridSpan w:val="30"/>
            <w:shd w:val="clear" w:color="auto" w:fill="D9D9D9"/>
          </w:tcPr>
          <w:p w:rsidR="002338DA" w:rsidRPr="00AA5E6B" w:rsidRDefault="002338DA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Administration and Management</w:t>
            </w:r>
          </w:p>
        </w:tc>
      </w:tr>
      <w:tr w:rsidR="002338DA" w:rsidRPr="001F297C" w:rsidTr="00AA5E6B">
        <w:tc>
          <w:tcPr>
            <w:tcW w:w="2628" w:type="dxa"/>
            <w:gridSpan w:val="6"/>
            <w:shd w:val="clear" w:color="auto" w:fill="D9D9D9"/>
          </w:tcPr>
          <w:p w:rsidR="002338DA" w:rsidRPr="00AA5E6B" w:rsidRDefault="002338DA" w:rsidP="004353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Area/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epartment</w:t>
            </w:r>
          </w:p>
        </w:tc>
        <w:tc>
          <w:tcPr>
            <w:tcW w:w="1633" w:type="dxa"/>
            <w:gridSpan w:val="7"/>
            <w:shd w:val="clear" w:color="auto" w:fill="D9D9D9"/>
          </w:tcPr>
          <w:p w:rsidR="002338DA" w:rsidRPr="00AA5E6B" w:rsidRDefault="002338DA" w:rsidP="004353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Staff 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>n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umber </w:t>
            </w:r>
          </w:p>
        </w:tc>
        <w:tc>
          <w:tcPr>
            <w:tcW w:w="5203" w:type="dxa"/>
            <w:gridSpan w:val="17"/>
            <w:shd w:val="clear" w:color="auto" w:fill="D9D9D9"/>
          </w:tcPr>
          <w:p w:rsidR="002338DA" w:rsidRPr="00AA5E6B" w:rsidRDefault="002338DA" w:rsidP="004353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Staff 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oles</w:t>
            </w:r>
          </w:p>
        </w:tc>
      </w:tr>
      <w:tr w:rsidR="002338DA" w:rsidRPr="001F297C" w:rsidTr="00AA5E6B">
        <w:tc>
          <w:tcPr>
            <w:tcW w:w="2628" w:type="dxa"/>
            <w:gridSpan w:val="6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33" w:type="dxa"/>
            <w:gridSpan w:val="7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3" w:type="dxa"/>
            <w:gridSpan w:val="17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38DA" w:rsidRPr="001F297C" w:rsidTr="00AA5E6B">
        <w:tc>
          <w:tcPr>
            <w:tcW w:w="2628" w:type="dxa"/>
            <w:gridSpan w:val="6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33" w:type="dxa"/>
            <w:gridSpan w:val="7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3" w:type="dxa"/>
            <w:gridSpan w:val="17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38DA" w:rsidRPr="001F297C" w:rsidTr="00AA5E6B">
        <w:tc>
          <w:tcPr>
            <w:tcW w:w="262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3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338DA" w:rsidRPr="00AA5E6B" w:rsidRDefault="002338DA" w:rsidP="00414D3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3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2338DA" w:rsidRPr="00AA5E6B" w:rsidRDefault="00E70D78" w:rsidP="00D95190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AA5E6B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</w:p>
        </w:tc>
      </w:tr>
      <w:tr w:rsidR="002338DA" w:rsidRPr="001F297C" w:rsidTr="00AA5E6B">
        <w:tc>
          <w:tcPr>
            <w:tcW w:w="9464" w:type="dxa"/>
            <w:gridSpan w:val="30"/>
            <w:shd w:val="clear" w:color="auto" w:fill="D9D9D9"/>
          </w:tcPr>
          <w:p w:rsidR="002338DA" w:rsidRPr="00AA5E6B" w:rsidRDefault="002338DA" w:rsidP="004353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Components of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 s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ervice 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rovision</w:t>
            </w:r>
            <w:r w:rsidR="00E70D78"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="00E70D78" w:rsidRPr="00AA5E6B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check your tier three contract</w:t>
            </w:r>
            <w:r w:rsidR="00AF450E" w:rsidRPr="00AA5E6B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 xml:space="preserve"> and add accordingly</w:t>
            </w:r>
            <w:r w:rsidR="00E70D78" w:rsidRPr="00AA5E6B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</w:tr>
      <w:tr w:rsidR="002338DA" w:rsidRPr="001F297C" w:rsidTr="00AA5E6B">
        <w:tc>
          <w:tcPr>
            <w:tcW w:w="2988" w:type="dxa"/>
            <w:gridSpan w:val="8"/>
            <w:shd w:val="clear" w:color="auto" w:fill="D9D9D9"/>
          </w:tcPr>
          <w:p w:rsidR="002338DA" w:rsidRPr="00AA5E6B" w:rsidRDefault="002338DA" w:rsidP="004353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Service 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elivered</w:t>
            </w:r>
          </w:p>
        </w:tc>
        <w:tc>
          <w:tcPr>
            <w:tcW w:w="3780" w:type="dxa"/>
            <w:gridSpan w:val="14"/>
            <w:shd w:val="clear" w:color="auto" w:fill="D9D9D9"/>
          </w:tcPr>
          <w:p w:rsidR="002338DA" w:rsidRPr="00AA5E6B" w:rsidRDefault="002338DA" w:rsidP="004353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Delivered </w:t>
            </w:r>
            <w:r w:rsidR="004353C5" w:rsidRPr="00AA5E6B"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y</w:t>
            </w:r>
          </w:p>
        </w:tc>
        <w:tc>
          <w:tcPr>
            <w:tcW w:w="2696" w:type="dxa"/>
            <w:gridSpan w:val="8"/>
            <w:shd w:val="clear" w:color="auto" w:fill="D9D9D9"/>
          </w:tcPr>
          <w:p w:rsidR="002338DA" w:rsidRPr="00AA5E6B" w:rsidRDefault="004353C5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Staff/c</w:t>
            </w:r>
            <w:r w:rsidR="002338DA" w:rsidRPr="00AA5E6B">
              <w:rPr>
                <w:rFonts w:ascii="Calibri" w:hAnsi="Calibri" w:cs="Calibri"/>
                <w:b/>
                <w:sz w:val="22"/>
                <w:szCs w:val="22"/>
              </w:rPr>
              <w:t>ontractor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  <w:p w:rsidR="004353C5" w:rsidRPr="00AA5E6B" w:rsidRDefault="004353C5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external service provider</w:t>
            </w:r>
          </w:p>
        </w:tc>
      </w:tr>
      <w:tr w:rsidR="002338DA" w:rsidRPr="001F297C" w:rsidTr="009F777B">
        <w:tc>
          <w:tcPr>
            <w:tcW w:w="2988" w:type="dxa"/>
            <w:gridSpan w:val="8"/>
            <w:shd w:val="clear" w:color="auto" w:fill="auto"/>
          </w:tcPr>
          <w:p w:rsidR="002338DA" w:rsidRPr="00AA5E6B" w:rsidRDefault="002338DA" w:rsidP="00CE7EE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Recovery </w:t>
            </w:r>
            <w:r w:rsidR="00CE7EE3" w:rsidRPr="00AA5E6B">
              <w:rPr>
                <w:rFonts w:ascii="Calibri" w:hAnsi="Calibri" w:cs="Calibri"/>
                <w:sz w:val="22"/>
                <w:szCs w:val="22"/>
              </w:rPr>
              <w:t>s</w:t>
            </w:r>
            <w:r w:rsidRPr="00AA5E6B">
              <w:rPr>
                <w:rFonts w:ascii="Calibri" w:hAnsi="Calibri" w:cs="Calibri"/>
                <w:sz w:val="22"/>
                <w:szCs w:val="22"/>
              </w:rPr>
              <w:t xml:space="preserve">upport 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2338DA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Mental Health Support Workers, Registered Nurse, </w:t>
            </w:r>
          </w:p>
          <w:p w:rsidR="00BA288B" w:rsidRDefault="00BA288B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Social Worker,</w:t>
            </w:r>
          </w:p>
          <w:p w:rsidR="00BA288B" w:rsidRPr="00AA5E6B" w:rsidRDefault="00BA288B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Occupational Therapist.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</w:t>
            </w:r>
          </w:p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 &amp; contractor</w:t>
            </w:r>
          </w:p>
        </w:tc>
      </w:tr>
      <w:tr w:rsidR="002B10E9" w:rsidRPr="001F297C" w:rsidTr="009F777B">
        <w:tc>
          <w:tcPr>
            <w:tcW w:w="2988" w:type="dxa"/>
            <w:gridSpan w:val="8"/>
            <w:shd w:val="clear" w:color="auto" w:fill="auto"/>
          </w:tcPr>
          <w:p w:rsidR="002B10E9" w:rsidRPr="00AA5E6B" w:rsidRDefault="002B70C8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Peer support 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83719B" w:rsidRPr="00AA5E6B" w:rsidRDefault="004353C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Peer support 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68516A" w:rsidRPr="00AA5E6B" w:rsidRDefault="004353C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staff 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&amp; contractor</w:t>
            </w:r>
          </w:p>
        </w:tc>
      </w:tr>
      <w:tr w:rsidR="002338DA" w:rsidRPr="001F297C" w:rsidTr="009F777B">
        <w:tc>
          <w:tcPr>
            <w:tcW w:w="2988" w:type="dxa"/>
            <w:gridSpan w:val="8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Medication management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Registered Nurse</w:t>
            </w:r>
          </w:p>
          <w:p w:rsidR="00414D31" w:rsidRPr="00AA5E6B" w:rsidRDefault="00414D31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General Practitioner</w:t>
            </w:r>
          </w:p>
          <w:p w:rsidR="00414D31" w:rsidRDefault="00414D31" w:rsidP="00414D31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DHB Clinical Teams</w:t>
            </w:r>
          </w:p>
          <w:p w:rsidR="00340A3B" w:rsidRPr="00AA5E6B" w:rsidRDefault="00340A3B" w:rsidP="00414D31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Pharmacists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414D31" w:rsidRPr="00AA5E6B" w:rsidRDefault="004353C5" w:rsidP="004353C5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staff 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&amp; contractor</w:t>
            </w:r>
          </w:p>
          <w:p w:rsidR="004353C5" w:rsidRPr="00AA5E6B" w:rsidRDefault="0075069D" w:rsidP="004353C5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external</w:t>
            </w:r>
            <w:r w:rsidR="004353C5" w:rsidRPr="00AA5E6B">
              <w:rPr>
                <w:rFonts w:ascii="Calibri" w:hAnsi="Calibri" w:cs="Calibri"/>
                <w:sz w:val="22"/>
                <w:szCs w:val="22"/>
              </w:rPr>
              <w:t xml:space="preserve"> service provider</w:t>
            </w:r>
          </w:p>
          <w:p w:rsidR="004353C5" w:rsidRPr="00AA5E6B" w:rsidRDefault="0075069D" w:rsidP="004353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external</w:t>
            </w:r>
            <w:r w:rsidR="004353C5" w:rsidRPr="00AA5E6B">
              <w:rPr>
                <w:rFonts w:ascii="Calibri" w:hAnsi="Calibri" w:cs="Calibri"/>
                <w:sz w:val="22"/>
                <w:szCs w:val="22"/>
              </w:rPr>
              <w:t xml:space="preserve"> service provider</w:t>
            </w:r>
          </w:p>
        </w:tc>
      </w:tr>
      <w:tr w:rsidR="002338DA" w:rsidRPr="001F297C" w:rsidTr="009F777B">
        <w:tc>
          <w:tcPr>
            <w:tcW w:w="2988" w:type="dxa"/>
            <w:gridSpan w:val="8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Assessment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Occupational Therapist</w:t>
            </w:r>
          </w:p>
          <w:p w:rsidR="002338DA" w:rsidRPr="00AA5E6B" w:rsidRDefault="002338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Social Worker</w:t>
            </w:r>
          </w:p>
          <w:p w:rsidR="002338DA" w:rsidRPr="00AA5E6B" w:rsidRDefault="00E70D78" w:rsidP="00E70D78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Mental </w:t>
            </w:r>
            <w:r w:rsidR="00340A3B" w:rsidRPr="00AA5E6B">
              <w:rPr>
                <w:rFonts w:ascii="Calibri" w:hAnsi="Calibri" w:cs="Calibri"/>
                <w:sz w:val="22"/>
                <w:szCs w:val="22"/>
              </w:rPr>
              <w:t>Health Support Workers</w:t>
            </w:r>
          </w:p>
          <w:p w:rsidR="00E70D78" w:rsidRPr="00AA5E6B" w:rsidRDefault="00E70D78" w:rsidP="00E70D78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Alcohol and other drug practitioner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2338DA" w:rsidRPr="00AA5E6B" w:rsidRDefault="002338DA" w:rsidP="00E70D7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7785" w:rsidRPr="001F297C" w:rsidTr="003342C0">
        <w:tc>
          <w:tcPr>
            <w:tcW w:w="2988" w:type="dxa"/>
            <w:gridSpan w:val="8"/>
            <w:shd w:val="clear" w:color="auto" w:fill="auto"/>
          </w:tcPr>
          <w:p w:rsidR="00B867EB" w:rsidRPr="00AA5E6B" w:rsidRDefault="007E6588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T</w:t>
            </w:r>
            <w:r w:rsidR="007F76FD" w:rsidRPr="00AA5E6B">
              <w:rPr>
                <w:rFonts w:ascii="Calibri" w:hAnsi="Calibri" w:cs="Calibri"/>
                <w:sz w:val="22"/>
                <w:szCs w:val="22"/>
              </w:rPr>
              <w:t>reatment</w:t>
            </w:r>
            <w:r w:rsidR="00AF450E" w:rsidRPr="00AA5E6B">
              <w:rPr>
                <w:rFonts w:ascii="Calibri" w:hAnsi="Calibri" w:cs="Calibri"/>
                <w:sz w:val="22"/>
                <w:szCs w:val="22"/>
              </w:rPr>
              <w:t>/intervention/</w:t>
            </w:r>
          </w:p>
          <w:p w:rsidR="00777785" w:rsidRPr="00AA5E6B" w:rsidRDefault="00AF450E" w:rsidP="009A7D37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support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51401C" w:rsidRPr="00AA5E6B" w:rsidRDefault="00AF450E" w:rsidP="00AF450E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Recovery </w:t>
            </w:r>
            <w:r w:rsidR="0075069D" w:rsidRPr="00AA5E6B">
              <w:rPr>
                <w:rFonts w:ascii="Calibri" w:hAnsi="Calibri" w:cs="Calibri"/>
                <w:sz w:val="22"/>
                <w:szCs w:val="22"/>
              </w:rPr>
              <w:t>facilitator</w:t>
            </w:r>
          </w:p>
          <w:p w:rsidR="00AF450E" w:rsidRPr="00AA5E6B" w:rsidRDefault="00AF450E" w:rsidP="009A7D37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Occupational</w:t>
            </w:r>
            <w:r w:rsidR="009A7D37">
              <w:rPr>
                <w:rFonts w:ascii="Calibri" w:hAnsi="Calibri" w:cs="Calibri"/>
                <w:sz w:val="22"/>
                <w:szCs w:val="22"/>
              </w:rPr>
              <w:t xml:space="preserve"> T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herapis</w:t>
            </w:r>
            <w:r w:rsidR="00CF50E9" w:rsidRPr="00AA5E6B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99737D" w:rsidRPr="00AA5E6B" w:rsidRDefault="00AF450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</w:t>
            </w:r>
          </w:p>
          <w:p w:rsidR="00AF450E" w:rsidRPr="00AA5E6B" w:rsidRDefault="00AF450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 &amp; contractor</w:t>
            </w:r>
          </w:p>
        </w:tc>
      </w:tr>
      <w:tr w:rsidR="00777785" w:rsidRPr="001F297C" w:rsidTr="003342C0">
        <w:tc>
          <w:tcPr>
            <w:tcW w:w="2988" w:type="dxa"/>
            <w:gridSpan w:val="8"/>
            <w:shd w:val="clear" w:color="auto" w:fill="auto"/>
          </w:tcPr>
          <w:p w:rsidR="00777785" w:rsidRPr="00AA5E6B" w:rsidRDefault="00FE540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F</w:t>
            </w:r>
            <w:r w:rsidR="007F76FD" w:rsidRPr="00AA5E6B">
              <w:rPr>
                <w:rFonts w:ascii="Calibri" w:hAnsi="Calibri" w:cs="Calibri"/>
                <w:sz w:val="22"/>
                <w:szCs w:val="22"/>
              </w:rPr>
              <w:t xml:space="preserve">ood and nutrition 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77778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Cook</w:t>
            </w:r>
          </w:p>
          <w:p w:rsidR="00BE75E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Dietician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77778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</w:t>
            </w:r>
          </w:p>
          <w:p w:rsidR="00BE75E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contract</w:t>
            </w:r>
            <w:r w:rsidR="008373C6" w:rsidRPr="00AA5E6B">
              <w:rPr>
                <w:rFonts w:ascii="Calibri" w:hAnsi="Calibri" w:cs="Calibri"/>
                <w:sz w:val="22"/>
                <w:szCs w:val="22"/>
              </w:rPr>
              <w:t>or</w:t>
            </w:r>
          </w:p>
        </w:tc>
      </w:tr>
      <w:tr w:rsidR="00777785" w:rsidRPr="001F297C" w:rsidTr="003342C0">
        <w:tc>
          <w:tcPr>
            <w:tcW w:w="2988" w:type="dxa"/>
            <w:gridSpan w:val="8"/>
            <w:shd w:val="clear" w:color="auto" w:fill="auto"/>
          </w:tcPr>
          <w:p w:rsidR="00777785" w:rsidRPr="00AA5E6B" w:rsidRDefault="00FE540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M</w:t>
            </w:r>
            <w:r w:rsidR="007F76FD" w:rsidRPr="00AA5E6B">
              <w:rPr>
                <w:rFonts w:ascii="Calibri" w:hAnsi="Calibri" w:cs="Calibri"/>
                <w:sz w:val="22"/>
                <w:szCs w:val="22"/>
              </w:rPr>
              <w:t>anagement of risk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777785" w:rsidRPr="00AA5E6B" w:rsidRDefault="00BE75E5" w:rsidP="0048711C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All roles, all employees and contractors</w:t>
            </w:r>
            <w:r w:rsidR="0048711C">
              <w:rPr>
                <w:rFonts w:ascii="Calibri" w:hAnsi="Calibri" w:cs="Calibri"/>
                <w:sz w:val="22"/>
                <w:szCs w:val="22"/>
              </w:rPr>
              <w:t>.</w:t>
            </w:r>
            <w:r w:rsidR="00601AEA"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777785" w:rsidRPr="00AA5E6B" w:rsidRDefault="00601AE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staff, contractor and clinical team (DHB clients)</w:t>
            </w:r>
          </w:p>
        </w:tc>
      </w:tr>
      <w:tr w:rsidR="00A315D9" w:rsidRPr="001F297C" w:rsidTr="003342C0">
        <w:tc>
          <w:tcPr>
            <w:tcW w:w="2988" w:type="dxa"/>
            <w:gridSpan w:val="8"/>
            <w:shd w:val="clear" w:color="auto" w:fill="auto"/>
          </w:tcPr>
          <w:p w:rsidR="00A315D9" w:rsidRPr="00AA5E6B" w:rsidRDefault="00FE540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lastRenderedPageBreak/>
              <w:t>A</w:t>
            </w:r>
            <w:r w:rsidR="00382E0E" w:rsidRPr="00AA5E6B">
              <w:rPr>
                <w:rFonts w:ascii="Calibri" w:hAnsi="Calibri" w:cs="Calibri"/>
                <w:sz w:val="22"/>
                <w:szCs w:val="22"/>
              </w:rPr>
              <w:t>rranging access to specialist services</w:t>
            </w:r>
          </w:p>
        </w:tc>
        <w:tc>
          <w:tcPr>
            <w:tcW w:w="3780" w:type="dxa"/>
            <w:gridSpan w:val="14"/>
            <w:shd w:val="clear" w:color="auto" w:fill="auto"/>
          </w:tcPr>
          <w:p w:rsidR="00BE75E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Health professionals</w:t>
            </w:r>
          </w:p>
          <w:p w:rsidR="00BE75E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Service Leader</w:t>
            </w:r>
          </w:p>
          <w:p w:rsidR="00BE75E5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CEO</w:t>
            </w:r>
          </w:p>
          <w:p w:rsidR="009576AE" w:rsidRPr="00AA5E6B" w:rsidRDefault="009576A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Team Leader</w:t>
            </w:r>
          </w:p>
        </w:tc>
        <w:tc>
          <w:tcPr>
            <w:tcW w:w="2696" w:type="dxa"/>
            <w:gridSpan w:val="8"/>
            <w:shd w:val="clear" w:color="auto" w:fill="auto"/>
          </w:tcPr>
          <w:p w:rsidR="00A315D9" w:rsidRPr="00AA5E6B" w:rsidRDefault="00BE75E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 and contract</w:t>
            </w:r>
            <w:r w:rsidR="008373C6" w:rsidRPr="00AA5E6B">
              <w:rPr>
                <w:rFonts w:ascii="Calibri" w:hAnsi="Calibri" w:cs="Calibri"/>
                <w:sz w:val="22"/>
                <w:szCs w:val="22"/>
              </w:rPr>
              <w:t>or</w:t>
            </w:r>
            <w:r w:rsidR="0048711C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601AEA" w:rsidRPr="00AA5E6B" w:rsidRDefault="00601AE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Clinical team (</w:t>
            </w:r>
            <w:r w:rsidR="00C32056" w:rsidRPr="00AA5E6B">
              <w:rPr>
                <w:rFonts w:ascii="Calibri" w:hAnsi="Calibri" w:cs="Calibri"/>
                <w:sz w:val="22"/>
                <w:szCs w:val="22"/>
              </w:rPr>
              <w:t>DHB clients)</w:t>
            </w:r>
            <w:r w:rsidR="0048711C">
              <w:rPr>
                <w:rFonts w:ascii="Calibri" w:hAnsi="Calibri" w:cs="Calibri"/>
                <w:sz w:val="22"/>
                <w:szCs w:val="22"/>
              </w:rPr>
              <w:t>,</w:t>
            </w:r>
            <w:r w:rsidR="00C32056" w:rsidRPr="00AA5E6B">
              <w:rPr>
                <w:rFonts w:ascii="Calibri" w:hAnsi="Calibri" w:cs="Calibri"/>
                <w:sz w:val="22"/>
                <w:szCs w:val="22"/>
              </w:rPr>
              <w:t xml:space="preserve"> ACC care coordinator (ACC clients)</w:t>
            </w:r>
            <w:r w:rsidR="0048711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F50E9" w:rsidRPr="001F297C" w:rsidTr="00AA5E6B">
        <w:tc>
          <w:tcPr>
            <w:tcW w:w="9464" w:type="dxa"/>
            <w:gridSpan w:val="30"/>
            <w:shd w:val="clear" w:color="auto" w:fill="D9D9D9"/>
          </w:tcPr>
          <w:p w:rsidR="00CF50E9" w:rsidRPr="00AA5E6B" w:rsidRDefault="00CF50E9" w:rsidP="00AF68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Components of service provision (</w:t>
            </w:r>
            <w:r w:rsidRPr="00AA5E6B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check your tier three contract and add accordingly</w:t>
            </w: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) </w:t>
            </w:r>
            <w:r w:rsidRPr="00AA5E6B">
              <w:rPr>
                <w:rFonts w:ascii="Calibri" w:hAnsi="Calibri" w:cs="Calibri"/>
                <w:i/>
                <w:sz w:val="22"/>
                <w:szCs w:val="22"/>
              </w:rPr>
              <w:t>cont.</w:t>
            </w:r>
          </w:p>
        </w:tc>
      </w:tr>
      <w:tr w:rsidR="00CF50E9" w:rsidRPr="001F297C" w:rsidTr="00B65D71">
        <w:tc>
          <w:tcPr>
            <w:tcW w:w="3148" w:type="dxa"/>
            <w:gridSpan w:val="9"/>
            <w:shd w:val="clear" w:color="auto" w:fill="D9D9D9"/>
          </w:tcPr>
          <w:p w:rsidR="00CF50E9" w:rsidRPr="00AA5E6B" w:rsidRDefault="00CF50E9" w:rsidP="00AF68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Service delivered</w:t>
            </w:r>
          </w:p>
        </w:tc>
        <w:tc>
          <w:tcPr>
            <w:tcW w:w="3849" w:type="dxa"/>
            <w:gridSpan w:val="15"/>
            <w:shd w:val="clear" w:color="auto" w:fill="D9D9D9"/>
          </w:tcPr>
          <w:p w:rsidR="00CF50E9" w:rsidRPr="00AA5E6B" w:rsidRDefault="00CF50E9" w:rsidP="00AF68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Delivered by</w:t>
            </w:r>
          </w:p>
        </w:tc>
        <w:tc>
          <w:tcPr>
            <w:tcW w:w="2467" w:type="dxa"/>
            <w:gridSpan w:val="6"/>
            <w:shd w:val="clear" w:color="auto" w:fill="D9D9D9"/>
          </w:tcPr>
          <w:p w:rsidR="00CF50E9" w:rsidRPr="00AA5E6B" w:rsidRDefault="00CF50E9" w:rsidP="00AF68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Staff/contractor/</w:t>
            </w:r>
          </w:p>
          <w:p w:rsidR="00CF50E9" w:rsidRPr="00AA5E6B" w:rsidRDefault="00CF50E9" w:rsidP="00AF688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external service provider</w:t>
            </w:r>
          </w:p>
        </w:tc>
      </w:tr>
      <w:tr w:rsidR="00A315D9" w:rsidRPr="001F297C" w:rsidTr="00B65D71">
        <w:tc>
          <w:tcPr>
            <w:tcW w:w="3148" w:type="dxa"/>
            <w:gridSpan w:val="9"/>
            <w:shd w:val="clear" w:color="auto" w:fill="auto"/>
          </w:tcPr>
          <w:p w:rsidR="00A315D9" w:rsidRPr="00AA5E6B" w:rsidRDefault="00FE540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P</w:t>
            </w:r>
            <w:r w:rsidR="00A315D9" w:rsidRPr="00AA5E6B">
              <w:rPr>
                <w:rFonts w:ascii="Calibri" w:hAnsi="Calibri" w:cs="Calibri"/>
                <w:sz w:val="22"/>
                <w:szCs w:val="22"/>
              </w:rPr>
              <w:t>ersonal care services</w:t>
            </w:r>
          </w:p>
        </w:tc>
        <w:tc>
          <w:tcPr>
            <w:tcW w:w="3849" w:type="dxa"/>
            <w:gridSpan w:val="15"/>
            <w:shd w:val="clear" w:color="auto" w:fill="auto"/>
          </w:tcPr>
          <w:p w:rsidR="004232DF" w:rsidRPr="00AA5E6B" w:rsidRDefault="008E1343" w:rsidP="00BE580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Mental Health Support </w:t>
            </w:r>
            <w:r w:rsidR="004232DF" w:rsidRPr="00AA5E6B">
              <w:rPr>
                <w:rFonts w:ascii="Calibri" w:hAnsi="Calibri" w:cs="Calibri"/>
                <w:sz w:val="22"/>
                <w:szCs w:val="22"/>
              </w:rPr>
              <w:t>W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orker</w:t>
            </w:r>
          </w:p>
        </w:tc>
        <w:tc>
          <w:tcPr>
            <w:tcW w:w="2467" w:type="dxa"/>
            <w:gridSpan w:val="6"/>
            <w:shd w:val="clear" w:color="auto" w:fill="auto"/>
          </w:tcPr>
          <w:p w:rsidR="004232DF" w:rsidRPr="00AA5E6B" w:rsidRDefault="004232DF" w:rsidP="00BE580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staff </w:t>
            </w:r>
          </w:p>
        </w:tc>
      </w:tr>
      <w:tr w:rsidR="00C7435E" w:rsidRPr="001F297C" w:rsidTr="00B65D71">
        <w:tc>
          <w:tcPr>
            <w:tcW w:w="3148" w:type="dxa"/>
            <w:gridSpan w:val="9"/>
            <w:shd w:val="clear" w:color="auto" w:fill="auto"/>
          </w:tcPr>
          <w:p w:rsidR="00C7435E" w:rsidRPr="00AA5E6B" w:rsidRDefault="00FE540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I</w:t>
            </w:r>
            <w:r w:rsidR="007E6588" w:rsidRPr="00AA5E6B">
              <w:rPr>
                <w:rFonts w:ascii="Calibri" w:hAnsi="Calibri" w:cs="Calibri"/>
                <w:sz w:val="22"/>
                <w:szCs w:val="22"/>
              </w:rPr>
              <w:t>nfection control management</w:t>
            </w:r>
          </w:p>
        </w:tc>
        <w:tc>
          <w:tcPr>
            <w:tcW w:w="3849" w:type="dxa"/>
            <w:gridSpan w:val="15"/>
            <w:shd w:val="clear" w:color="auto" w:fill="auto"/>
          </w:tcPr>
          <w:p w:rsidR="00C7435E" w:rsidRPr="00AA5E6B" w:rsidRDefault="00D37E14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Specified staff member</w:t>
            </w:r>
          </w:p>
        </w:tc>
        <w:tc>
          <w:tcPr>
            <w:tcW w:w="2467" w:type="dxa"/>
            <w:gridSpan w:val="6"/>
            <w:shd w:val="clear" w:color="auto" w:fill="auto"/>
          </w:tcPr>
          <w:p w:rsidR="00C7435E" w:rsidRPr="00AA5E6B" w:rsidRDefault="0068516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</w:t>
            </w:r>
            <w:r w:rsidR="00D37E14" w:rsidRPr="00AA5E6B">
              <w:rPr>
                <w:rFonts w:ascii="Calibri" w:hAnsi="Calibri" w:cs="Calibri"/>
                <w:sz w:val="22"/>
                <w:szCs w:val="22"/>
              </w:rPr>
              <w:t>taff</w:t>
            </w:r>
          </w:p>
        </w:tc>
      </w:tr>
      <w:tr w:rsidR="007E6588" w:rsidRPr="001F297C" w:rsidTr="00B65D71">
        <w:tc>
          <w:tcPr>
            <w:tcW w:w="3148" w:type="dxa"/>
            <w:gridSpan w:val="9"/>
            <w:shd w:val="clear" w:color="auto" w:fill="auto"/>
          </w:tcPr>
          <w:p w:rsidR="007E6588" w:rsidRPr="00AA5E6B" w:rsidRDefault="00FE5405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R</w:t>
            </w:r>
            <w:r w:rsidR="007E6588" w:rsidRPr="00AA5E6B">
              <w:rPr>
                <w:rFonts w:ascii="Calibri" w:hAnsi="Calibri" w:cs="Calibri"/>
                <w:sz w:val="22"/>
                <w:szCs w:val="22"/>
              </w:rPr>
              <w:t>ecord management</w:t>
            </w:r>
          </w:p>
        </w:tc>
        <w:tc>
          <w:tcPr>
            <w:tcW w:w="3849" w:type="dxa"/>
            <w:gridSpan w:val="15"/>
            <w:shd w:val="clear" w:color="auto" w:fill="auto"/>
          </w:tcPr>
          <w:p w:rsidR="007E6588" w:rsidRPr="00AA5E6B" w:rsidRDefault="001F145C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Service </w:t>
            </w:r>
            <w:r w:rsidR="008E1343" w:rsidRPr="00AA5E6B">
              <w:rPr>
                <w:rFonts w:ascii="Calibri" w:hAnsi="Calibri" w:cs="Calibri"/>
                <w:sz w:val="22"/>
                <w:szCs w:val="22"/>
              </w:rPr>
              <w:t>Leader</w:t>
            </w:r>
          </w:p>
          <w:p w:rsidR="009576AE" w:rsidRPr="00AA5E6B" w:rsidRDefault="009576A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Team leaders</w:t>
            </w:r>
          </w:p>
        </w:tc>
        <w:tc>
          <w:tcPr>
            <w:tcW w:w="2467" w:type="dxa"/>
            <w:gridSpan w:val="6"/>
            <w:shd w:val="clear" w:color="auto" w:fill="auto"/>
          </w:tcPr>
          <w:p w:rsidR="007E6588" w:rsidRPr="00AA5E6B" w:rsidRDefault="009576A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</w:t>
            </w:r>
            <w:r w:rsidR="001F145C" w:rsidRPr="00AA5E6B">
              <w:rPr>
                <w:rFonts w:ascii="Calibri" w:hAnsi="Calibri" w:cs="Calibri"/>
                <w:sz w:val="22"/>
                <w:szCs w:val="22"/>
              </w:rPr>
              <w:t>taff</w:t>
            </w:r>
          </w:p>
          <w:p w:rsidR="009576AE" w:rsidRPr="00AA5E6B" w:rsidRDefault="009576A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Staff</w:t>
            </w:r>
          </w:p>
        </w:tc>
      </w:tr>
      <w:tr w:rsidR="007E6588" w:rsidRPr="001F297C" w:rsidTr="00B65D71">
        <w:tc>
          <w:tcPr>
            <w:tcW w:w="3148" w:type="dxa"/>
            <w:gridSpan w:val="9"/>
            <w:shd w:val="clear" w:color="auto" w:fill="auto"/>
          </w:tcPr>
          <w:p w:rsidR="007E6588" w:rsidRPr="00AA5E6B" w:rsidRDefault="0030315F" w:rsidP="00640F53">
            <w:p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7E6588" w:rsidRPr="0030315F">
                <w:rPr>
                  <w:rStyle w:val="Hyperlink"/>
                  <w:rFonts w:ascii="Calibri" w:hAnsi="Calibri" w:cs="Calibri"/>
                  <w:sz w:val="22"/>
                  <w:szCs w:val="22"/>
                </w:rPr>
                <w:t>Cultural support</w:t>
              </w:r>
            </w:hyperlink>
          </w:p>
        </w:tc>
        <w:tc>
          <w:tcPr>
            <w:tcW w:w="3849" w:type="dxa"/>
            <w:gridSpan w:val="15"/>
            <w:shd w:val="clear" w:color="auto" w:fill="auto"/>
          </w:tcPr>
          <w:p w:rsidR="008E1343" w:rsidRPr="00AA5E6B" w:rsidRDefault="009374A9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>………..</w:t>
            </w:r>
            <w:r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E1343" w:rsidRPr="00AA5E6B">
              <w:rPr>
                <w:rFonts w:ascii="Calibri" w:hAnsi="Calibri" w:cs="Calibri"/>
                <w:sz w:val="22"/>
                <w:szCs w:val="22"/>
              </w:rPr>
              <w:t>Kaumatua</w:t>
            </w:r>
          </w:p>
          <w:p w:rsidR="00CE25DA" w:rsidRPr="00AA5E6B" w:rsidRDefault="00CE25D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DHB cultural services</w:t>
            </w:r>
          </w:p>
          <w:p w:rsidR="009576AE" w:rsidRPr="00AA5E6B" w:rsidRDefault="00865FF1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Matua</w:t>
            </w:r>
          </w:p>
        </w:tc>
        <w:tc>
          <w:tcPr>
            <w:tcW w:w="2467" w:type="dxa"/>
            <w:gridSpan w:val="6"/>
            <w:shd w:val="clear" w:color="auto" w:fill="auto"/>
          </w:tcPr>
          <w:p w:rsidR="007E6588" w:rsidRPr="00AA5E6B" w:rsidRDefault="0030315F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214B5D" w:rsidRPr="00AA5E6B">
              <w:rPr>
                <w:rFonts w:ascii="Calibri" w:hAnsi="Calibri" w:cs="Calibri"/>
                <w:sz w:val="22"/>
                <w:szCs w:val="22"/>
              </w:rPr>
              <w:t>taff</w:t>
            </w:r>
          </w:p>
          <w:p w:rsidR="009576AE" w:rsidRPr="00AA5E6B" w:rsidRDefault="0030315F" w:rsidP="00BE580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="00CE25DA" w:rsidRPr="00AA5E6B">
              <w:rPr>
                <w:rFonts w:ascii="Calibri" w:hAnsi="Calibri" w:cs="Calibri"/>
                <w:sz w:val="22"/>
                <w:szCs w:val="22"/>
              </w:rPr>
              <w:t xml:space="preserve">xternal </w:t>
            </w:r>
            <w:r w:rsidR="005F0CFE" w:rsidRPr="00AA5E6B">
              <w:rPr>
                <w:rFonts w:ascii="Calibri" w:hAnsi="Calibri" w:cs="Calibri"/>
                <w:sz w:val="22"/>
                <w:szCs w:val="22"/>
              </w:rPr>
              <w:t xml:space="preserve"> service </w:t>
            </w:r>
          </w:p>
        </w:tc>
      </w:tr>
      <w:tr w:rsidR="007E6588" w:rsidRPr="001F297C" w:rsidTr="00B65D71">
        <w:tc>
          <w:tcPr>
            <w:tcW w:w="3148" w:type="dxa"/>
            <w:gridSpan w:val="9"/>
            <w:shd w:val="clear" w:color="auto" w:fill="auto"/>
          </w:tcPr>
          <w:p w:rsidR="007E6588" w:rsidRPr="00AA5E6B" w:rsidRDefault="007E6588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Spiritual support</w:t>
            </w:r>
          </w:p>
        </w:tc>
        <w:tc>
          <w:tcPr>
            <w:tcW w:w="3849" w:type="dxa"/>
            <w:gridSpan w:val="15"/>
            <w:shd w:val="clear" w:color="auto" w:fill="auto"/>
          </w:tcPr>
          <w:p w:rsidR="00865FF1" w:rsidRDefault="00865FF1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Tohunga/Kaumatua/Kuia</w:t>
            </w:r>
          </w:p>
          <w:p w:rsidR="00865FF1" w:rsidRDefault="00865FF1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Matua</w:t>
            </w:r>
          </w:p>
          <w:p w:rsidR="007E6588" w:rsidRPr="00AA5E6B" w:rsidRDefault="008E1343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Minister</w:t>
            </w:r>
          </w:p>
          <w:p w:rsidR="008E1343" w:rsidRPr="00AA5E6B" w:rsidRDefault="00865FF1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Priest (Hindu, Christian etc.)</w:t>
            </w:r>
          </w:p>
          <w:p w:rsidR="005F0CFE" w:rsidRPr="00AA5E6B" w:rsidRDefault="005F0CFE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Rabbi</w:t>
            </w:r>
          </w:p>
          <w:p w:rsidR="009576AE" w:rsidRDefault="005F0CFE" w:rsidP="00865FF1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Imam</w:t>
            </w:r>
          </w:p>
          <w:p w:rsidR="00865FF1" w:rsidRDefault="00865FF1" w:rsidP="00865FF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Buddhist Teacher</w:t>
            </w:r>
          </w:p>
          <w:p w:rsidR="00865FF1" w:rsidRPr="00AA5E6B" w:rsidRDefault="00865FF1" w:rsidP="00865FF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Shaman</w:t>
            </w:r>
          </w:p>
        </w:tc>
        <w:tc>
          <w:tcPr>
            <w:tcW w:w="2467" w:type="dxa"/>
            <w:gridSpan w:val="6"/>
            <w:shd w:val="clear" w:color="auto" w:fill="auto"/>
          </w:tcPr>
          <w:p w:rsidR="007E6588" w:rsidRPr="00AA5E6B" w:rsidRDefault="00214B5D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214B5D" w:rsidRPr="00AA5E6B" w:rsidRDefault="00214B5D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5F0CFE" w:rsidRPr="00AA5E6B" w:rsidRDefault="005F0CFE" w:rsidP="005F0CFE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214B5D" w:rsidRDefault="005F0CFE" w:rsidP="00865FF1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865FF1" w:rsidRDefault="00865FF1" w:rsidP="00865FF1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865FF1" w:rsidRDefault="00865FF1" w:rsidP="00865FF1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30315F" w:rsidRDefault="0030315F" w:rsidP="00865FF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Visitor</w:t>
            </w:r>
          </w:p>
          <w:p w:rsidR="00865FF1" w:rsidRPr="00AA5E6B" w:rsidRDefault="0030315F" w:rsidP="00C43C6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Visitor</w:t>
            </w:r>
          </w:p>
        </w:tc>
      </w:tr>
      <w:tr w:rsidR="00E11721" w:rsidRPr="001F297C" w:rsidTr="00AA5E6B">
        <w:tc>
          <w:tcPr>
            <w:tcW w:w="9464" w:type="dxa"/>
            <w:gridSpan w:val="30"/>
            <w:shd w:val="clear" w:color="auto" w:fill="D9D9D9"/>
          </w:tcPr>
          <w:p w:rsidR="00E11721" w:rsidRPr="00AA5E6B" w:rsidRDefault="00E1172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Principles to decide specific skill mix per roster/shift</w:t>
            </w:r>
          </w:p>
        </w:tc>
      </w:tr>
      <w:tr w:rsidR="00E11721" w:rsidRPr="001F297C" w:rsidTr="008C07FA">
        <w:tc>
          <w:tcPr>
            <w:tcW w:w="9464" w:type="dxa"/>
            <w:gridSpan w:val="30"/>
            <w:tcBorders>
              <w:bottom w:val="single" w:sz="4" w:space="0" w:color="auto"/>
            </w:tcBorders>
            <w:shd w:val="clear" w:color="auto" w:fill="auto"/>
          </w:tcPr>
          <w:p w:rsidR="00E11721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Contractual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obligations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Acuity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>rogramme content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Safety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43C64">
              <w:rPr>
                <w:rFonts w:ascii="Calibri" w:hAnsi="Calibri" w:cs="Calibri"/>
                <w:sz w:val="22"/>
                <w:szCs w:val="22"/>
              </w:rPr>
              <w:t xml:space="preserve">and special needs 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>issues with specific client groups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Identified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gaps within an existing team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Objectives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of the service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Desired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service </w:t>
            </w:r>
            <w:r w:rsidR="00C43C64">
              <w:rPr>
                <w:rFonts w:ascii="Calibri" w:hAnsi="Calibri" w:cs="Calibri"/>
                <w:sz w:val="22"/>
                <w:szCs w:val="22"/>
              </w:rPr>
              <w:t xml:space="preserve">delivery 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outcomes – alignment of skills, knowledge and competencies to </w:t>
            </w:r>
            <w:r w:rsidR="00C43C64">
              <w:rPr>
                <w:rFonts w:ascii="Calibri" w:hAnsi="Calibri" w:cs="Calibri"/>
                <w:sz w:val="22"/>
                <w:szCs w:val="22"/>
              </w:rPr>
              <w:t xml:space="preserve">achieve defined 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>outcomes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Cultural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needs</w:t>
            </w:r>
            <w:r w:rsidR="00C43C6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Family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needs/desired outcomes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Appropriate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gender mix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Workforce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availability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Financial</w:t>
            </w:r>
            <w:r w:rsidR="00FA1B72" w:rsidRPr="00AA5E6B">
              <w:rPr>
                <w:rFonts w:ascii="Calibri" w:hAnsi="Calibri" w:cs="Calibri"/>
                <w:sz w:val="22"/>
                <w:szCs w:val="22"/>
              </w:rPr>
              <w:t xml:space="preserve"> considerations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FA1B72" w:rsidRPr="00AA5E6B" w:rsidRDefault="001C17F8" w:rsidP="001B444A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Capacity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2B78B6" w:rsidRPr="001F297C" w:rsidTr="00AA5E6B">
        <w:tc>
          <w:tcPr>
            <w:tcW w:w="9464" w:type="dxa"/>
            <w:gridSpan w:val="30"/>
            <w:shd w:val="clear" w:color="auto" w:fill="D9D9D9"/>
          </w:tcPr>
          <w:p w:rsidR="002B78B6" w:rsidRPr="00AA5E6B" w:rsidRDefault="002B78B6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Mandate and rationale to decide on skill mix and staff levels</w:t>
            </w:r>
          </w:p>
        </w:tc>
      </w:tr>
      <w:tr w:rsidR="002B78B6" w:rsidRPr="001F297C" w:rsidTr="00AA5E6B">
        <w:tc>
          <w:tcPr>
            <w:tcW w:w="9464" w:type="dxa"/>
            <w:gridSpan w:val="30"/>
            <w:shd w:val="clear" w:color="auto" w:fill="D9D9D9"/>
          </w:tcPr>
          <w:p w:rsidR="002B78B6" w:rsidRPr="00AA5E6B" w:rsidRDefault="002B78B6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Employment</w:t>
            </w:r>
          </w:p>
        </w:tc>
      </w:tr>
      <w:tr w:rsidR="002B78B6" w:rsidRPr="001F297C" w:rsidTr="00B65D71">
        <w:tc>
          <w:tcPr>
            <w:tcW w:w="3148" w:type="dxa"/>
            <w:gridSpan w:val="9"/>
            <w:shd w:val="clear" w:color="auto" w:fill="D9D9D9"/>
          </w:tcPr>
          <w:p w:rsidR="002B78B6" w:rsidRPr="00AA5E6B" w:rsidRDefault="002B78B6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Rationale</w:t>
            </w:r>
          </w:p>
        </w:tc>
        <w:tc>
          <w:tcPr>
            <w:tcW w:w="2234" w:type="dxa"/>
            <w:gridSpan w:val="8"/>
            <w:shd w:val="clear" w:color="auto" w:fill="D9D9D9"/>
          </w:tcPr>
          <w:p w:rsidR="002B78B6" w:rsidRPr="00AA5E6B" w:rsidRDefault="002B78B6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Responsibility</w:t>
            </w:r>
          </w:p>
        </w:tc>
        <w:tc>
          <w:tcPr>
            <w:tcW w:w="4082" w:type="dxa"/>
            <w:gridSpan w:val="13"/>
            <w:shd w:val="clear" w:color="auto" w:fill="D9D9D9"/>
          </w:tcPr>
          <w:p w:rsidR="002B78B6" w:rsidRPr="00AA5E6B" w:rsidRDefault="002B78B6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Method</w:t>
            </w:r>
          </w:p>
        </w:tc>
      </w:tr>
      <w:tr w:rsidR="002B78B6" w:rsidRPr="001F297C" w:rsidTr="00B65D71">
        <w:tc>
          <w:tcPr>
            <w:tcW w:w="314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373C6" w:rsidRPr="00AA5E6B" w:rsidRDefault="008373C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Contractual </w:t>
            </w:r>
            <w:r w:rsidR="00DF26A6" w:rsidRPr="00AA5E6B">
              <w:rPr>
                <w:rFonts w:ascii="Calibri" w:hAnsi="Calibri" w:cs="Calibri"/>
                <w:sz w:val="22"/>
                <w:szCs w:val="22"/>
              </w:rPr>
              <w:t>o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bligations</w:t>
            </w:r>
          </w:p>
          <w:p w:rsidR="00DF26A6" w:rsidRPr="00AA5E6B" w:rsidRDefault="00DF26A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Client need</w:t>
            </w:r>
          </w:p>
          <w:p w:rsidR="00DF26A6" w:rsidRPr="00AA5E6B" w:rsidRDefault="00DF26A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Service growth</w:t>
            </w:r>
          </w:p>
          <w:p w:rsidR="00DF26A6" w:rsidRPr="00AA5E6B" w:rsidRDefault="00DF26A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Vacancies</w:t>
            </w:r>
          </w:p>
          <w:p w:rsidR="00600A24" w:rsidRPr="00AA5E6B" w:rsidRDefault="00600A24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Labour market</w:t>
            </w:r>
          </w:p>
          <w:p w:rsidR="00CC57F7" w:rsidRPr="00AA5E6B" w:rsidRDefault="00CC57F7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Financial considerations</w:t>
            </w:r>
          </w:p>
        </w:tc>
        <w:tc>
          <w:tcPr>
            <w:tcW w:w="22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B78B6" w:rsidRPr="00AA5E6B" w:rsidRDefault="008373C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CEO</w:t>
            </w:r>
          </w:p>
          <w:p w:rsidR="00DF26A6" w:rsidRPr="00AA5E6B" w:rsidRDefault="00DF26A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Service </w:t>
            </w:r>
            <w:r w:rsidR="000D2586" w:rsidRPr="00AA5E6B">
              <w:rPr>
                <w:rFonts w:ascii="Calibri" w:hAnsi="Calibri" w:cs="Calibri"/>
                <w:sz w:val="22"/>
                <w:szCs w:val="22"/>
              </w:rPr>
              <w:t>l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eader</w:t>
            </w:r>
          </w:p>
          <w:p w:rsidR="009576AE" w:rsidRPr="00AA5E6B" w:rsidRDefault="009576AE" w:rsidP="000D258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2B78B6" w:rsidRDefault="00DF26A6" w:rsidP="000D2586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 xml:space="preserve">Recruitment </w:t>
            </w:r>
            <w:r w:rsidR="000D2586" w:rsidRPr="00AA5E6B">
              <w:rPr>
                <w:rFonts w:ascii="Calibri" w:hAnsi="Calibri" w:cs="Calibri"/>
                <w:sz w:val="22"/>
                <w:szCs w:val="22"/>
              </w:rPr>
              <w:t>p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rocess</w:t>
            </w:r>
          </w:p>
          <w:p w:rsidR="001C17F8" w:rsidRPr="00AA5E6B" w:rsidRDefault="001C17F8" w:rsidP="000D258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Service Delivery Pathway</w:t>
            </w:r>
          </w:p>
        </w:tc>
      </w:tr>
      <w:tr w:rsidR="008E3C0C" w:rsidRPr="001F297C" w:rsidTr="00B65D71">
        <w:tc>
          <w:tcPr>
            <w:tcW w:w="3148" w:type="dxa"/>
            <w:gridSpan w:val="9"/>
            <w:shd w:val="clear" w:color="auto" w:fill="D9D9D9"/>
          </w:tcPr>
          <w:p w:rsidR="008E3C0C" w:rsidRPr="00AA5E6B" w:rsidRDefault="008E3C0C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Roster and Shifts</w:t>
            </w:r>
          </w:p>
        </w:tc>
        <w:tc>
          <w:tcPr>
            <w:tcW w:w="2234" w:type="dxa"/>
            <w:gridSpan w:val="8"/>
            <w:shd w:val="clear" w:color="auto" w:fill="D9D9D9"/>
          </w:tcPr>
          <w:p w:rsidR="008E3C0C" w:rsidRPr="00AA5E6B" w:rsidRDefault="008E3C0C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Responsibility</w:t>
            </w:r>
          </w:p>
        </w:tc>
        <w:tc>
          <w:tcPr>
            <w:tcW w:w="4082" w:type="dxa"/>
            <w:gridSpan w:val="13"/>
            <w:shd w:val="clear" w:color="auto" w:fill="D9D9D9"/>
          </w:tcPr>
          <w:p w:rsidR="008E3C0C" w:rsidRPr="00AA5E6B" w:rsidRDefault="008E3C0C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Method</w:t>
            </w:r>
          </w:p>
        </w:tc>
      </w:tr>
      <w:tr w:rsidR="002B78B6" w:rsidRPr="001F297C" w:rsidTr="00B65D71">
        <w:tc>
          <w:tcPr>
            <w:tcW w:w="3148" w:type="dxa"/>
            <w:gridSpan w:val="9"/>
            <w:shd w:val="clear" w:color="auto" w:fill="auto"/>
          </w:tcPr>
          <w:p w:rsidR="00496423" w:rsidRPr="00AA5E6B" w:rsidRDefault="00496423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Contractual obligations</w:t>
            </w:r>
          </w:p>
          <w:p w:rsidR="002B78B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Acuity of clients</w:t>
            </w:r>
          </w:p>
          <w:p w:rsidR="00496423" w:rsidRPr="00AA5E6B" w:rsidRDefault="00496423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lastRenderedPageBreak/>
              <w:t>Risk</w:t>
            </w: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Number of clients</w:t>
            </w: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Gender mix</w:t>
            </w: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Safety</w:t>
            </w:r>
          </w:p>
          <w:p w:rsidR="00F4061E" w:rsidRDefault="00F4061E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Ethnic/cultural mix</w:t>
            </w: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Age mix</w:t>
            </w:r>
          </w:p>
          <w:p w:rsidR="00D501BA" w:rsidRPr="00AA5E6B" w:rsidRDefault="00D501B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Skill</w:t>
            </w:r>
          </w:p>
          <w:p w:rsidR="009454D4" w:rsidRPr="00AA5E6B" w:rsidRDefault="009454D4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Planned activities</w:t>
            </w: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Experience</w:t>
            </w:r>
          </w:p>
          <w:p w:rsidR="008C4156" w:rsidRPr="00AA5E6B" w:rsidRDefault="008C4156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Qualifications</w:t>
            </w:r>
          </w:p>
          <w:p w:rsidR="00496423" w:rsidRPr="00AA5E6B" w:rsidRDefault="00496423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Responsibility</w:t>
            </w:r>
          </w:p>
          <w:p w:rsidR="0068516A" w:rsidRDefault="0068516A" w:rsidP="00640F5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Driver’s Licence</w:t>
            </w:r>
          </w:p>
          <w:p w:rsidR="007F3C54" w:rsidRPr="00AA5E6B" w:rsidRDefault="007F3C54" w:rsidP="00640F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First Aid certificate</w:t>
            </w:r>
          </w:p>
        </w:tc>
        <w:tc>
          <w:tcPr>
            <w:tcW w:w="2234" w:type="dxa"/>
            <w:gridSpan w:val="8"/>
            <w:shd w:val="clear" w:color="auto" w:fill="auto"/>
          </w:tcPr>
          <w:p w:rsidR="002B78B6" w:rsidRPr="00AA5E6B" w:rsidRDefault="002B78B6" w:rsidP="008E3C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82" w:type="dxa"/>
            <w:gridSpan w:val="13"/>
            <w:shd w:val="clear" w:color="auto" w:fill="auto"/>
          </w:tcPr>
          <w:p w:rsidR="0068516A" w:rsidRDefault="00605C85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Shown through m</w:t>
            </w:r>
            <w:r w:rsidR="00EE20AF" w:rsidRPr="00EE20AF">
              <w:rPr>
                <w:rFonts w:ascii="Calibri" w:hAnsi="Calibri" w:cs="Calibri"/>
                <w:sz w:val="22"/>
                <w:szCs w:val="22"/>
              </w:rPr>
              <w:t>onthly rosters</w:t>
            </w:r>
            <w:r w:rsidR="00EE20A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EE20AF" w:rsidRDefault="00EE20AF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On-call roster, casual staff.</w:t>
            </w:r>
          </w:p>
          <w:p w:rsidR="00EE20AF" w:rsidRDefault="00EE20AF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On-call staff, crisis or emergency services.</w:t>
            </w:r>
          </w:p>
          <w:p w:rsidR="00EE20AF" w:rsidRDefault="00EE20AF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Service co-ordination.</w:t>
            </w:r>
          </w:p>
          <w:p w:rsidR="00EE20AF" w:rsidRDefault="00D15D7B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 suit the needs of the service users.</w:t>
            </w:r>
          </w:p>
          <w:p w:rsidR="00EE20AF" w:rsidRDefault="00F4061E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and safety processes. De-escalation training.</w:t>
            </w:r>
          </w:p>
          <w:p w:rsidR="00F4061E" w:rsidRDefault="00F4061E" w:rsidP="00F40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 suit the needs of the service users.</w:t>
            </w:r>
          </w:p>
          <w:p w:rsidR="00EE20AF" w:rsidRDefault="00F4061E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 suit the needs of the service users.</w:t>
            </w:r>
          </w:p>
          <w:p w:rsidR="00EE20AF" w:rsidRDefault="00F4061E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 per </w:t>
            </w:r>
            <w:r w:rsidR="00EE20AF">
              <w:rPr>
                <w:rFonts w:ascii="Calibri" w:hAnsi="Calibri" w:cs="Calibri"/>
                <w:sz w:val="22"/>
                <w:szCs w:val="22"/>
              </w:rPr>
              <w:t>contractual obligations.</w:t>
            </w:r>
          </w:p>
          <w:p w:rsidR="00EE20AF" w:rsidRDefault="00EE20AF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Activity plans. Daily/weekly program.</w:t>
            </w:r>
          </w:p>
          <w:p w:rsidR="00EE20AF" w:rsidRDefault="00F4061E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 per contractual obligations.</w:t>
            </w:r>
          </w:p>
          <w:p w:rsidR="007F3C54" w:rsidRDefault="00F4061E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 per contractual obligations.</w:t>
            </w:r>
          </w:p>
          <w:p w:rsidR="007F3C54" w:rsidRDefault="00605C85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Shift leader is identified on roster.</w:t>
            </w:r>
          </w:p>
          <w:p w:rsidR="007F3C54" w:rsidRDefault="00107743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Staff </w:t>
            </w:r>
            <w:r w:rsidR="007F3C54">
              <w:rPr>
                <w:rFonts w:ascii="Calibri" w:hAnsi="Calibri" w:cs="Calibri"/>
                <w:sz w:val="22"/>
                <w:szCs w:val="22"/>
              </w:rPr>
              <w:t>with driver licence on each shift.</w:t>
            </w:r>
          </w:p>
          <w:p w:rsidR="007F3C54" w:rsidRPr="00EE20AF" w:rsidRDefault="00107743" w:rsidP="00F151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Staff with First Aid certificate on each shift.</w:t>
            </w:r>
          </w:p>
        </w:tc>
      </w:tr>
      <w:tr w:rsidR="00397128" w:rsidRPr="001F297C" w:rsidTr="00AA5E6B">
        <w:tc>
          <w:tcPr>
            <w:tcW w:w="9464" w:type="dxa"/>
            <w:gridSpan w:val="30"/>
            <w:shd w:val="clear" w:color="auto" w:fill="D9D9D9"/>
          </w:tcPr>
          <w:p w:rsidR="00397128" w:rsidRPr="00AA5E6B" w:rsidRDefault="00397128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Staff Levels and </w:t>
            </w:r>
            <w:r w:rsidR="009A0108"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Skill Mix </w:t>
            </w:r>
          </w:p>
        </w:tc>
      </w:tr>
      <w:tr w:rsidR="0003300E" w:rsidRPr="001F297C" w:rsidTr="00B65D71">
        <w:trPr>
          <w:trHeight w:val="269"/>
        </w:trPr>
        <w:tc>
          <w:tcPr>
            <w:tcW w:w="3954" w:type="dxa"/>
            <w:gridSpan w:val="12"/>
            <w:vMerge w:val="restart"/>
            <w:shd w:val="clear" w:color="auto" w:fill="D9D9D9"/>
          </w:tcPr>
          <w:p w:rsidR="00453A91" w:rsidRPr="00AA5E6B" w:rsidRDefault="00453A91" w:rsidP="00BE5803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Service: </w:t>
            </w:r>
            <w:r w:rsidR="00015B83" w:rsidRPr="00AA5E6B">
              <w:rPr>
                <w:rFonts w:ascii="Calibri" w:hAnsi="Calibri" w:cs="Calibri"/>
                <w:b/>
                <w:sz w:val="22"/>
                <w:szCs w:val="22"/>
              </w:rPr>
              <w:t>Housing and Recovery 1</w:t>
            </w:r>
          </w:p>
        </w:tc>
        <w:tc>
          <w:tcPr>
            <w:tcW w:w="2213" w:type="dxa"/>
            <w:gridSpan w:val="7"/>
            <w:vMerge w:val="restart"/>
            <w:shd w:val="clear" w:color="auto" w:fill="D9D9D9"/>
          </w:tcPr>
          <w:p w:rsidR="0003300E" w:rsidRPr="00AA5E6B" w:rsidRDefault="00453A91" w:rsidP="008C435C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Address:</w:t>
            </w:r>
          </w:p>
        </w:tc>
        <w:tc>
          <w:tcPr>
            <w:tcW w:w="1246" w:type="dxa"/>
            <w:gridSpan w:val="7"/>
            <w:vMerge w:val="restart"/>
            <w:shd w:val="clear" w:color="auto" w:fill="D9D9D9"/>
          </w:tcPr>
          <w:p w:rsidR="0003300E" w:rsidRPr="00AA5E6B" w:rsidRDefault="00453A91" w:rsidP="008C435C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Capacity</w:t>
            </w:r>
            <w:r w:rsidR="008C435C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051" w:type="dxa"/>
            <w:gridSpan w:val="4"/>
            <w:vMerge w:val="restart"/>
            <w:shd w:val="clear" w:color="auto" w:fill="D9D9D9"/>
          </w:tcPr>
          <w:p w:rsidR="00622D3F" w:rsidRPr="00AA5E6B" w:rsidRDefault="00453A91" w:rsidP="008C43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FTE’s </w:t>
            </w:r>
          </w:p>
        </w:tc>
      </w:tr>
      <w:tr w:rsidR="00453A91" w:rsidRPr="001F297C" w:rsidTr="00BE5803">
        <w:trPr>
          <w:trHeight w:val="269"/>
        </w:trPr>
        <w:tc>
          <w:tcPr>
            <w:tcW w:w="3954" w:type="dxa"/>
            <w:gridSpan w:val="12"/>
            <w:vMerge/>
            <w:tcBorders>
              <w:bottom w:val="single" w:sz="4" w:space="0" w:color="auto"/>
            </w:tcBorders>
            <w:shd w:val="clear" w:color="auto" w:fill="D9D9D9"/>
          </w:tcPr>
          <w:p w:rsidR="00453A91" w:rsidRPr="00AA5E6B" w:rsidRDefault="00453A9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13" w:type="dxa"/>
            <w:gridSpan w:val="7"/>
            <w:vMerge/>
            <w:tcBorders>
              <w:bottom w:val="single" w:sz="4" w:space="0" w:color="auto"/>
            </w:tcBorders>
            <w:shd w:val="clear" w:color="auto" w:fill="D9D9D9"/>
          </w:tcPr>
          <w:p w:rsidR="00453A91" w:rsidRPr="00AA5E6B" w:rsidRDefault="00453A9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46" w:type="dxa"/>
            <w:gridSpan w:val="7"/>
            <w:vMerge/>
            <w:tcBorders>
              <w:bottom w:val="single" w:sz="4" w:space="0" w:color="auto"/>
            </w:tcBorders>
            <w:shd w:val="clear" w:color="auto" w:fill="D9D9D9"/>
          </w:tcPr>
          <w:p w:rsidR="00453A91" w:rsidRPr="00AA5E6B" w:rsidRDefault="00453A9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51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</w:tcPr>
          <w:p w:rsidR="00453A91" w:rsidRPr="00AA5E6B" w:rsidRDefault="00453A9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65D71" w:rsidRPr="001F297C" w:rsidTr="00B65D71">
        <w:tc>
          <w:tcPr>
            <w:tcW w:w="2972" w:type="dxa"/>
            <w:gridSpan w:val="7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Minimum Staff Per Shift</w:t>
            </w:r>
          </w:p>
        </w:tc>
        <w:tc>
          <w:tcPr>
            <w:tcW w:w="2977" w:type="dxa"/>
            <w:gridSpan w:val="11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Minimum Staff per shift</w:t>
            </w:r>
          </w:p>
        </w:tc>
        <w:tc>
          <w:tcPr>
            <w:tcW w:w="3515" w:type="dxa"/>
            <w:gridSpan w:val="12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Minimum Staff per shift</w:t>
            </w:r>
          </w:p>
        </w:tc>
      </w:tr>
      <w:tr w:rsidR="00B65D71" w:rsidRPr="001F297C" w:rsidTr="00460867">
        <w:tc>
          <w:tcPr>
            <w:tcW w:w="1372" w:type="dxa"/>
            <w:gridSpan w:val="4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Shift 1</w:t>
            </w:r>
          </w:p>
        </w:tc>
        <w:tc>
          <w:tcPr>
            <w:tcW w:w="1600" w:type="dxa"/>
            <w:gridSpan w:val="3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1559" w:type="dxa"/>
            <w:gridSpan w:val="7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Shift 2</w:t>
            </w:r>
          </w:p>
        </w:tc>
        <w:tc>
          <w:tcPr>
            <w:tcW w:w="1418" w:type="dxa"/>
            <w:gridSpan w:val="4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1757" w:type="dxa"/>
            <w:gridSpan w:val="9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Shift 3</w:t>
            </w:r>
          </w:p>
        </w:tc>
        <w:tc>
          <w:tcPr>
            <w:tcW w:w="1758" w:type="dxa"/>
            <w:gridSpan w:val="3"/>
            <w:shd w:val="clear" w:color="auto" w:fill="F2F2F2"/>
          </w:tcPr>
          <w:p w:rsidR="00B65D71" w:rsidRPr="00AA5E6B" w:rsidRDefault="00B65D71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</w:tr>
      <w:tr w:rsidR="00B65D71" w:rsidRPr="001F297C" w:rsidTr="00884CAE">
        <w:trPr>
          <w:trHeight w:val="315"/>
        </w:trPr>
        <w:tc>
          <w:tcPr>
            <w:tcW w:w="137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65D71" w:rsidRPr="00AA5E6B" w:rsidRDefault="00B65D71" w:rsidP="00640F53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65D71" w:rsidRPr="00AA5E6B" w:rsidRDefault="00B65D71" w:rsidP="00640F53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65D71" w:rsidRPr="00AA5E6B" w:rsidRDefault="00B65D71" w:rsidP="008E30A1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65D71" w:rsidRPr="00AA5E6B" w:rsidRDefault="00B65D71" w:rsidP="008E30A1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75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65D71" w:rsidRPr="00AA5E6B" w:rsidRDefault="00B65D71" w:rsidP="008E30A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65D71" w:rsidRPr="00AA5E6B" w:rsidRDefault="00B65D71" w:rsidP="008E30A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516B" w:rsidRPr="001F297C" w:rsidTr="00AA5E6B">
        <w:tc>
          <w:tcPr>
            <w:tcW w:w="9464" w:type="dxa"/>
            <w:gridSpan w:val="30"/>
            <w:shd w:val="clear" w:color="auto" w:fill="F2F2F2"/>
          </w:tcPr>
          <w:p w:rsidR="00CC516B" w:rsidRPr="00AA5E6B" w:rsidRDefault="00CC516B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Permanent Staff</w:t>
            </w:r>
          </w:p>
        </w:tc>
      </w:tr>
      <w:tr w:rsidR="00CC516B" w:rsidRPr="001F297C" w:rsidTr="00B65D71">
        <w:tc>
          <w:tcPr>
            <w:tcW w:w="904" w:type="dxa"/>
            <w:gridSpan w:val="2"/>
            <w:shd w:val="clear" w:color="auto" w:fill="F2F2F2"/>
          </w:tcPr>
          <w:p w:rsidR="00CC516B" w:rsidRPr="00AA5E6B" w:rsidRDefault="00CC516B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3925" w:type="dxa"/>
            <w:gridSpan w:val="14"/>
            <w:shd w:val="clear" w:color="auto" w:fill="F2F2F2"/>
          </w:tcPr>
          <w:p w:rsidR="00CC516B" w:rsidRPr="00AA5E6B" w:rsidRDefault="00CC516B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Title</w:t>
            </w:r>
          </w:p>
        </w:tc>
        <w:tc>
          <w:tcPr>
            <w:tcW w:w="2084" w:type="dxa"/>
            <w:gridSpan w:val="7"/>
            <w:shd w:val="clear" w:color="auto" w:fill="F2F2F2"/>
          </w:tcPr>
          <w:p w:rsidR="00CC516B" w:rsidRPr="00AA5E6B" w:rsidRDefault="00CC516B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Qualification</w:t>
            </w:r>
          </w:p>
        </w:tc>
        <w:tc>
          <w:tcPr>
            <w:tcW w:w="2551" w:type="dxa"/>
            <w:gridSpan w:val="7"/>
            <w:shd w:val="clear" w:color="auto" w:fill="F2F2F2"/>
          </w:tcPr>
          <w:p w:rsidR="00CC516B" w:rsidRPr="00AA5E6B" w:rsidRDefault="00CC516B" w:rsidP="00640F5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Working Time</w:t>
            </w:r>
          </w:p>
        </w:tc>
      </w:tr>
      <w:tr w:rsidR="00CC516B" w:rsidRPr="001F297C" w:rsidTr="00B65D71">
        <w:trPr>
          <w:trHeight w:val="343"/>
        </w:trPr>
        <w:tc>
          <w:tcPr>
            <w:tcW w:w="904" w:type="dxa"/>
            <w:gridSpan w:val="2"/>
            <w:shd w:val="clear" w:color="auto" w:fill="auto"/>
          </w:tcPr>
          <w:p w:rsidR="00CC516B" w:rsidRPr="00AA5E6B" w:rsidRDefault="00CC516B" w:rsidP="00640F53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3925" w:type="dxa"/>
            <w:gridSpan w:val="14"/>
            <w:shd w:val="clear" w:color="auto" w:fill="auto"/>
          </w:tcPr>
          <w:p w:rsidR="00CC516B" w:rsidRPr="00AA5E6B" w:rsidRDefault="00CC516B" w:rsidP="00640F53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084" w:type="dxa"/>
            <w:gridSpan w:val="7"/>
            <w:shd w:val="clear" w:color="auto" w:fill="auto"/>
          </w:tcPr>
          <w:p w:rsidR="00CC516B" w:rsidRPr="00AA5E6B" w:rsidRDefault="00CC516B" w:rsidP="00640F53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551" w:type="dxa"/>
            <w:gridSpan w:val="7"/>
            <w:shd w:val="clear" w:color="auto" w:fill="auto"/>
          </w:tcPr>
          <w:p w:rsidR="00CC516B" w:rsidRPr="00AA5E6B" w:rsidRDefault="00CC516B" w:rsidP="00640F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2E0F" w:rsidRPr="001F297C" w:rsidTr="00B65D71">
        <w:tc>
          <w:tcPr>
            <w:tcW w:w="904" w:type="dxa"/>
            <w:gridSpan w:val="2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3925" w:type="dxa"/>
            <w:gridSpan w:val="14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084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551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2E0F" w:rsidRPr="001F297C" w:rsidTr="00B65D71">
        <w:tc>
          <w:tcPr>
            <w:tcW w:w="904" w:type="dxa"/>
            <w:gridSpan w:val="2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3925" w:type="dxa"/>
            <w:gridSpan w:val="14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084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551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02E0F" w:rsidRPr="001F297C" w:rsidTr="00B65D71">
        <w:tc>
          <w:tcPr>
            <w:tcW w:w="904" w:type="dxa"/>
            <w:gridSpan w:val="2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3925" w:type="dxa"/>
            <w:gridSpan w:val="14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084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551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02E0F" w:rsidRPr="001F297C" w:rsidTr="00B65D71">
        <w:tc>
          <w:tcPr>
            <w:tcW w:w="904" w:type="dxa"/>
            <w:gridSpan w:val="2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3925" w:type="dxa"/>
            <w:gridSpan w:val="14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084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551" w:type="dxa"/>
            <w:gridSpan w:val="7"/>
            <w:shd w:val="clear" w:color="auto" w:fill="auto"/>
          </w:tcPr>
          <w:p w:rsidR="00702E0F" w:rsidRPr="00AA5E6B" w:rsidRDefault="00702E0F" w:rsidP="00422BD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02E0F" w:rsidRPr="001F297C" w:rsidTr="00B65D71">
        <w:trPr>
          <w:trHeight w:val="269"/>
        </w:trPr>
        <w:tc>
          <w:tcPr>
            <w:tcW w:w="3786" w:type="dxa"/>
            <w:gridSpan w:val="10"/>
            <w:vMerge w:val="restart"/>
            <w:shd w:val="clear" w:color="auto" w:fill="D9D9D9"/>
          </w:tcPr>
          <w:p w:rsidR="00702E0F" w:rsidRPr="00AA5E6B" w:rsidRDefault="00702E0F" w:rsidP="008C43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Service: </w:t>
            </w:r>
            <w:r w:rsidR="00015B83" w:rsidRPr="00AA5E6B">
              <w:rPr>
                <w:rFonts w:ascii="Calibri" w:hAnsi="Calibri" w:cs="Calibri"/>
                <w:b/>
                <w:sz w:val="22"/>
                <w:szCs w:val="22"/>
              </w:rPr>
              <w:t>Housing and Recovery 2</w:t>
            </w:r>
          </w:p>
        </w:tc>
        <w:tc>
          <w:tcPr>
            <w:tcW w:w="2820" w:type="dxa"/>
            <w:gridSpan w:val="11"/>
            <w:vMerge w:val="restart"/>
            <w:shd w:val="clear" w:color="auto" w:fill="D9D9D9"/>
          </w:tcPr>
          <w:p w:rsidR="00702E0F" w:rsidRPr="00AA5E6B" w:rsidRDefault="00702E0F" w:rsidP="008C43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Address:</w:t>
            </w:r>
          </w:p>
        </w:tc>
        <w:tc>
          <w:tcPr>
            <w:tcW w:w="1355" w:type="dxa"/>
            <w:gridSpan w:val="7"/>
            <w:vMerge w:val="restart"/>
            <w:shd w:val="clear" w:color="auto" w:fill="D9D9D9"/>
          </w:tcPr>
          <w:p w:rsidR="00702E0F" w:rsidRPr="00AA5E6B" w:rsidRDefault="00702E0F" w:rsidP="00740B1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Capacity</w:t>
            </w:r>
            <w:r w:rsidR="008C435C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1503" w:type="dxa"/>
            <w:gridSpan w:val="2"/>
            <w:vMerge w:val="restart"/>
            <w:shd w:val="clear" w:color="auto" w:fill="D9D9D9"/>
          </w:tcPr>
          <w:p w:rsidR="00702E0F" w:rsidRPr="00AA5E6B" w:rsidRDefault="00702E0F" w:rsidP="008C43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  <w:r w:rsidR="008C435C">
              <w:rPr>
                <w:rFonts w:ascii="Calibri" w:hAnsi="Calibri" w:cs="Calibri"/>
                <w:b/>
                <w:sz w:val="22"/>
                <w:szCs w:val="22"/>
              </w:rPr>
              <w:t>’s</w:t>
            </w:r>
          </w:p>
        </w:tc>
      </w:tr>
      <w:tr w:rsidR="00702E0F" w:rsidRPr="001F297C" w:rsidTr="008C435C">
        <w:trPr>
          <w:trHeight w:val="269"/>
        </w:trPr>
        <w:tc>
          <w:tcPr>
            <w:tcW w:w="3786" w:type="dxa"/>
            <w:gridSpan w:val="10"/>
            <w:vMerge/>
            <w:tcBorders>
              <w:bottom w:val="single" w:sz="4" w:space="0" w:color="auto"/>
            </w:tcBorders>
            <w:shd w:val="clear" w:color="auto" w:fill="D9D9D9"/>
          </w:tcPr>
          <w:p w:rsidR="00702E0F" w:rsidRPr="00AA5E6B" w:rsidRDefault="00702E0F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0" w:type="dxa"/>
            <w:gridSpan w:val="11"/>
            <w:vMerge/>
            <w:tcBorders>
              <w:bottom w:val="single" w:sz="4" w:space="0" w:color="auto"/>
            </w:tcBorders>
            <w:shd w:val="clear" w:color="auto" w:fill="D9D9D9"/>
          </w:tcPr>
          <w:p w:rsidR="00702E0F" w:rsidRPr="00AA5E6B" w:rsidRDefault="00702E0F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55" w:type="dxa"/>
            <w:gridSpan w:val="7"/>
            <w:vMerge/>
            <w:tcBorders>
              <w:bottom w:val="single" w:sz="4" w:space="0" w:color="auto"/>
            </w:tcBorders>
            <w:shd w:val="clear" w:color="auto" w:fill="D9D9D9"/>
          </w:tcPr>
          <w:p w:rsidR="00702E0F" w:rsidRPr="00AA5E6B" w:rsidRDefault="00702E0F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:rsidR="00702E0F" w:rsidRPr="00AA5E6B" w:rsidRDefault="00702E0F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C6501" w:rsidRPr="00AA5E6B" w:rsidTr="00721859">
        <w:tc>
          <w:tcPr>
            <w:tcW w:w="2972" w:type="dxa"/>
            <w:gridSpan w:val="7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Minimum Staff Per Shift</w:t>
            </w:r>
          </w:p>
        </w:tc>
        <w:tc>
          <w:tcPr>
            <w:tcW w:w="2977" w:type="dxa"/>
            <w:gridSpan w:val="11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Minimum Staff per shift</w:t>
            </w:r>
          </w:p>
        </w:tc>
        <w:tc>
          <w:tcPr>
            <w:tcW w:w="3515" w:type="dxa"/>
            <w:gridSpan w:val="12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Minimum Staff per shift</w:t>
            </w:r>
          </w:p>
        </w:tc>
      </w:tr>
      <w:tr w:rsidR="009C6501" w:rsidRPr="00AA5E6B" w:rsidTr="00721859">
        <w:tc>
          <w:tcPr>
            <w:tcW w:w="1372" w:type="dxa"/>
            <w:gridSpan w:val="4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Shift 1</w:t>
            </w:r>
          </w:p>
        </w:tc>
        <w:tc>
          <w:tcPr>
            <w:tcW w:w="1600" w:type="dxa"/>
            <w:gridSpan w:val="3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1559" w:type="dxa"/>
            <w:gridSpan w:val="7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Shift 2</w:t>
            </w:r>
          </w:p>
        </w:tc>
        <w:tc>
          <w:tcPr>
            <w:tcW w:w="1418" w:type="dxa"/>
            <w:gridSpan w:val="4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1757" w:type="dxa"/>
            <w:gridSpan w:val="9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Shift 3</w:t>
            </w:r>
          </w:p>
        </w:tc>
        <w:tc>
          <w:tcPr>
            <w:tcW w:w="1758" w:type="dxa"/>
            <w:gridSpan w:val="3"/>
            <w:shd w:val="clear" w:color="auto" w:fill="F2F2F2"/>
          </w:tcPr>
          <w:p w:rsidR="009C6501" w:rsidRPr="00AA5E6B" w:rsidRDefault="009C6501" w:rsidP="007218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</w:tr>
      <w:tr w:rsidR="009C6501" w:rsidRPr="00AA5E6B" w:rsidTr="00721859">
        <w:trPr>
          <w:trHeight w:val="315"/>
        </w:trPr>
        <w:tc>
          <w:tcPr>
            <w:tcW w:w="137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6501" w:rsidRPr="00AA5E6B" w:rsidRDefault="009C6501" w:rsidP="00721859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6501" w:rsidRPr="00AA5E6B" w:rsidRDefault="009C6501" w:rsidP="00721859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C6501" w:rsidRPr="00AA5E6B" w:rsidRDefault="009C6501" w:rsidP="00721859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6501" w:rsidRPr="00AA5E6B" w:rsidRDefault="009C6501" w:rsidP="00721859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75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C6501" w:rsidRPr="00AA5E6B" w:rsidRDefault="009C6501" w:rsidP="0072185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6501" w:rsidRPr="00AA5E6B" w:rsidRDefault="009C6501" w:rsidP="0072185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62E0" w:rsidRPr="001F297C" w:rsidTr="00AA5E6B">
        <w:tc>
          <w:tcPr>
            <w:tcW w:w="9464" w:type="dxa"/>
            <w:gridSpan w:val="30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Permanent Staff</w:t>
            </w:r>
          </w:p>
        </w:tc>
      </w:tr>
      <w:tr w:rsidR="001462E0" w:rsidRPr="001F297C" w:rsidTr="00B65D71">
        <w:tc>
          <w:tcPr>
            <w:tcW w:w="1074" w:type="dxa"/>
            <w:gridSpan w:val="3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3755" w:type="dxa"/>
            <w:gridSpan w:val="13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Title</w:t>
            </w:r>
          </w:p>
        </w:tc>
        <w:tc>
          <w:tcPr>
            <w:tcW w:w="1777" w:type="dxa"/>
            <w:gridSpan w:val="5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Qualification</w:t>
            </w:r>
          </w:p>
        </w:tc>
        <w:tc>
          <w:tcPr>
            <w:tcW w:w="2858" w:type="dxa"/>
            <w:gridSpan w:val="9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Working Time</w:t>
            </w:r>
          </w:p>
        </w:tc>
      </w:tr>
      <w:tr w:rsidR="001462E0" w:rsidRPr="001F297C" w:rsidTr="00B65D71">
        <w:tc>
          <w:tcPr>
            <w:tcW w:w="1074" w:type="dxa"/>
            <w:gridSpan w:val="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55" w:type="dxa"/>
            <w:gridSpan w:val="1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gridSpan w:val="5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58" w:type="dxa"/>
            <w:gridSpan w:val="9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62E0" w:rsidRPr="001F297C" w:rsidTr="00B65D71">
        <w:tc>
          <w:tcPr>
            <w:tcW w:w="1074" w:type="dxa"/>
            <w:gridSpan w:val="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55" w:type="dxa"/>
            <w:gridSpan w:val="1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gridSpan w:val="5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58" w:type="dxa"/>
            <w:gridSpan w:val="9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62E0" w:rsidRPr="001F297C" w:rsidTr="00B65D71">
        <w:tc>
          <w:tcPr>
            <w:tcW w:w="1074" w:type="dxa"/>
            <w:gridSpan w:val="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55" w:type="dxa"/>
            <w:gridSpan w:val="1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gridSpan w:val="5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58" w:type="dxa"/>
            <w:gridSpan w:val="9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62E0" w:rsidRPr="001F297C" w:rsidTr="00B65D71">
        <w:tc>
          <w:tcPr>
            <w:tcW w:w="1074" w:type="dxa"/>
            <w:gridSpan w:val="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55" w:type="dxa"/>
            <w:gridSpan w:val="13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gridSpan w:val="5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58" w:type="dxa"/>
            <w:gridSpan w:val="9"/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62E0" w:rsidRPr="001F297C" w:rsidTr="0072681A">
        <w:trPr>
          <w:trHeight w:val="269"/>
        </w:trPr>
        <w:tc>
          <w:tcPr>
            <w:tcW w:w="3148" w:type="dxa"/>
            <w:gridSpan w:val="9"/>
            <w:vMerge w:val="restart"/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Service: Community Support</w:t>
            </w:r>
          </w:p>
          <w:p w:rsidR="001462E0" w:rsidRPr="00AA5E6B" w:rsidRDefault="001462E0" w:rsidP="001334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58" w:type="dxa"/>
            <w:gridSpan w:val="12"/>
            <w:vMerge w:val="restart"/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Address:</w:t>
            </w:r>
          </w:p>
          <w:p w:rsidR="001462E0" w:rsidRPr="00AA5E6B" w:rsidRDefault="001462E0" w:rsidP="003831E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02" w:type="dxa"/>
            <w:gridSpan w:val="8"/>
            <w:vMerge w:val="restart"/>
            <w:shd w:val="clear" w:color="auto" w:fill="D9D9D9"/>
          </w:tcPr>
          <w:p w:rsidR="001462E0" w:rsidRPr="00AA5E6B" w:rsidRDefault="001462E0" w:rsidP="00A3325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Capacity</w:t>
            </w:r>
          </w:p>
        </w:tc>
        <w:tc>
          <w:tcPr>
            <w:tcW w:w="1356" w:type="dxa"/>
            <w:vMerge w:val="restart"/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 xml:space="preserve">FTE’s </w:t>
            </w:r>
          </w:p>
          <w:p w:rsidR="001462E0" w:rsidRPr="00AA5E6B" w:rsidRDefault="001462E0" w:rsidP="00A332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462E0" w:rsidRPr="001F297C" w:rsidTr="0072681A">
        <w:trPr>
          <w:trHeight w:val="269"/>
        </w:trPr>
        <w:tc>
          <w:tcPr>
            <w:tcW w:w="3148" w:type="dxa"/>
            <w:gridSpan w:val="9"/>
            <w:vMerge/>
            <w:tcBorders>
              <w:bottom w:val="single" w:sz="4" w:space="0" w:color="auto"/>
            </w:tcBorders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58" w:type="dxa"/>
            <w:gridSpan w:val="12"/>
            <w:vMerge/>
            <w:tcBorders>
              <w:bottom w:val="single" w:sz="4" w:space="0" w:color="auto"/>
            </w:tcBorders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02" w:type="dxa"/>
            <w:gridSpan w:val="8"/>
            <w:vMerge/>
            <w:tcBorders>
              <w:bottom w:val="single" w:sz="4" w:space="0" w:color="auto"/>
            </w:tcBorders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462E0" w:rsidRPr="001F297C" w:rsidTr="00B65D71">
        <w:tc>
          <w:tcPr>
            <w:tcW w:w="4689" w:type="dxa"/>
            <w:gridSpan w:val="15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Shift</w:t>
            </w:r>
          </w:p>
        </w:tc>
        <w:tc>
          <w:tcPr>
            <w:tcW w:w="2452" w:type="dxa"/>
            <w:gridSpan w:val="10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2323" w:type="dxa"/>
            <w:gridSpan w:val="5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Capacity</w:t>
            </w:r>
          </w:p>
        </w:tc>
      </w:tr>
      <w:tr w:rsidR="001462E0" w:rsidRPr="001F297C" w:rsidTr="00B65D71">
        <w:tc>
          <w:tcPr>
            <w:tcW w:w="4689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462E0" w:rsidRPr="00AA5E6B" w:rsidRDefault="001462E0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2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462E0" w:rsidRPr="00AA5E6B" w:rsidRDefault="001462E0" w:rsidP="001462E0">
            <w:pPr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  <w:highlight w:val="lightGray"/>
              </w:rPr>
              <w:t>……</w:t>
            </w:r>
            <w:r w:rsidRPr="00AA5E6B">
              <w:rPr>
                <w:rFonts w:ascii="Calibri" w:hAnsi="Calibri" w:cs="Calibri"/>
                <w:sz w:val="22"/>
                <w:szCs w:val="22"/>
              </w:rPr>
              <w:t>service users</w:t>
            </w:r>
          </w:p>
        </w:tc>
      </w:tr>
      <w:tr w:rsidR="0024645C" w:rsidRPr="001F297C" w:rsidTr="00B65D71">
        <w:tc>
          <w:tcPr>
            <w:tcW w:w="4689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2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4645C" w:rsidRPr="00AA5E6B" w:rsidRDefault="0024645C" w:rsidP="001462E0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1462E0" w:rsidRPr="001F297C" w:rsidTr="00AA5E6B">
        <w:tc>
          <w:tcPr>
            <w:tcW w:w="9464" w:type="dxa"/>
            <w:gridSpan w:val="30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Permanent Staff</w:t>
            </w:r>
          </w:p>
        </w:tc>
      </w:tr>
      <w:tr w:rsidR="001462E0" w:rsidRPr="001F297C" w:rsidTr="00B65D71">
        <w:tc>
          <w:tcPr>
            <w:tcW w:w="781" w:type="dxa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FTE</w:t>
            </w:r>
          </w:p>
        </w:tc>
        <w:tc>
          <w:tcPr>
            <w:tcW w:w="3056" w:type="dxa"/>
            <w:gridSpan w:val="10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Title</w:t>
            </w:r>
          </w:p>
        </w:tc>
        <w:tc>
          <w:tcPr>
            <w:tcW w:w="2769" w:type="dxa"/>
            <w:gridSpan w:val="10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Qualification</w:t>
            </w:r>
          </w:p>
        </w:tc>
        <w:tc>
          <w:tcPr>
            <w:tcW w:w="2858" w:type="dxa"/>
            <w:gridSpan w:val="9"/>
            <w:shd w:val="clear" w:color="auto" w:fill="F2F2F2"/>
          </w:tcPr>
          <w:p w:rsidR="001462E0" w:rsidRPr="00AA5E6B" w:rsidRDefault="001462E0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5E6B">
              <w:rPr>
                <w:rFonts w:ascii="Calibri" w:hAnsi="Calibri" w:cs="Calibri"/>
                <w:b/>
                <w:sz w:val="22"/>
                <w:szCs w:val="22"/>
              </w:rPr>
              <w:t>Working Time</w:t>
            </w:r>
          </w:p>
        </w:tc>
      </w:tr>
      <w:tr w:rsidR="0024645C" w:rsidRPr="001F297C" w:rsidTr="00B65D71">
        <w:tc>
          <w:tcPr>
            <w:tcW w:w="781" w:type="dxa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6" w:type="dxa"/>
            <w:gridSpan w:val="10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769" w:type="dxa"/>
            <w:gridSpan w:val="10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58" w:type="dxa"/>
            <w:gridSpan w:val="9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645C" w:rsidRPr="001F297C" w:rsidTr="00B65D71">
        <w:tc>
          <w:tcPr>
            <w:tcW w:w="781" w:type="dxa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56" w:type="dxa"/>
            <w:gridSpan w:val="10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769" w:type="dxa"/>
            <w:gridSpan w:val="10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58" w:type="dxa"/>
            <w:gridSpan w:val="9"/>
            <w:shd w:val="clear" w:color="auto" w:fill="auto"/>
          </w:tcPr>
          <w:p w:rsidR="0024645C" w:rsidRPr="00AA5E6B" w:rsidRDefault="0024645C" w:rsidP="00603F9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23568B" w:rsidRPr="00AA5E6B" w:rsidRDefault="0023568B">
      <w:pPr>
        <w:rPr>
          <w:rFonts w:ascii="Calibri" w:hAnsi="Calibri" w:cs="Calibri"/>
          <w:b/>
        </w:rPr>
      </w:pPr>
    </w:p>
    <w:p w:rsidR="0023568B" w:rsidRPr="00AA5E6B" w:rsidRDefault="0023568B">
      <w:pPr>
        <w:rPr>
          <w:rFonts w:ascii="Calibri" w:hAnsi="Calibri" w:cs="Calibri"/>
          <w:b/>
        </w:rPr>
      </w:pPr>
    </w:p>
    <w:p w:rsidR="005134C4" w:rsidRPr="00AA5E6B" w:rsidRDefault="005134C4">
      <w:pPr>
        <w:rPr>
          <w:rFonts w:ascii="Calibri" w:hAnsi="Calibri" w:cs="Calibri"/>
          <w:b/>
        </w:rPr>
      </w:pPr>
    </w:p>
    <w:p w:rsidR="00387296" w:rsidRPr="00AA5E6B" w:rsidRDefault="00BE5803" w:rsidP="00387296">
      <w:pPr>
        <w:pStyle w:val="Heading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</w:t>
      </w:r>
      <w:bookmarkStart w:id="0" w:name="_GoBack"/>
      <w:bookmarkEnd w:id="0"/>
      <w:r w:rsidR="00387296" w:rsidRPr="00AA5E6B">
        <w:rPr>
          <w:rFonts w:ascii="Calibri" w:hAnsi="Calibri" w:cs="Calibri"/>
          <w:sz w:val="28"/>
          <w:szCs w:val="28"/>
        </w:rPr>
        <w:t>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387296" w:rsidRPr="00AF487A" w:rsidTr="00AA5E6B">
        <w:tc>
          <w:tcPr>
            <w:tcW w:w="4111" w:type="dxa"/>
            <w:shd w:val="clear" w:color="auto" w:fill="auto"/>
          </w:tcPr>
          <w:p w:rsidR="00387296" w:rsidRPr="00AA5E6B" w:rsidRDefault="00387296" w:rsidP="00AA5E6B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387296" w:rsidRPr="00AA5E6B" w:rsidRDefault="00387296" w:rsidP="00AA5E6B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AA5E6B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387296" w:rsidTr="00AA5E6B">
        <w:tc>
          <w:tcPr>
            <w:tcW w:w="4111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</w:tr>
      <w:tr w:rsidR="00387296" w:rsidTr="00AA5E6B">
        <w:tc>
          <w:tcPr>
            <w:tcW w:w="4111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</w:tr>
      <w:tr w:rsidR="00387296" w:rsidTr="00AA5E6B">
        <w:tc>
          <w:tcPr>
            <w:tcW w:w="4111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</w:tr>
      <w:tr w:rsidR="00387296" w:rsidTr="00AA5E6B">
        <w:tc>
          <w:tcPr>
            <w:tcW w:w="4111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387296" w:rsidRDefault="00387296" w:rsidP="00AA5E6B">
            <w:pPr>
              <w:tabs>
                <w:tab w:val="left" w:pos="1275"/>
              </w:tabs>
            </w:pPr>
          </w:p>
        </w:tc>
      </w:tr>
    </w:tbl>
    <w:p w:rsidR="005134C4" w:rsidRPr="00AA5E6B" w:rsidRDefault="005134C4">
      <w:pPr>
        <w:rPr>
          <w:rFonts w:ascii="Calibri" w:hAnsi="Calibri" w:cs="Calibri"/>
          <w:b/>
        </w:rPr>
      </w:pPr>
    </w:p>
    <w:sectPr w:rsidR="005134C4" w:rsidRPr="00AA5E6B" w:rsidSect="001F297C">
      <w:headerReference w:type="default" r:id="rId16"/>
      <w:footerReference w:type="default" r:id="rId17"/>
      <w:pgSz w:w="11906" w:h="16838"/>
      <w:pgMar w:top="1440" w:right="1133" w:bottom="1440" w:left="1418" w:header="708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FBF" w:rsidRDefault="003C3FBF">
      <w:r>
        <w:separator/>
      </w:r>
    </w:p>
  </w:endnote>
  <w:endnote w:type="continuationSeparator" w:id="0">
    <w:p w:rsidR="003C3FBF" w:rsidRDefault="003C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7B5973" w:rsidRPr="00CB596B" w:rsidTr="00721859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April 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938" w:type="dxa"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36" w:type="dxa"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April 2020</w:t>
          </w:r>
        </w:p>
      </w:tc>
      <w:tc>
        <w:tcPr>
          <w:tcW w:w="1722" w:type="dxa"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7B597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144" w:type="dxa"/>
        </w:tcPr>
        <w:p w:rsidR="007B5973" w:rsidRPr="007B5973" w:rsidRDefault="007B5973" w:rsidP="007B5973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:rsidR="001F297C" w:rsidRDefault="001F29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FBF" w:rsidRDefault="003C3FBF">
      <w:r>
        <w:separator/>
      </w:r>
    </w:p>
  </w:footnote>
  <w:footnote w:type="continuationSeparator" w:id="0">
    <w:p w:rsidR="003C3FBF" w:rsidRDefault="003C3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095" w:rsidRPr="00365095" w:rsidRDefault="00365095" w:rsidP="00365095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365095">
      <w:rPr>
        <w:rFonts w:asciiTheme="minorHAnsi" w:hAnsiTheme="minorHAnsi" w:cstheme="minorHAnsi"/>
        <w:noProof/>
        <w:sz w:val="22"/>
        <w:szCs w:val="22"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E5AA5" wp14:editId="3688519F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65095" w:rsidRPr="00310EC1" w:rsidRDefault="00365095" w:rsidP="00365095">
                          <w:pPr>
                            <w:jc w:val="center"/>
                            <w:rPr>
                              <w:rFonts w:cs="Calibri"/>
                              <w:szCs w:val="22"/>
                            </w:rPr>
                          </w:pPr>
                          <w:r w:rsidRPr="006B33E8">
                            <w:rPr>
                              <w:rFonts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E5A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9.75pt;margin-top:-21.75pt;width:127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" strokecolor="windowText">
              <v:textbox>
                <w:txbxContent>
                  <w:p w:rsidR="00365095" w:rsidRPr="00310EC1" w:rsidRDefault="00365095" w:rsidP="00365095">
                    <w:pPr>
                      <w:jc w:val="center"/>
                      <w:rPr>
                        <w:rFonts w:cs="Calibri"/>
                        <w:szCs w:val="22"/>
                      </w:rPr>
                    </w:pPr>
                    <w:r w:rsidRPr="006B33E8">
                      <w:rPr>
                        <w:rFonts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365095">
      <w:rPr>
        <w:rFonts w:asciiTheme="minorHAnsi" w:hAnsiTheme="minorHAnsi" w:cstheme="minorHAnsi"/>
        <w:sz w:val="22"/>
        <w:szCs w:val="22"/>
      </w:rPr>
      <w:t xml:space="preserve">Page </w:t>
    </w:r>
    <w:r w:rsidRPr="00365095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365095">
      <w:rPr>
        <w:rFonts w:asciiTheme="minorHAnsi" w:hAnsiTheme="minorHAnsi" w:cstheme="minorHAnsi"/>
        <w:b/>
        <w:bCs/>
        <w:sz w:val="22"/>
        <w:szCs w:val="22"/>
      </w:rPr>
      <w:instrText xml:space="preserve"> PAGE </w:instrText>
    </w:r>
    <w:r w:rsidRPr="00365095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BE5803">
      <w:rPr>
        <w:rFonts w:asciiTheme="minorHAnsi" w:hAnsiTheme="minorHAnsi" w:cstheme="minorHAnsi"/>
        <w:b/>
        <w:bCs/>
        <w:noProof/>
        <w:sz w:val="22"/>
        <w:szCs w:val="22"/>
      </w:rPr>
      <w:t>4</w:t>
    </w:r>
    <w:r w:rsidRPr="00365095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365095">
      <w:rPr>
        <w:rFonts w:asciiTheme="minorHAnsi" w:hAnsiTheme="minorHAnsi" w:cstheme="minorHAnsi"/>
        <w:sz w:val="22"/>
        <w:szCs w:val="22"/>
      </w:rPr>
      <w:t xml:space="preserve"> of </w:t>
    </w:r>
    <w:r w:rsidRPr="00365095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365095">
      <w:rPr>
        <w:rFonts w:asciiTheme="minorHAnsi" w:hAnsiTheme="minorHAnsi" w:cstheme="minorHAnsi"/>
        <w:b/>
        <w:bCs/>
        <w:sz w:val="22"/>
        <w:szCs w:val="22"/>
      </w:rPr>
      <w:instrText xml:space="preserve"> NUMPAGES  </w:instrText>
    </w:r>
    <w:r w:rsidRPr="00365095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BE5803">
      <w:rPr>
        <w:rFonts w:asciiTheme="minorHAnsi" w:hAnsiTheme="minorHAnsi" w:cstheme="minorHAnsi"/>
        <w:b/>
        <w:bCs/>
        <w:noProof/>
        <w:sz w:val="22"/>
        <w:szCs w:val="22"/>
      </w:rPr>
      <w:t>4</w:t>
    </w:r>
    <w:r w:rsidRPr="00365095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365095">
      <w:rPr>
        <w:rFonts w:asciiTheme="minorHAnsi" w:hAnsiTheme="minorHAnsi" w:cstheme="minorHAnsi"/>
        <w:noProof/>
        <w:sz w:val="22"/>
        <w:szCs w:val="22"/>
        <w:lang w:val="en-NZ" w:eastAsia="en-NZ"/>
      </w:rPr>
      <w:t xml:space="preserve"> </w:t>
    </w:r>
  </w:p>
  <w:p w:rsidR="00365095" w:rsidRPr="00C046EF" w:rsidRDefault="00365095" w:rsidP="00365095">
    <w:pPr>
      <w:pStyle w:val="Header"/>
      <w:tabs>
        <w:tab w:val="left" w:pos="2820"/>
        <w:tab w:val="right" w:pos="9835"/>
      </w:tabs>
      <w:rPr>
        <w:rFonts w:asciiTheme="minorHAnsi" w:hAnsiTheme="minorHAnsi" w:cstheme="minorHAnsi"/>
      </w:rPr>
    </w:pPr>
    <w:r>
      <w:rPr>
        <w:rFonts w:cs="Calibri"/>
        <w:b/>
        <w:color w:val="000000"/>
        <w:sz w:val="28"/>
        <w:szCs w:val="28"/>
      </w:rPr>
      <w:t xml:space="preserve">                                             </w:t>
    </w:r>
    <w:r w:rsidR="00C046EF" w:rsidRPr="00C046EF">
      <w:rPr>
        <w:rFonts w:asciiTheme="minorHAnsi" w:hAnsiTheme="minorHAnsi" w:cstheme="minorHAnsi"/>
        <w:b/>
        <w:color w:val="000000"/>
        <w:sz w:val="28"/>
        <w:szCs w:val="28"/>
      </w:rPr>
      <w:t xml:space="preserve">Staff Levels and Skill Mix </w:t>
    </w:r>
  </w:p>
  <w:p w:rsidR="001F297C" w:rsidRDefault="001F29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C095D"/>
    <w:multiLevelType w:val="hybridMultilevel"/>
    <w:tmpl w:val="B8C4B7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B03CA"/>
    <w:multiLevelType w:val="hybridMultilevel"/>
    <w:tmpl w:val="0DAA87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53"/>
    <w:rsid w:val="00010A66"/>
    <w:rsid w:val="00015B83"/>
    <w:rsid w:val="0001639B"/>
    <w:rsid w:val="0003284B"/>
    <w:rsid w:val="0003300E"/>
    <w:rsid w:val="00054252"/>
    <w:rsid w:val="00061B80"/>
    <w:rsid w:val="000948DE"/>
    <w:rsid w:val="00094F0B"/>
    <w:rsid w:val="000D2586"/>
    <w:rsid w:val="000E5AAD"/>
    <w:rsid w:val="000E6F16"/>
    <w:rsid w:val="000F57E8"/>
    <w:rsid w:val="00107743"/>
    <w:rsid w:val="001204CF"/>
    <w:rsid w:val="00130170"/>
    <w:rsid w:val="001334B3"/>
    <w:rsid w:val="001361AA"/>
    <w:rsid w:val="001462E0"/>
    <w:rsid w:val="00161F70"/>
    <w:rsid w:val="00165AEA"/>
    <w:rsid w:val="00167118"/>
    <w:rsid w:val="001A221D"/>
    <w:rsid w:val="001B444A"/>
    <w:rsid w:val="001B7338"/>
    <w:rsid w:val="001C17F8"/>
    <w:rsid w:val="001C1E94"/>
    <w:rsid w:val="001F145C"/>
    <w:rsid w:val="001F2200"/>
    <w:rsid w:val="001F297C"/>
    <w:rsid w:val="00206752"/>
    <w:rsid w:val="00213308"/>
    <w:rsid w:val="00214B5D"/>
    <w:rsid w:val="00214C36"/>
    <w:rsid w:val="00222FED"/>
    <w:rsid w:val="002303F3"/>
    <w:rsid w:val="002338DA"/>
    <w:rsid w:val="0023568B"/>
    <w:rsid w:val="0024645C"/>
    <w:rsid w:val="00246591"/>
    <w:rsid w:val="0027458E"/>
    <w:rsid w:val="002B10E9"/>
    <w:rsid w:val="002B70C8"/>
    <w:rsid w:val="002B78B6"/>
    <w:rsid w:val="002C23D8"/>
    <w:rsid w:val="002D5BAD"/>
    <w:rsid w:val="002D5F41"/>
    <w:rsid w:val="002F22C2"/>
    <w:rsid w:val="0030315F"/>
    <w:rsid w:val="0031191F"/>
    <w:rsid w:val="003342C0"/>
    <w:rsid w:val="00340A3B"/>
    <w:rsid w:val="00365095"/>
    <w:rsid w:val="00382E0E"/>
    <w:rsid w:val="003831E4"/>
    <w:rsid w:val="00387296"/>
    <w:rsid w:val="00395041"/>
    <w:rsid w:val="00397128"/>
    <w:rsid w:val="003B5D4E"/>
    <w:rsid w:val="003C3FBF"/>
    <w:rsid w:val="003F55E1"/>
    <w:rsid w:val="00414D31"/>
    <w:rsid w:val="0041581D"/>
    <w:rsid w:val="00422BDC"/>
    <w:rsid w:val="004232DF"/>
    <w:rsid w:val="00430409"/>
    <w:rsid w:val="00434A0D"/>
    <w:rsid w:val="004353C5"/>
    <w:rsid w:val="00442DED"/>
    <w:rsid w:val="00453A91"/>
    <w:rsid w:val="004629A7"/>
    <w:rsid w:val="00467C09"/>
    <w:rsid w:val="0048711C"/>
    <w:rsid w:val="004871E2"/>
    <w:rsid w:val="00496423"/>
    <w:rsid w:val="004A7BED"/>
    <w:rsid w:val="004C0348"/>
    <w:rsid w:val="004E6AED"/>
    <w:rsid w:val="004E6D21"/>
    <w:rsid w:val="004F22E1"/>
    <w:rsid w:val="004F352F"/>
    <w:rsid w:val="005017D4"/>
    <w:rsid w:val="00504296"/>
    <w:rsid w:val="005134C4"/>
    <w:rsid w:val="0051401C"/>
    <w:rsid w:val="005476A4"/>
    <w:rsid w:val="00557A9F"/>
    <w:rsid w:val="00574E50"/>
    <w:rsid w:val="005A5098"/>
    <w:rsid w:val="005B4E3E"/>
    <w:rsid w:val="005D5138"/>
    <w:rsid w:val="005F0CFE"/>
    <w:rsid w:val="00600A24"/>
    <w:rsid w:val="00601AEA"/>
    <w:rsid w:val="00603F98"/>
    <w:rsid w:val="00605C85"/>
    <w:rsid w:val="00622D3F"/>
    <w:rsid w:val="00640F53"/>
    <w:rsid w:val="0067273B"/>
    <w:rsid w:val="0068516A"/>
    <w:rsid w:val="006964DD"/>
    <w:rsid w:val="006A5589"/>
    <w:rsid w:val="006B7FCB"/>
    <w:rsid w:val="006E3175"/>
    <w:rsid w:val="00700E9A"/>
    <w:rsid w:val="00702E0F"/>
    <w:rsid w:val="00712A24"/>
    <w:rsid w:val="00714B28"/>
    <w:rsid w:val="0071778F"/>
    <w:rsid w:val="0072681A"/>
    <w:rsid w:val="00740B11"/>
    <w:rsid w:val="0075069D"/>
    <w:rsid w:val="00770B23"/>
    <w:rsid w:val="00772970"/>
    <w:rsid w:val="00775CC1"/>
    <w:rsid w:val="00777785"/>
    <w:rsid w:val="007878EA"/>
    <w:rsid w:val="00791AF1"/>
    <w:rsid w:val="007B5973"/>
    <w:rsid w:val="007D1A3A"/>
    <w:rsid w:val="007E2536"/>
    <w:rsid w:val="007E6588"/>
    <w:rsid w:val="007F3C54"/>
    <w:rsid w:val="007F76FD"/>
    <w:rsid w:val="008115BD"/>
    <w:rsid w:val="008336BC"/>
    <w:rsid w:val="0083719B"/>
    <w:rsid w:val="008373C6"/>
    <w:rsid w:val="00865E45"/>
    <w:rsid w:val="00865FF1"/>
    <w:rsid w:val="008800AB"/>
    <w:rsid w:val="008858C9"/>
    <w:rsid w:val="0089213E"/>
    <w:rsid w:val="00897B4E"/>
    <w:rsid w:val="008A7442"/>
    <w:rsid w:val="008C07FA"/>
    <w:rsid w:val="008C4156"/>
    <w:rsid w:val="008C435C"/>
    <w:rsid w:val="008D1B45"/>
    <w:rsid w:val="008E1343"/>
    <w:rsid w:val="008E30A1"/>
    <w:rsid w:val="008E3C0C"/>
    <w:rsid w:val="00924354"/>
    <w:rsid w:val="009374A9"/>
    <w:rsid w:val="009406B7"/>
    <w:rsid w:val="00940FD7"/>
    <w:rsid w:val="009454D4"/>
    <w:rsid w:val="0094708A"/>
    <w:rsid w:val="009576AE"/>
    <w:rsid w:val="00972C64"/>
    <w:rsid w:val="00976BF2"/>
    <w:rsid w:val="0099737D"/>
    <w:rsid w:val="00997666"/>
    <w:rsid w:val="009A0108"/>
    <w:rsid w:val="009A0F61"/>
    <w:rsid w:val="009A784B"/>
    <w:rsid w:val="009A7D37"/>
    <w:rsid w:val="009B205E"/>
    <w:rsid w:val="009B4621"/>
    <w:rsid w:val="009C5787"/>
    <w:rsid w:val="009C6501"/>
    <w:rsid w:val="009D4C9A"/>
    <w:rsid w:val="009E057F"/>
    <w:rsid w:val="009E0757"/>
    <w:rsid w:val="009E711A"/>
    <w:rsid w:val="009F777B"/>
    <w:rsid w:val="00A109E9"/>
    <w:rsid w:val="00A12AC1"/>
    <w:rsid w:val="00A14D66"/>
    <w:rsid w:val="00A24F41"/>
    <w:rsid w:val="00A315D9"/>
    <w:rsid w:val="00A33252"/>
    <w:rsid w:val="00A3337B"/>
    <w:rsid w:val="00A4523D"/>
    <w:rsid w:val="00A504EC"/>
    <w:rsid w:val="00A57CF9"/>
    <w:rsid w:val="00A60642"/>
    <w:rsid w:val="00A653D6"/>
    <w:rsid w:val="00A8518B"/>
    <w:rsid w:val="00AA2F56"/>
    <w:rsid w:val="00AA5E6B"/>
    <w:rsid w:val="00AC01F1"/>
    <w:rsid w:val="00AC5C3A"/>
    <w:rsid w:val="00AE1C3D"/>
    <w:rsid w:val="00AF3F7B"/>
    <w:rsid w:val="00AF450E"/>
    <w:rsid w:val="00AF531F"/>
    <w:rsid w:val="00AF688E"/>
    <w:rsid w:val="00B07EB9"/>
    <w:rsid w:val="00B17F4D"/>
    <w:rsid w:val="00B23D2F"/>
    <w:rsid w:val="00B314E1"/>
    <w:rsid w:val="00B317EA"/>
    <w:rsid w:val="00B32885"/>
    <w:rsid w:val="00B44DBC"/>
    <w:rsid w:val="00B62479"/>
    <w:rsid w:val="00B6355B"/>
    <w:rsid w:val="00B643B1"/>
    <w:rsid w:val="00B64D32"/>
    <w:rsid w:val="00B65D71"/>
    <w:rsid w:val="00B867EB"/>
    <w:rsid w:val="00B97791"/>
    <w:rsid w:val="00BA065B"/>
    <w:rsid w:val="00BA288B"/>
    <w:rsid w:val="00BB0A44"/>
    <w:rsid w:val="00BC604C"/>
    <w:rsid w:val="00BE3BDA"/>
    <w:rsid w:val="00BE5803"/>
    <w:rsid w:val="00BE75E5"/>
    <w:rsid w:val="00C046EF"/>
    <w:rsid w:val="00C05857"/>
    <w:rsid w:val="00C124FB"/>
    <w:rsid w:val="00C32056"/>
    <w:rsid w:val="00C37992"/>
    <w:rsid w:val="00C43C64"/>
    <w:rsid w:val="00C44C9A"/>
    <w:rsid w:val="00C7435E"/>
    <w:rsid w:val="00C77E74"/>
    <w:rsid w:val="00C85C10"/>
    <w:rsid w:val="00C96BC5"/>
    <w:rsid w:val="00CA3219"/>
    <w:rsid w:val="00CC516B"/>
    <w:rsid w:val="00CC57F7"/>
    <w:rsid w:val="00CE25DA"/>
    <w:rsid w:val="00CE54DF"/>
    <w:rsid w:val="00CE6A90"/>
    <w:rsid w:val="00CE7EE3"/>
    <w:rsid w:val="00CF2B34"/>
    <w:rsid w:val="00CF50E9"/>
    <w:rsid w:val="00D1464F"/>
    <w:rsid w:val="00D15D7B"/>
    <w:rsid w:val="00D170CE"/>
    <w:rsid w:val="00D2552C"/>
    <w:rsid w:val="00D37E14"/>
    <w:rsid w:val="00D44D3D"/>
    <w:rsid w:val="00D46D66"/>
    <w:rsid w:val="00D501BA"/>
    <w:rsid w:val="00D50298"/>
    <w:rsid w:val="00D603D9"/>
    <w:rsid w:val="00D65FB5"/>
    <w:rsid w:val="00D80FB8"/>
    <w:rsid w:val="00D8667D"/>
    <w:rsid w:val="00D95190"/>
    <w:rsid w:val="00DB3480"/>
    <w:rsid w:val="00DC074E"/>
    <w:rsid w:val="00DD104E"/>
    <w:rsid w:val="00DE7EF0"/>
    <w:rsid w:val="00DF26A6"/>
    <w:rsid w:val="00E11721"/>
    <w:rsid w:val="00E2015C"/>
    <w:rsid w:val="00E26643"/>
    <w:rsid w:val="00E5564D"/>
    <w:rsid w:val="00E63D5B"/>
    <w:rsid w:val="00E70D78"/>
    <w:rsid w:val="00E76DF8"/>
    <w:rsid w:val="00E815F1"/>
    <w:rsid w:val="00E845AF"/>
    <w:rsid w:val="00EB2374"/>
    <w:rsid w:val="00ED3FEB"/>
    <w:rsid w:val="00EE20AF"/>
    <w:rsid w:val="00EF016E"/>
    <w:rsid w:val="00F14444"/>
    <w:rsid w:val="00F151DD"/>
    <w:rsid w:val="00F27DBB"/>
    <w:rsid w:val="00F4061E"/>
    <w:rsid w:val="00F55942"/>
    <w:rsid w:val="00F7045C"/>
    <w:rsid w:val="00F7263F"/>
    <w:rsid w:val="00F773DD"/>
    <w:rsid w:val="00F81926"/>
    <w:rsid w:val="00F87059"/>
    <w:rsid w:val="00FA1B72"/>
    <w:rsid w:val="00FB1C6A"/>
    <w:rsid w:val="00FC3C69"/>
    <w:rsid w:val="00FD0DBA"/>
    <w:rsid w:val="00FE5405"/>
    <w:rsid w:val="00FE583D"/>
    <w:rsid w:val="00FF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D0A080-E455-4711-8467-FA147F17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3872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2664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2664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640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27D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7DBB"/>
    <w:rPr>
      <w:rFonts w:ascii="Tahoma" w:hAnsi="Tahoma" w:cs="Tahoma"/>
      <w:sz w:val="16"/>
      <w:szCs w:val="16"/>
      <w:lang w:val="en-GB" w:eastAsia="en-GB"/>
    </w:rPr>
  </w:style>
  <w:style w:type="character" w:customStyle="1" w:styleId="HeaderChar">
    <w:name w:val="Header Char"/>
    <w:link w:val="Header"/>
    <w:uiPriority w:val="99"/>
    <w:rsid w:val="001F297C"/>
    <w:rPr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1F297C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387296"/>
    <w:rPr>
      <w:b/>
      <w:bCs/>
      <w:kern w:val="36"/>
      <w:sz w:val="48"/>
      <w:szCs w:val="48"/>
    </w:rPr>
  </w:style>
  <w:style w:type="character" w:styleId="Hyperlink">
    <w:name w:val="Hyperlink"/>
    <w:rsid w:val="00FE583D"/>
    <w:rPr>
      <w:color w:val="0000FF"/>
      <w:u w:val="single"/>
    </w:rPr>
  </w:style>
  <w:style w:type="character" w:styleId="FollowedHyperlink">
    <w:name w:val="FollowedHyperlink"/>
    <w:basedOn w:val="DefaultParagraphFont"/>
    <w:rsid w:val="00C046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t.nz/our-work/regulation-health-and-disability-system/health-practitioners-competence-assurance-act" TargetMode="External"/><Relationship Id="rId13" Type="http://schemas.openxmlformats.org/officeDocument/2006/relationships/hyperlink" Target="http://www.moh.govt.nz/notebook/nbbooks.nsf/0/748075E66715AD7ACC257A3600811344?OpenDocumen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sfl.health.govt.nz/apps/nsfl.nsf/pagesmh/49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d.govt.nz/about-msd-and-our-work/publications-resources/service-guidelin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thniccommunities.govt.nz/community-directory/by-region/auckland" TargetMode="External"/><Relationship Id="rId10" Type="http://schemas.openxmlformats.org/officeDocument/2006/relationships/hyperlink" Target="http://www.acc.co.nz/for-providers/contracts-and-performance/all-contracts/index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act/public/2001/0093/latest/DLM119975.html" TargetMode="External"/><Relationship Id="rId14" Type="http://schemas.openxmlformats.org/officeDocument/2006/relationships/hyperlink" Target="http://www.health.govt.nz/system/files/documents/pages/81341-2008-nzs-health-and-disability-services-core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gwpt\auditmay09\Doc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61EE1-5D8F-49D0-90CC-5E794D31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Doc4</Template>
  <TotalTime>85</TotalTime>
  <Pages>4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Levels and Skill Mix</vt:lpstr>
    </vt:vector>
  </TitlesOfParts>
  <Company>Hewlett-Packard</Company>
  <LinksUpToDate>false</LinksUpToDate>
  <CharactersWithSpaces>5935</CharactersWithSpaces>
  <SharedDoc>false</SharedDoc>
  <HLinks>
    <vt:vector size="30" baseType="variant">
      <vt:variant>
        <vt:i4>1441815</vt:i4>
      </vt:variant>
      <vt:variant>
        <vt:i4>12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6357095</vt:i4>
      </vt:variant>
      <vt:variant>
        <vt:i4>9</vt:i4>
      </vt:variant>
      <vt:variant>
        <vt:i4>0</vt:i4>
      </vt:variant>
      <vt:variant>
        <vt:i4>5</vt:i4>
      </vt:variant>
      <vt:variant>
        <vt:lpwstr>http://www.moh.govt.nz/notebook/nbbooks.nsf/0/748075E66715AD7ACC257A3600811344?OpenDocument</vt:lpwstr>
      </vt:variant>
      <vt:variant>
        <vt:lpwstr/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>http://www.nsfl.health.govt.nz/apps/nsfl.nsf/pagesmh/498</vt:lpwstr>
      </vt:variant>
      <vt:variant>
        <vt:lpwstr/>
      </vt:variant>
      <vt:variant>
        <vt:i4>5701642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http://www.legislation.govt.nz/act/public/2001/0093/latest/DLM119975.html</vt:lpwstr>
      </vt:variant>
      <vt:variant>
        <vt:lpwstr/>
      </vt:variant>
      <vt:variant>
        <vt:i4>1769502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http://www.health.govt.nz/our-work/regulation-health-and-disability-system/health-practitioners-competence-assurance-act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Levels and Skill Mix</dc:title>
  <dc:subject/>
  <dc:creator>Sarah</dc:creator>
  <cp:keywords/>
  <cp:lastModifiedBy>Sarah Harnisch</cp:lastModifiedBy>
  <cp:revision>28</cp:revision>
  <cp:lastPrinted>2012-12-09T23:52:00Z</cp:lastPrinted>
  <dcterms:created xsi:type="dcterms:W3CDTF">2017-04-15T19:01:00Z</dcterms:created>
  <dcterms:modified xsi:type="dcterms:W3CDTF">2017-04-15T22:39:00Z</dcterms:modified>
</cp:coreProperties>
</file>